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3AB" w:rsidRPr="00CB23AB" w:rsidRDefault="00CB23AB" w:rsidP="00CB23AB">
      <w:pPr>
        <w:tabs>
          <w:tab w:val="left" w:pos="9360"/>
        </w:tabs>
        <w:ind w:left="57" w:right="57"/>
        <w:jc w:val="both"/>
        <w:rPr>
          <w:rFonts w:ascii="arial bold" w:hAnsi="arial bold"/>
          <w:b/>
          <w:bCs/>
          <w:color w:val="333399"/>
          <w:sz w:val="27"/>
          <w:u w:val="single"/>
          <w:rtl/>
        </w:rPr>
      </w:pPr>
    </w:p>
    <w:p w:rsidR="00AC3DB1" w:rsidRPr="00CB23AB" w:rsidRDefault="00AC3DB1" w:rsidP="00CB23AB">
      <w:pPr>
        <w:tabs>
          <w:tab w:val="left" w:pos="9360"/>
        </w:tabs>
        <w:ind w:left="57" w:right="57"/>
        <w:jc w:val="center"/>
        <w:rPr>
          <w:b/>
          <w:bCs/>
          <w:shadow/>
          <w:kern w:val="33"/>
          <w:sz w:val="32"/>
          <w:szCs w:val="32"/>
          <w:u w:val="single"/>
          <w:rtl/>
        </w:rPr>
      </w:pPr>
      <w:r w:rsidRPr="00CB23AB">
        <w:rPr>
          <w:rFonts w:ascii="arial bold" w:hAnsi="arial bold" w:hint="eastAsia"/>
          <w:b/>
          <w:bCs/>
          <w:shadow/>
          <w:kern w:val="33"/>
          <w:sz w:val="31"/>
          <w:szCs w:val="32"/>
          <w:u w:val="single"/>
          <w:rtl/>
        </w:rPr>
        <w:t>ערוץ</w:t>
      </w:r>
      <w:r w:rsidRPr="00CB23AB">
        <w:rPr>
          <w:rFonts w:ascii="arial bold" w:hAnsi="arial bold"/>
          <w:b/>
          <w:bCs/>
          <w:shadow/>
          <w:kern w:val="33"/>
          <w:sz w:val="31"/>
          <w:szCs w:val="32"/>
          <w:u w:val="single"/>
          <w:rtl/>
        </w:rPr>
        <w:t xml:space="preserve"> </w:t>
      </w:r>
      <w:r w:rsidRPr="00CB23AB">
        <w:rPr>
          <w:rFonts w:ascii="arial bold" w:hAnsi="arial bold" w:hint="eastAsia"/>
          <w:b/>
          <w:bCs/>
          <w:shadow/>
          <w:kern w:val="33"/>
          <w:sz w:val="31"/>
          <w:szCs w:val="32"/>
          <w:u w:val="single"/>
          <w:rtl/>
        </w:rPr>
        <w:t>ההיסטוריה</w:t>
      </w:r>
      <w:r w:rsidRPr="00CB23AB">
        <w:rPr>
          <w:rFonts w:ascii="arial bold" w:hAnsi="arial bold"/>
          <w:b/>
          <w:bCs/>
          <w:shadow/>
          <w:kern w:val="33"/>
          <w:sz w:val="31"/>
          <w:szCs w:val="32"/>
          <w:u w:val="single"/>
          <w:rtl/>
        </w:rPr>
        <w:t xml:space="preserve"> - </w:t>
      </w:r>
      <w:r w:rsidRPr="00CB23AB">
        <w:rPr>
          <w:rFonts w:ascii="arial bold" w:hAnsi="arial bold" w:hint="eastAsia"/>
          <w:b/>
          <w:bCs/>
          <w:shadow/>
          <w:kern w:val="33"/>
          <w:sz w:val="31"/>
          <w:szCs w:val="32"/>
          <w:u w:val="single"/>
          <w:rtl/>
        </w:rPr>
        <w:t>היילייטס</w:t>
      </w:r>
      <w:r w:rsidRPr="00CB23AB">
        <w:rPr>
          <w:rFonts w:ascii="arial bold" w:hAnsi="arial bold"/>
          <w:b/>
          <w:bCs/>
          <w:shadow/>
          <w:kern w:val="33"/>
          <w:sz w:val="31"/>
          <w:szCs w:val="32"/>
          <w:u w:val="single"/>
          <w:rtl/>
        </w:rPr>
        <w:t xml:space="preserve"> </w:t>
      </w:r>
      <w:r w:rsidRPr="00CB23AB">
        <w:rPr>
          <w:rFonts w:ascii="arial bold" w:hAnsi="arial bold" w:hint="eastAsia"/>
          <w:b/>
          <w:bCs/>
          <w:shadow/>
          <w:kern w:val="33"/>
          <w:sz w:val="31"/>
          <w:szCs w:val="32"/>
          <w:u w:val="single"/>
          <w:rtl/>
        </w:rPr>
        <w:t>אפריל</w:t>
      </w:r>
      <w:r w:rsidRPr="00CB23AB">
        <w:rPr>
          <w:rFonts w:ascii="arial bold" w:hAnsi="arial bold"/>
          <w:b/>
          <w:bCs/>
          <w:shadow/>
          <w:kern w:val="33"/>
          <w:sz w:val="31"/>
          <w:szCs w:val="32"/>
          <w:u w:val="single"/>
          <w:rtl/>
        </w:rPr>
        <w:t xml:space="preserve"> 2015</w:t>
      </w:r>
    </w:p>
    <w:p w:rsidR="00CB23AB" w:rsidRPr="0043354F" w:rsidRDefault="00CB23AB" w:rsidP="00CB23AB">
      <w:pPr>
        <w:tabs>
          <w:tab w:val="left" w:pos="9360"/>
        </w:tabs>
        <w:ind w:left="57" w:right="57"/>
        <w:jc w:val="center"/>
        <w:rPr>
          <w:b/>
          <w:bCs/>
          <w:sz w:val="22"/>
          <w:szCs w:val="22"/>
          <w:u w:val="single"/>
          <w:rtl/>
        </w:rPr>
      </w:pPr>
    </w:p>
    <w:p w:rsidR="00AC3DB1" w:rsidRPr="0043354F" w:rsidRDefault="00AC3DB1" w:rsidP="00CB23AB">
      <w:pPr>
        <w:ind w:left="57" w:right="57"/>
        <w:jc w:val="both"/>
        <w:rPr>
          <w:rFonts w:ascii="arial bold" w:hAnsi="arial bold"/>
          <w:b/>
          <w:bCs/>
          <w:color w:val="FFFFFF" w:themeColor="background1"/>
          <w:spacing w:val="8"/>
          <w:kern w:val="24"/>
          <w:highlight w:val="darkGray"/>
          <w:rtl/>
        </w:rPr>
      </w:pPr>
      <w:r w:rsidRPr="0043354F">
        <w:rPr>
          <w:rFonts w:ascii="arial bold" w:hAnsi="arial bold"/>
          <w:b/>
          <w:bCs/>
          <w:color w:val="FFFFFF" w:themeColor="background1"/>
          <w:spacing w:val="8"/>
          <w:kern w:val="24"/>
          <w:highlight w:val="darkGray"/>
          <w:rtl/>
        </w:rPr>
        <w:t>שידורים מיוחדים ביום השואה, יום הזכרון לחיילי צה"ל ויום העצמאות, במוקד בכורות מרתקות:</w:t>
      </w:r>
    </w:p>
    <w:p w:rsidR="00CB23AB" w:rsidRPr="002B6699" w:rsidRDefault="00CB23AB" w:rsidP="00CB23AB">
      <w:pPr>
        <w:ind w:left="57" w:right="57"/>
        <w:jc w:val="both"/>
        <w:rPr>
          <w:b/>
          <w:bCs/>
          <w:sz w:val="6"/>
          <w:szCs w:val="6"/>
          <w:u w:val="single"/>
          <w:rtl/>
        </w:rPr>
      </w:pPr>
    </w:p>
    <w:p w:rsidR="00940FF9" w:rsidRPr="00CB23AB" w:rsidRDefault="00940FF9" w:rsidP="00CB23AB">
      <w:pPr>
        <w:ind w:left="57" w:right="57"/>
        <w:jc w:val="both"/>
        <w:rPr>
          <w:b/>
          <w:bCs/>
          <w:rtl/>
        </w:rPr>
      </w:pPr>
      <w:r w:rsidRPr="00CB23AB">
        <w:rPr>
          <w:b/>
          <w:bCs/>
          <w:color w:val="0000FF"/>
          <w:rtl/>
        </w:rPr>
        <w:t>"ההנהגה הנאצית: רוע מוחלט"</w:t>
      </w:r>
      <w:r w:rsidRPr="00CB23AB">
        <w:rPr>
          <w:b/>
          <w:bCs/>
          <w:color w:val="C00000"/>
          <w:sz w:val="22"/>
          <w:szCs w:val="22"/>
          <w:rtl/>
        </w:rPr>
        <w:t xml:space="preserve"> ערב יום השואה - יום רביעי, 15 באפריל בשעה 22:10</w:t>
      </w:r>
      <w:r w:rsidR="00CB23AB">
        <w:rPr>
          <w:rFonts w:hint="cs"/>
          <w:b/>
          <w:bCs/>
        </w:rPr>
        <w:t xml:space="preserve"> </w:t>
      </w:r>
      <w:r w:rsidR="00CB23AB" w:rsidRPr="00CB23AB">
        <w:rPr>
          <w:rFonts w:hint="cs"/>
          <w:b/>
          <w:bCs/>
          <w:color w:val="C00000"/>
          <w:sz w:val="22"/>
          <w:szCs w:val="22"/>
          <w:highlight w:val="yellow"/>
          <w:rtl/>
        </w:rPr>
        <w:t>בכורה!</w:t>
      </w:r>
    </w:p>
    <w:p w:rsidR="00940FF9" w:rsidRDefault="00940FF9" w:rsidP="00CB23AB">
      <w:pPr>
        <w:ind w:left="57" w:right="57"/>
        <w:jc w:val="both"/>
        <w:rPr>
          <w:sz w:val="22"/>
          <w:szCs w:val="22"/>
          <w:rtl/>
        </w:rPr>
      </w:pPr>
      <w:r w:rsidRPr="00CB23AB">
        <w:rPr>
          <w:sz w:val="22"/>
          <w:szCs w:val="22"/>
          <w:rtl/>
        </w:rPr>
        <w:t xml:space="preserve">מנהיג הרייך השלישי אדולף היטלר, מייצג עבור רבים את הרוע האולטימיבי. אך הוא לא פעל לבד. </w:t>
      </w:r>
      <w:r w:rsidRPr="00CB23AB">
        <w:rPr>
          <w:sz w:val="22"/>
          <w:szCs w:val="22"/>
          <w:u w:val="single"/>
          <w:rtl/>
        </w:rPr>
        <w:t>תעודה מרתקת זו, סוקרת את הדמויות הבולטות בצמרת הרייך, שיישמו את אידיאולוגיית השנאה הנאצית</w:t>
      </w:r>
      <w:r w:rsidR="00CB23AB">
        <w:rPr>
          <w:sz w:val="22"/>
          <w:szCs w:val="22"/>
          <w:rtl/>
        </w:rPr>
        <w:t xml:space="preserve">: </w:t>
      </w:r>
      <w:r w:rsidRPr="00CB23AB">
        <w:rPr>
          <w:b/>
          <w:bCs/>
          <w:color w:val="404040" w:themeColor="text1" w:themeTint="BF"/>
          <w:sz w:val="22"/>
          <w:szCs w:val="22"/>
          <w:rtl/>
        </w:rPr>
        <w:t>גרינג, גבלס, הימלר, אייכמן, היידריך, ומנגלה</w:t>
      </w:r>
      <w:r w:rsidRPr="00CB23AB">
        <w:rPr>
          <w:sz w:val="22"/>
          <w:szCs w:val="22"/>
          <w:rtl/>
        </w:rPr>
        <w:t xml:space="preserve"> פעלו ביעילות מפחידה להשמדת יהודי אירופה וביצוע פשעים מזוויעים נגד האנושות.</w:t>
      </w:r>
    </w:p>
    <w:p w:rsidR="00CB23AB" w:rsidRPr="00CB23AB" w:rsidRDefault="00CB23AB" w:rsidP="00CB23AB">
      <w:pPr>
        <w:ind w:left="57" w:right="57"/>
        <w:jc w:val="both"/>
        <w:rPr>
          <w:sz w:val="14"/>
          <w:szCs w:val="14"/>
          <w:rtl/>
        </w:rPr>
      </w:pPr>
    </w:p>
    <w:p w:rsidR="00AC3DB1" w:rsidRPr="00CB23AB" w:rsidRDefault="00AC3DB1" w:rsidP="00CB23AB">
      <w:pPr>
        <w:autoSpaceDE w:val="0"/>
        <w:autoSpaceDN w:val="0"/>
        <w:adjustRightInd w:val="0"/>
        <w:ind w:left="57" w:right="57"/>
        <w:jc w:val="both"/>
        <w:rPr>
          <w:b/>
          <w:bCs/>
        </w:rPr>
      </w:pPr>
      <w:r w:rsidRPr="00CB23AB">
        <w:rPr>
          <w:b/>
          <w:bCs/>
          <w:color w:val="0000FF"/>
          <w:rtl/>
        </w:rPr>
        <w:t>"מבוזבזים"</w:t>
      </w:r>
      <w:r w:rsidRPr="00CB23AB">
        <w:rPr>
          <w:b/>
          <w:bCs/>
          <w:rtl/>
        </w:rPr>
        <w:t xml:space="preserve"> </w:t>
      </w:r>
      <w:r w:rsidR="002B6699">
        <w:rPr>
          <w:b/>
          <w:bCs/>
          <w:color w:val="C00000"/>
          <w:sz w:val="22"/>
          <w:szCs w:val="22"/>
          <w:rtl/>
        </w:rPr>
        <w:t>ערב יום הזכרון - יום שלישי,</w:t>
      </w:r>
      <w:r w:rsidRPr="00CB23AB">
        <w:rPr>
          <w:b/>
          <w:bCs/>
          <w:color w:val="C00000"/>
          <w:sz w:val="22"/>
          <w:szCs w:val="22"/>
          <w:rtl/>
        </w:rPr>
        <w:t xml:space="preserve"> 21 באפריל בשעה 22:07</w:t>
      </w:r>
      <w:r w:rsidR="00CB23AB">
        <w:rPr>
          <w:rFonts w:hint="cs"/>
          <w:b/>
          <w:bCs/>
          <w:rtl/>
        </w:rPr>
        <w:t xml:space="preserve"> </w:t>
      </w:r>
      <w:r w:rsidR="00CB23AB" w:rsidRPr="00CB23AB">
        <w:rPr>
          <w:rFonts w:hint="cs"/>
          <w:b/>
          <w:bCs/>
          <w:color w:val="C00000"/>
          <w:sz w:val="22"/>
          <w:szCs w:val="22"/>
          <w:highlight w:val="yellow"/>
          <w:rtl/>
        </w:rPr>
        <w:t>בכורה!</w:t>
      </w:r>
    </w:p>
    <w:p w:rsidR="00AC3DB1" w:rsidRDefault="00AC3DB1" w:rsidP="00CB23AB">
      <w:pPr>
        <w:ind w:left="57" w:right="57"/>
        <w:jc w:val="both"/>
        <w:rPr>
          <w:color w:val="333333"/>
          <w:sz w:val="22"/>
          <w:szCs w:val="22"/>
          <w:shd w:val="clear" w:color="auto" w:fill="FFFFFF"/>
          <w:rtl/>
        </w:rPr>
      </w:pPr>
      <w:r w:rsidRPr="00CB23AB">
        <w:rPr>
          <w:color w:val="333333"/>
          <w:sz w:val="22"/>
          <w:szCs w:val="22"/>
          <w:shd w:val="clear" w:color="auto" w:fill="FFFFFF"/>
          <w:rtl/>
        </w:rPr>
        <w:t xml:space="preserve">סרט תיעודי רב-עוצמה, המתאר את שיגרת יומם המפחידה של חיילי מוצב הבופור שבדרום לבנון. במרכז הסרט שביימה נורית קידר, </w:t>
      </w:r>
      <w:r w:rsidRPr="00CB23AB">
        <w:rPr>
          <w:color w:val="333333"/>
          <w:sz w:val="22"/>
          <w:szCs w:val="22"/>
          <w:u w:val="single"/>
          <w:shd w:val="clear" w:color="auto" w:fill="FFFFFF"/>
          <w:rtl/>
        </w:rPr>
        <w:t>עדויות של חיילים ששירתו במוצב בחצי השנה שקדמה לנסיגה מלבנון</w:t>
      </w:r>
      <w:r w:rsidRPr="00CB23AB">
        <w:rPr>
          <w:color w:val="333333"/>
          <w:sz w:val="22"/>
          <w:szCs w:val="22"/>
          <w:shd w:val="clear" w:color="auto" w:fill="FFFFFF"/>
          <w:rtl/>
        </w:rPr>
        <w:t xml:space="preserve">. מהסיפורים שהם מגוללים, מתקבלת תמונה מצמררת המורכבת מחוויות החיילים בשדה הקרב. </w:t>
      </w:r>
    </w:p>
    <w:p w:rsidR="00CB23AB" w:rsidRPr="00CB23AB" w:rsidRDefault="00CB23AB" w:rsidP="00CB23AB">
      <w:pPr>
        <w:ind w:left="57" w:right="57"/>
        <w:jc w:val="both"/>
        <w:rPr>
          <w:color w:val="333333"/>
          <w:sz w:val="14"/>
          <w:szCs w:val="14"/>
          <w:shd w:val="clear" w:color="auto" w:fill="FFFFFF"/>
        </w:rPr>
      </w:pPr>
    </w:p>
    <w:p w:rsidR="00AC3DB1" w:rsidRPr="00CB23AB" w:rsidRDefault="00AC3DB1" w:rsidP="00CB23AB">
      <w:pPr>
        <w:autoSpaceDE w:val="0"/>
        <w:autoSpaceDN w:val="0"/>
        <w:adjustRightInd w:val="0"/>
        <w:ind w:left="57" w:right="57"/>
        <w:jc w:val="both"/>
        <w:rPr>
          <w:b/>
          <w:bCs/>
        </w:rPr>
      </w:pPr>
      <w:r w:rsidRPr="00CB23AB">
        <w:rPr>
          <w:b/>
          <w:bCs/>
          <w:color w:val="0000FF"/>
          <w:rtl/>
        </w:rPr>
        <w:t>"מבצע מוראל - קזבלנקה 61"</w:t>
      </w:r>
      <w:r w:rsidRPr="00CB23AB">
        <w:rPr>
          <w:b/>
          <w:bCs/>
          <w:color w:val="C00000"/>
          <w:sz w:val="22"/>
          <w:szCs w:val="22"/>
          <w:rtl/>
        </w:rPr>
        <w:t xml:space="preserve"> ערב יום העצמאות - יום רביעי, 22 באפריל בשעה 22:30</w:t>
      </w:r>
      <w:r w:rsidR="00CB23AB">
        <w:rPr>
          <w:rFonts w:hint="cs"/>
          <w:b/>
          <w:bCs/>
          <w:rtl/>
        </w:rPr>
        <w:t xml:space="preserve"> </w:t>
      </w:r>
      <w:r w:rsidR="00CB23AB" w:rsidRPr="00CB23AB">
        <w:rPr>
          <w:rFonts w:hint="cs"/>
          <w:b/>
          <w:bCs/>
          <w:color w:val="C00000"/>
          <w:sz w:val="22"/>
          <w:szCs w:val="22"/>
          <w:highlight w:val="yellow"/>
          <w:rtl/>
        </w:rPr>
        <w:t>בכורה!</w:t>
      </w:r>
    </w:p>
    <w:p w:rsidR="00AC3DB1" w:rsidRPr="00CB23AB" w:rsidRDefault="00AC3DB1" w:rsidP="00CB23AB">
      <w:pPr>
        <w:ind w:left="57" w:right="57"/>
        <w:jc w:val="both"/>
        <w:rPr>
          <w:color w:val="333333"/>
          <w:sz w:val="22"/>
          <w:szCs w:val="22"/>
          <w:shd w:val="clear" w:color="auto" w:fill="FFFFFF"/>
          <w:rtl/>
        </w:rPr>
      </w:pPr>
      <w:r w:rsidRPr="00CB23AB">
        <w:rPr>
          <w:color w:val="333333"/>
          <w:sz w:val="22"/>
          <w:szCs w:val="22"/>
          <w:shd w:val="clear" w:color="auto" w:fill="FFFFFF"/>
          <w:rtl/>
        </w:rPr>
        <w:t>תעודה מרתקת, שבמרכזו שחזור של "</w:t>
      </w:r>
      <w:r w:rsidRPr="00CB23AB">
        <w:rPr>
          <w:b/>
          <w:bCs/>
          <w:color w:val="333333"/>
          <w:sz w:val="22"/>
          <w:szCs w:val="22"/>
          <w:shd w:val="clear" w:color="auto" w:fill="FFFFFF"/>
          <w:rtl/>
        </w:rPr>
        <w:t>מבצע מוראל</w:t>
      </w:r>
      <w:r w:rsidRPr="00CB23AB">
        <w:rPr>
          <w:color w:val="333333"/>
          <w:sz w:val="22"/>
          <w:szCs w:val="22"/>
          <w:shd w:val="clear" w:color="auto" w:fill="FFFFFF"/>
          <w:rtl/>
        </w:rPr>
        <w:t>" - מבצע מחתרתי נועז של העלאת 530 ילדים ממרוקו לישראל בשנת 1961,  כל זאת תוך סיכון וללא ידיעת שלטונות מרוקו. בחורף 2006 יצאו כמה מאנשי המוסד הישראלי לשעבר במסווה של קבוצת תיירים שנסעה לטייל במרוקו, לשחזר את המבצע שבו שנטלו חלק לפני 45 שנה.</w:t>
      </w:r>
    </w:p>
    <w:p w:rsidR="00AC3DB1" w:rsidRPr="00CB23AB" w:rsidRDefault="00AC3DB1" w:rsidP="00CB23AB">
      <w:pPr>
        <w:ind w:left="57" w:right="57"/>
        <w:jc w:val="both"/>
        <w:rPr>
          <w:b/>
          <w:bCs/>
          <w:color w:val="000000"/>
          <w:sz w:val="23"/>
          <w:szCs w:val="23"/>
          <w:u w:val="single"/>
          <w:shd w:val="clear" w:color="auto" w:fill="FFFFFF"/>
          <w:rtl/>
        </w:rPr>
      </w:pPr>
    </w:p>
    <w:p w:rsidR="00AC3DB1" w:rsidRPr="0043354F" w:rsidRDefault="00AC3DB1" w:rsidP="00CB23AB">
      <w:pPr>
        <w:ind w:left="57" w:right="57"/>
        <w:jc w:val="both"/>
        <w:rPr>
          <w:rFonts w:ascii="arial bold" w:hAnsi="arial bold"/>
          <w:b/>
          <w:bCs/>
          <w:color w:val="FFFFFF" w:themeColor="background1"/>
          <w:spacing w:val="8"/>
          <w:kern w:val="24"/>
          <w:highlight w:val="darkGray"/>
          <w:rtl/>
        </w:rPr>
      </w:pPr>
      <w:r w:rsidRPr="0043354F">
        <w:rPr>
          <w:rFonts w:ascii="arial bold" w:hAnsi="arial bold"/>
          <w:b/>
          <w:bCs/>
          <w:color w:val="FFFFFF" w:themeColor="background1"/>
          <w:spacing w:val="8"/>
          <w:kern w:val="24"/>
          <w:highlight w:val="darkGray"/>
          <w:rtl/>
        </w:rPr>
        <w:t>פסח מסתורי - ספיישל סודות ותעלומות, 11-4</w:t>
      </w:r>
      <w:r w:rsidR="002B6699" w:rsidRPr="0043354F">
        <w:rPr>
          <w:rFonts w:ascii="arial bold" w:hAnsi="arial bold"/>
          <w:b/>
          <w:bCs/>
          <w:color w:val="FFFFFF" w:themeColor="background1"/>
          <w:spacing w:val="8"/>
          <w:kern w:val="24"/>
          <w:highlight w:val="darkGray"/>
          <w:rtl/>
        </w:rPr>
        <w:t xml:space="preserve"> באפריל</w:t>
      </w:r>
      <w:r w:rsidR="002B6699" w:rsidRPr="0043354F">
        <w:rPr>
          <w:rFonts w:ascii="arial bold" w:hAnsi="arial bold" w:hint="cs"/>
          <w:b/>
          <w:bCs/>
          <w:color w:val="FFFFFF" w:themeColor="background1"/>
          <w:spacing w:val="8"/>
          <w:kern w:val="24"/>
          <w:highlight w:val="darkGray"/>
          <w:rtl/>
        </w:rPr>
        <w:t xml:space="preserve">, </w:t>
      </w:r>
      <w:r w:rsidRPr="0043354F">
        <w:rPr>
          <w:rFonts w:ascii="arial bold" w:hAnsi="arial bold"/>
          <w:b/>
          <w:bCs/>
          <w:color w:val="FFFFFF" w:themeColor="background1"/>
          <w:spacing w:val="8"/>
          <w:kern w:val="24"/>
          <w:highlight w:val="darkGray"/>
          <w:rtl/>
        </w:rPr>
        <w:t>החל משעה 21:20</w:t>
      </w:r>
    </w:p>
    <w:p w:rsidR="00CB23AB" w:rsidRPr="002B6699" w:rsidRDefault="00CB23AB" w:rsidP="00CB23AB">
      <w:pPr>
        <w:ind w:left="57" w:right="57"/>
        <w:jc w:val="both"/>
        <w:rPr>
          <w:b/>
          <w:bCs/>
          <w:sz w:val="4"/>
          <w:szCs w:val="4"/>
          <w:highlight w:val="lightGray"/>
          <w:rtl/>
        </w:rPr>
      </w:pPr>
    </w:p>
    <w:p w:rsidR="00AC3DB1" w:rsidRPr="00CB23AB" w:rsidRDefault="00AC3DB1" w:rsidP="00CB23AB">
      <w:pPr>
        <w:ind w:left="57" w:right="57"/>
        <w:jc w:val="both"/>
        <w:rPr>
          <w:b/>
          <w:bCs/>
          <w:sz w:val="22"/>
          <w:szCs w:val="22"/>
          <w:rtl/>
        </w:rPr>
      </w:pPr>
      <w:r w:rsidRPr="00CB23AB">
        <w:rPr>
          <w:sz w:val="22"/>
          <w:szCs w:val="22"/>
          <w:rtl/>
        </w:rPr>
        <w:t xml:space="preserve">בפסח הקרוב, </w:t>
      </w:r>
      <w:r w:rsidR="00CB23AB">
        <w:rPr>
          <w:rFonts w:hint="cs"/>
          <w:sz w:val="22"/>
          <w:szCs w:val="22"/>
          <w:rtl/>
        </w:rPr>
        <w:t xml:space="preserve">יוצא </w:t>
      </w:r>
      <w:r w:rsidRPr="00CB23AB">
        <w:rPr>
          <w:sz w:val="22"/>
          <w:szCs w:val="22"/>
          <w:rtl/>
        </w:rPr>
        <w:t>ערוץ ההיסטוריה למסע מסתורי וקסום ומחפש הרבה יותר מאשר את האפיקומן...</w:t>
      </w:r>
      <w:r w:rsidR="00FE3EA1" w:rsidRPr="00CB23AB">
        <w:rPr>
          <w:rFonts w:hint="cs"/>
          <w:sz w:val="22"/>
          <w:szCs w:val="22"/>
          <w:rtl/>
        </w:rPr>
        <w:t xml:space="preserve"> </w:t>
      </w:r>
      <w:r w:rsidRPr="00CB23AB">
        <w:rPr>
          <w:sz w:val="22"/>
          <w:szCs w:val="22"/>
          <w:rtl/>
        </w:rPr>
        <w:t xml:space="preserve">לאורך כל ימי החג, נשדר </w:t>
      </w:r>
      <w:r w:rsidRPr="00CB23AB">
        <w:rPr>
          <w:sz w:val="22"/>
          <w:szCs w:val="22"/>
          <w:u w:val="single"/>
          <w:rtl/>
        </w:rPr>
        <w:t>מדי ערב ספיישלים מרתקים העוסקים בתעלומות מסתוריות ועובדות מדעיות מפתיעות שנשמרו בסוד</w:t>
      </w:r>
      <w:r w:rsidR="00CB23AB">
        <w:rPr>
          <w:rFonts w:hint="cs"/>
          <w:sz w:val="22"/>
          <w:szCs w:val="22"/>
          <w:rtl/>
        </w:rPr>
        <w:t xml:space="preserve"> </w:t>
      </w:r>
      <w:r w:rsidRPr="00CB23AB">
        <w:rPr>
          <w:sz w:val="22"/>
          <w:szCs w:val="22"/>
          <w:rtl/>
        </w:rPr>
        <w:t>עד עתה.</w:t>
      </w:r>
      <w:r w:rsidR="00FE3EA1" w:rsidRPr="00CB23AB">
        <w:rPr>
          <w:rFonts w:hint="cs"/>
          <w:sz w:val="22"/>
          <w:szCs w:val="22"/>
          <w:rtl/>
        </w:rPr>
        <w:t>.</w:t>
      </w:r>
      <w:r w:rsidRPr="00CB23AB">
        <w:rPr>
          <w:sz w:val="22"/>
          <w:szCs w:val="22"/>
          <w:rtl/>
        </w:rPr>
        <w:t xml:space="preserve">. </w:t>
      </w:r>
      <w:r w:rsidRPr="0043354F">
        <w:rPr>
          <w:sz w:val="22"/>
          <w:szCs w:val="22"/>
          <w:rtl/>
        </w:rPr>
        <w:t>ב</w:t>
      </w:r>
      <w:r w:rsidRPr="00CB23AB">
        <w:rPr>
          <w:sz w:val="22"/>
          <w:szCs w:val="22"/>
          <w:highlight w:val="yellow"/>
          <w:rtl/>
        </w:rPr>
        <w:t>בכורה</w:t>
      </w:r>
      <w:r w:rsidRPr="00CB23AB">
        <w:rPr>
          <w:sz w:val="22"/>
          <w:szCs w:val="22"/>
          <w:rtl/>
        </w:rPr>
        <w:t xml:space="preserve"> ישודרו הספיישלים הבאים: </w:t>
      </w:r>
      <w:r w:rsidRPr="00CB23AB">
        <w:rPr>
          <w:color w:val="595959" w:themeColor="text1" w:themeTint="A6"/>
          <w:sz w:val="22"/>
          <w:szCs w:val="22"/>
          <w:rtl/>
        </w:rPr>
        <w:t>"</w:t>
      </w:r>
      <w:r w:rsidRPr="00CB23AB">
        <w:rPr>
          <w:b/>
          <w:bCs/>
          <w:color w:val="0000FF"/>
          <w:sz w:val="22"/>
          <w:szCs w:val="22"/>
          <w:rtl/>
        </w:rPr>
        <w:t>טיטניק: רוחות במצולות</w:t>
      </w:r>
      <w:r w:rsidRPr="00CB23AB">
        <w:rPr>
          <w:color w:val="404040" w:themeColor="text1" w:themeTint="BF"/>
          <w:sz w:val="22"/>
          <w:szCs w:val="22"/>
          <w:rtl/>
        </w:rPr>
        <w:t>"</w:t>
      </w:r>
      <w:r w:rsidRPr="00CB23AB">
        <w:rPr>
          <w:b/>
          <w:bCs/>
          <w:color w:val="0000FF"/>
          <w:sz w:val="22"/>
          <w:szCs w:val="22"/>
          <w:rtl/>
        </w:rPr>
        <w:t xml:space="preserve"> </w:t>
      </w:r>
      <w:r w:rsidRPr="00CB23AB">
        <w:rPr>
          <w:color w:val="404040" w:themeColor="text1" w:themeTint="BF"/>
          <w:sz w:val="22"/>
          <w:szCs w:val="22"/>
          <w:rtl/>
        </w:rPr>
        <w:t>(בבימוי ג'יימס קמרון),</w:t>
      </w:r>
      <w:r w:rsidRPr="00CB23AB">
        <w:rPr>
          <w:b/>
          <w:bCs/>
          <w:color w:val="0000FF"/>
          <w:sz w:val="22"/>
          <w:szCs w:val="22"/>
          <w:rtl/>
        </w:rPr>
        <w:t xml:space="preserve"> </w:t>
      </w:r>
      <w:r w:rsidRPr="00CB23AB">
        <w:rPr>
          <w:color w:val="404040" w:themeColor="text1" w:themeTint="BF"/>
          <w:sz w:val="22"/>
          <w:szCs w:val="22"/>
          <w:rtl/>
        </w:rPr>
        <w:t>"</w:t>
      </w:r>
      <w:r w:rsidRPr="00CB23AB">
        <w:rPr>
          <w:b/>
          <w:bCs/>
          <w:color w:val="0000FF"/>
          <w:sz w:val="22"/>
          <w:szCs w:val="22"/>
          <w:rtl/>
        </w:rPr>
        <w:t>כדור הארץ: נקודות היעלמות</w:t>
      </w:r>
      <w:r w:rsidRPr="00CB23AB">
        <w:rPr>
          <w:color w:val="404040" w:themeColor="text1" w:themeTint="BF"/>
          <w:sz w:val="22"/>
          <w:szCs w:val="22"/>
          <w:rtl/>
        </w:rPr>
        <w:t>", "</w:t>
      </w:r>
      <w:r w:rsidRPr="00CB23AB">
        <w:rPr>
          <w:b/>
          <w:bCs/>
          <w:color w:val="0000FF"/>
          <w:sz w:val="22"/>
          <w:szCs w:val="22"/>
          <w:rtl/>
        </w:rPr>
        <w:t>סודות הזמן נחשפים</w:t>
      </w:r>
      <w:r w:rsidRPr="00CB23AB">
        <w:rPr>
          <w:color w:val="404040" w:themeColor="text1" w:themeTint="BF"/>
          <w:sz w:val="22"/>
          <w:szCs w:val="22"/>
          <w:rtl/>
        </w:rPr>
        <w:t>", "</w:t>
      </w:r>
      <w:r w:rsidRPr="00CB23AB">
        <w:rPr>
          <w:b/>
          <w:bCs/>
          <w:color w:val="0000FF"/>
          <w:sz w:val="22"/>
          <w:szCs w:val="22"/>
          <w:rtl/>
        </w:rPr>
        <w:t>סודות המזל נחשפים</w:t>
      </w:r>
      <w:r w:rsidRPr="00CB23AB">
        <w:rPr>
          <w:color w:val="404040" w:themeColor="text1" w:themeTint="BF"/>
          <w:sz w:val="22"/>
          <w:szCs w:val="22"/>
          <w:rtl/>
        </w:rPr>
        <w:t>" ו-"</w:t>
      </w:r>
      <w:r w:rsidRPr="00CB23AB">
        <w:rPr>
          <w:b/>
          <w:bCs/>
          <w:color w:val="0000FF"/>
          <w:sz w:val="22"/>
          <w:szCs w:val="22"/>
          <w:rtl/>
        </w:rPr>
        <w:t>51 עובדות מדהימות על ארה"ב</w:t>
      </w:r>
      <w:r w:rsidRPr="00CB23AB">
        <w:rPr>
          <w:color w:val="404040" w:themeColor="text1" w:themeTint="BF"/>
          <w:sz w:val="22"/>
          <w:szCs w:val="22"/>
          <w:rtl/>
        </w:rPr>
        <w:t>".</w:t>
      </w:r>
    </w:p>
    <w:p w:rsidR="00AC3DB1" w:rsidRPr="002B6699" w:rsidRDefault="00AC3DB1" w:rsidP="00CB23AB">
      <w:pPr>
        <w:ind w:left="57" w:right="57"/>
        <w:jc w:val="both"/>
        <w:rPr>
          <w:b/>
          <w:bCs/>
          <w:sz w:val="28"/>
          <w:szCs w:val="28"/>
          <w:rtl/>
        </w:rPr>
      </w:pPr>
    </w:p>
    <w:p w:rsidR="00AC3DB1" w:rsidRPr="0043354F" w:rsidRDefault="00CB23AB" w:rsidP="00CB23AB">
      <w:pPr>
        <w:ind w:left="57" w:right="57"/>
        <w:jc w:val="both"/>
        <w:rPr>
          <w:rFonts w:ascii="arial bold" w:hAnsi="arial bold"/>
          <w:b/>
          <w:bCs/>
          <w:color w:val="FFFFFF" w:themeColor="background1"/>
          <w:spacing w:val="8"/>
          <w:kern w:val="24"/>
          <w:highlight w:val="darkGray"/>
          <w:rtl/>
        </w:rPr>
      </w:pPr>
      <w:r w:rsidRPr="0043354F">
        <w:rPr>
          <w:rFonts w:ascii="arial bold" w:hAnsi="arial bold"/>
          <w:b/>
          <w:bCs/>
          <w:color w:val="FFFFFF" w:themeColor="background1"/>
          <w:spacing w:val="8"/>
          <w:kern w:val="24"/>
          <w:highlight w:val="darkGray"/>
          <w:rtl/>
        </w:rPr>
        <w:t>עונות חדשות לסדרות</w:t>
      </w:r>
      <w:r w:rsidRPr="0043354F">
        <w:rPr>
          <w:rFonts w:ascii="arial bold" w:hAnsi="arial bold" w:hint="cs"/>
          <w:b/>
          <w:bCs/>
          <w:color w:val="FFFFFF" w:themeColor="background1"/>
          <w:spacing w:val="8"/>
          <w:kern w:val="24"/>
          <w:highlight w:val="darkGray"/>
          <w:rtl/>
        </w:rPr>
        <w:t xml:space="preserve"> אהובות:</w:t>
      </w:r>
    </w:p>
    <w:p w:rsidR="00CB23AB" w:rsidRPr="002B6699" w:rsidRDefault="00CB23AB" w:rsidP="00CB23AB">
      <w:pPr>
        <w:ind w:left="57" w:right="57"/>
        <w:jc w:val="both"/>
        <w:rPr>
          <w:rFonts w:ascii="arial bold" w:hAnsi="arial bold"/>
          <w:b/>
          <w:bCs/>
          <w:spacing w:val="8"/>
          <w:kern w:val="24"/>
          <w:sz w:val="8"/>
          <w:szCs w:val="8"/>
          <w:highlight w:val="lightGray"/>
          <w:rtl/>
        </w:rPr>
      </w:pPr>
    </w:p>
    <w:p w:rsidR="00AC3DB1" w:rsidRPr="00CB23AB" w:rsidRDefault="00AC3DB1" w:rsidP="002B6699">
      <w:pPr>
        <w:ind w:left="57" w:right="57"/>
        <w:jc w:val="both"/>
        <w:rPr>
          <w:b/>
          <w:bCs/>
          <w:sz w:val="22"/>
          <w:szCs w:val="22"/>
          <w:rtl/>
        </w:rPr>
      </w:pPr>
      <w:r w:rsidRPr="002B6699">
        <w:rPr>
          <w:b/>
          <w:bCs/>
          <w:color w:val="0000FF"/>
          <w:rtl/>
        </w:rPr>
        <w:t>"אוצר האי המקולל - עונה 2"</w:t>
      </w:r>
      <w:r w:rsidRPr="00CB23AB">
        <w:rPr>
          <w:b/>
          <w:bCs/>
          <w:rtl/>
        </w:rPr>
        <w:t xml:space="preserve"> </w:t>
      </w:r>
      <w:r w:rsidRPr="002B6699">
        <w:rPr>
          <w:b/>
          <w:bCs/>
          <w:color w:val="C00000"/>
          <w:sz w:val="22"/>
          <w:szCs w:val="22"/>
          <w:rtl/>
        </w:rPr>
        <w:t xml:space="preserve">החל מה-29 באפריל בשעה 21:20 </w:t>
      </w:r>
      <w:r w:rsidR="002B6699" w:rsidRPr="00CB23AB">
        <w:rPr>
          <w:rFonts w:hint="cs"/>
          <w:b/>
          <w:bCs/>
          <w:color w:val="C00000"/>
          <w:sz w:val="22"/>
          <w:szCs w:val="22"/>
          <w:highlight w:val="yellow"/>
          <w:rtl/>
        </w:rPr>
        <w:t>בכורה!</w:t>
      </w:r>
    </w:p>
    <w:p w:rsidR="00AC3DB1" w:rsidRPr="00CB23AB" w:rsidRDefault="00AC3DB1" w:rsidP="00CB23AB">
      <w:pPr>
        <w:ind w:left="57" w:right="57"/>
        <w:jc w:val="both"/>
        <w:rPr>
          <w:sz w:val="22"/>
          <w:szCs w:val="22"/>
          <w:rtl/>
        </w:rPr>
      </w:pPr>
      <w:r w:rsidRPr="00CB23AB">
        <w:rPr>
          <w:sz w:val="22"/>
          <w:szCs w:val="22"/>
          <w:rtl/>
        </w:rPr>
        <w:t xml:space="preserve">עונה שניה לסדרה שהפכה ללהיט ענק בארה"ב. בעונה זו, צמד האחים ריק ואמרטי לאגינה מכפילים את המאמץ שהשקיעו בעונה שעברה, סורקים והופכים כל אבן באי באופן שיטתי, תוך שימוש במומחים בעלי שם וציוד טכנולוגי ומכני משוכלל ביותר – במטרה למצוא את האוצר העתיק והמסתורי, שהחיפוש אחריו כבר גבה חיי אדם... </w:t>
      </w:r>
    </w:p>
    <w:p w:rsidR="00AF695E" w:rsidRPr="002B6699" w:rsidRDefault="00AF695E" w:rsidP="00CB23AB">
      <w:pPr>
        <w:ind w:left="57" w:right="57"/>
        <w:jc w:val="both"/>
        <w:rPr>
          <w:b/>
          <w:bCs/>
          <w:sz w:val="12"/>
          <w:szCs w:val="12"/>
          <w:rtl/>
        </w:rPr>
      </w:pPr>
    </w:p>
    <w:p w:rsidR="00AC3DB1" w:rsidRPr="00CB23AB" w:rsidRDefault="00AC3DB1" w:rsidP="00CB23AB">
      <w:pPr>
        <w:ind w:left="57" w:right="57"/>
        <w:jc w:val="both"/>
        <w:rPr>
          <w:sz w:val="22"/>
          <w:szCs w:val="22"/>
          <w:rtl/>
        </w:rPr>
      </w:pPr>
      <w:r w:rsidRPr="002B6699">
        <w:rPr>
          <w:b/>
          <w:bCs/>
          <w:color w:val="0000FF"/>
          <w:rtl/>
        </w:rPr>
        <w:t>"מי רוצה לעשות היסטוריה? - עונה 2"</w:t>
      </w:r>
      <w:r w:rsidRPr="00CB23AB">
        <w:rPr>
          <w:b/>
          <w:bCs/>
          <w:rtl/>
        </w:rPr>
        <w:t xml:space="preserve"> </w:t>
      </w:r>
      <w:r w:rsidRPr="002B6699">
        <w:rPr>
          <w:b/>
          <w:bCs/>
          <w:color w:val="C00000"/>
          <w:sz w:val="22"/>
          <w:szCs w:val="22"/>
          <w:rtl/>
        </w:rPr>
        <w:t>החל מה-24 באפריל בשעה 18:00</w:t>
      </w:r>
      <w:r w:rsidRPr="00CB23AB">
        <w:rPr>
          <w:b/>
          <w:bCs/>
          <w:sz w:val="22"/>
          <w:szCs w:val="22"/>
          <w:rtl/>
        </w:rPr>
        <w:t xml:space="preserve"> </w:t>
      </w:r>
      <w:r w:rsidR="002B6699" w:rsidRPr="00CB23AB">
        <w:rPr>
          <w:rFonts w:hint="cs"/>
          <w:b/>
          <w:bCs/>
          <w:color w:val="C00000"/>
          <w:sz w:val="22"/>
          <w:szCs w:val="22"/>
          <w:highlight w:val="yellow"/>
          <w:rtl/>
        </w:rPr>
        <w:t>בכורה!</w:t>
      </w:r>
    </w:p>
    <w:p w:rsidR="00AC3DB1" w:rsidRPr="00CB23AB" w:rsidRDefault="00AC3DB1" w:rsidP="00CB23AB">
      <w:pPr>
        <w:ind w:left="57" w:right="57"/>
        <w:jc w:val="both"/>
        <w:rPr>
          <w:sz w:val="22"/>
          <w:szCs w:val="22"/>
          <w:rtl/>
        </w:rPr>
      </w:pPr>
      <w:r w:rsidRPr="00CB23AB">
        <w:rPr>
          <w:sz w:val="22"/>
          <w:szCs w:val="22"/>
          <w:rtl/>
        </w:rPr>
        <w:t xml:space="preserve">עונה חדשה לשעשועון  היחיד שלא רוצה שהמשתתפים ינצחו בו. מתחרים בעלי ידע בטריוויה היסטורית, מתמודדים </w:t>
      </w:r>
      <w:r w:rsidR="00FE3EA1" w:rsidRPr="00CB23AB">
        <w:rPr>
          <w:rFonts w:hint="cs"/>
          <w:sz w:val="22"/>
          <w:szCs w:val="22"/>
          <w:rtl/>
        </w:rPr>
        <w:t>זה</w:t>
      </w:r>
      <w:r w:rsidR="00FE3EA1" w:rsidRPr="00CB23AB">
        <w:rPr>
          <w:sz w:val="22"/>
          <w:szCs w:val="22"/>
          <w:rtl/>
        </w:rPr>
        <w:t xml:space="preserve"> </w:t>
      </w:r>
      <w:r w:rsidRPr="00CB23AB">
        <w:rPr>
          <w:sz w:val="22"/>
          <w:szCs w:val="22"/>
          <w:rtl/>
        </w:rPr>
        <w:t xml:space="preserve">נגד </w:t>
      </w:r>
      <w:r w:rsidR="00FE3EA1" w:rsidRPr="00CB23AB">
        <w:rPr>
          <w:rFonts w:hint="cs"/>
          <w:sz w:val="22"/>
          <w:szCs w:val="22"/>
          <w:rtl/>
        </w:rPr>
        <w:t>זה</w:t>
      </w:r>
      <w:r w:rsidRPr="00CB23AB">
        <w:rPr>
          <w:sz w:val="22"/>
          <w:szCs w:val="22"/>
          <w:rtl/>
        </w:rPr>
        <w:t>, ונגד כוכבי "היסטוריה למכירה": ריק הריסון, קורי הריסון ו.</w:t>
      </w:r>
      <w:r w:rsidR="00FE3EA1" w:rsidRPr="00CB23AB">
        <w:rPr>
          <w:rFonts w:hint="cs"/>
          <w:sz w:val="22"/>
          <w:szCs w:val="22"/>
          <w:rtl/>
        </w:rPr>
        <w:t>.</w:t>
      </w:r>
      <w:r w:rsidRPr="00CB23AB">
        <w:rPr>
          <w:sz w:val="22"/>
          <w:szCs w:val="22"/>
          <w:rtl/>
        </w:rPr>
        <w:t xml:space="preserve">.צ'אמלי כמובן. הפרס  לזוכה בשעשועון הוא כסף מזומן, לצד פריטים יקרי-ערך מהחנות עצמה, ולא סתם מהחנות- אלא מהאוסף הפרטי של ריק הריסון!  </w:t>
      </w:r>
    </w:p>
    <w:p w:rsidR="00AC3DB1" w:rsidRPr="00CB23AB" w:rsidRDefault="00AC3DB1" w:rsidP="00CB23AB">
      <w:pPr>
        <w:ind w:left="57" w:right="57"/>
        <w:jc w:val="both"/>
        <w:rPr>
          <w:b/>
          <w:bCs/>
          <w:highlight w:val="yellow"/>
          <w:rtl/>
        </w:rPr>
      </w:pPr>
    </w:p>
    <w:p w:rsidR="00AC3DB1" w:rsidRPr="0043354F" w:rsidRDefault="002B6699" w:rsidP="00CB23AB">
      <w:pPr>
        <w:ind w:left="57" w:right="57"/>
        <w:jc w:val="both"/>
        <w:rPr>
          <w:rFonts w:ascii="arial bold" w:hAnsi="arial bold"/>
          <w:b/>
          <w:bCs/>
          <w:color w:val="FFFFFF" w:themeColor="background1"/>
          <w:spacing w:val="8"/>
          <w:kern w:val="24"/>
          <w:highlight w:val="darkGray"/>
          <w:rtl/>
        </w:rPr>
      </w:pPr>
      <w:r w:rsidRPr="0043354F">
        <w:rPr>
          <w:rFonts w:ascii="arial bold" w:hAnsi="arial bold"/>
          <w:b/>
          <w:bCs/>
          <w:color w:val="FFFFFF" w:themeColor="background1"/>
          <w:spacing w:val="8"/>
          <w:kern w:val="24"/>
          <w:highlight w:val="darkGray"/>
          <w:rtl/>
        </w:rPr>
        <w:t>מרתונים מיוחדים</w:t>
      </w:r>
      <w:r w:rsidRPr="0043354F">
        <w:rPr>
          <w:rFonts w:ascii="arial bold" w:hAnsi="arial bold" w:hint="cs"/>
          <w:b/>
          <w:bCs/>
          <w:color w:val="FFFFFF" w:themeColor="background1"/>
          <w:spacing w:val="8"/>
          <w:kern w:val="24"/>
          <w:highlight w:val="darkGray"/>
          <w:rtl/>
        </w:rPr>
        <w:t>:</w:t>
      </w:r>
    </w:p>
    <w:p w:rsidR="002B6699" w:rsidRPr="0043354F" w:rsidRDefault="002B6699" w:rsidP="00CB23AB">
      <w:pPr>
        <w:ind w:left="57" w:right="57"/>
        <w:jc w:val="both"/>
        <w:rPr>
          <w:rFonts w:ascii="arial bold" w:hAnsi="arial bold"/>
          <w:b/>
          <w:bCs/>
          <w:spacing w:val="8"/>
          <w:kern w:val="24"/>
          <w:sz w:val="8"/>
          <w:szCs w:val="8"/>
          <w:highlight w:val="lightGray"/>
          <w:rtl/>
        </w:rPr>
      </w:pPr>
    </w:p>
    <w:p w:rsidR="00AC3DB1" w:rsidRPr="00CB23AB" w:rsidRDefault="00AC3DB1" w:rsidP="00CB23AB">
      <w:pPr>
        <w:ind w:left="57" w:right="57"/>
        <w:jc w:val="both"/>
        <w:rPr>
          <w:b/>
          <w:bCs/>
          <w:rtl/>
        </w:rPr>
      </w:pPr>
      <w:r w:rsidRPr="002B6699">
        <w:rPr>
          <w:b/>
          <w:bCs/>
          <w:color w:val="0000FF"/>
          <w:rtl/>
        </w:rPr>
        <w:t>מרתון "קרבות אויר"</w:t>
      </w:r>
      <w:r w:rsidRPr="00CB23AB">
        <w:rPr>
          <w:b/>
          <w:bCs/>
          <w:rtl/>
        </w:rPr>
        <w:t xml:space="preserve"> </w:t>
      </w:r>
      <w:r w:rsidRPr="002B6699">
        <w:rPr>
          <w:b/>
          <w:bCs/>
          <w:color w:val="C00000"/>
          <w:sz w:val="22"/>
          <w:szCs w:val="22"/>
          <w:rtl/>
        </w:rPr>
        <w:t>יום שבת, 4 באפריל החל מ-12:10</w:t>
      </w:r>
    </w:p>
    <w:p w:rsidR="00AC3DB1" w:rsidRDefault="00AC3DB1" w:rsidP="00CB23AB">
      <w:pPr>
        <w:pStyle w:val="Footer"/>
        <w:tabs>
          <w:tab w:val="clear" w:pos="4153"/>
          <w:tab w:val="clear" w:pos="8306"/>
        </w:tabs>
        <w:ind w:left="57" w:right="57"/>
        <w:jc w:val="both"/>
        <w:rPr>
          <w:rFonts w:cs="Arial"/>
          <w:sz w:val="22"/>
          <w:szCs w:val="22"/>
          <w:rtl/>
        </w:rPr>
      </w:pPr>
      <w:r w:rsidRPr="00CB23AB">
        <w:rPr>
          <w:rFonts w:cs="Arial"/>
          <w:sz w:val="22"/>
          <w:szCs w:val="22"/>
          <w:rtl/>
        </w:rPr>
        <w:t xml:space="preserve">שחזור של קרבות האוויר המסוכנים והנועזים בתולדות התעופה, באמצעות שילוב בין קטעי ארכיון נדירים, אנימציית מחשב משוכללת וראיונות  עם הטייסים שנטלו חלק באותם קרבות. פרקי הסדרה בוחנים בין השאר קרבות אוויר שהתחוללו בשתי מלחמות העולם, מלחמת וייטנאם ומלחמת ששת הימים. </w:t>
      </w:r>
    </w:p>
    <w:p w:rsidR="0043354F" w:rsidRPr="0043354F" w:rsidRDefault="0043354F" w:rsidP="00CB23AB">
      <w:pPr>
        <w:pStyle w:val="Footer"/>
        <w:tabs>
          <w:tab w:val="clear" w:pos="4153"/>
          <w:tab w:val="clear" w:pos="8306"/>
        </w:tabs>
        <w:ind w:left="57" w:right="57"/>
        <w:jc w:val="both"/>
        <w:rPr>
          <w:rFonts w:cs="Arial"/>
          <w:sz w:val="8"/>
          <w:szCs w:val="8"/>
          <w:rtl/>
        </w:rPr>
      </w:pPr>
    </w:p>
    <w:p w:rsidR="00AC3DB1" w:rsidRPr="00CB23AB" w:rsidRDefault="00AC3DB1" w:rsidP="00CB23AB">
      <w:pPr>
        <w:ind w:left="57" w:right="57"/>
        <w:jc w:val="both"/>
        <w:rPr>
          <w:b/>
          <w:bCs/>
          <w:rtl/>
        </w:rPr>
      </w:pPr>
      <w:r w:rsidRPr="002B6699">
        <w:rPr>
          <w:b/>
          <w:bCs/>
          <w:color w:val="0000FF"/>
          <w:rtl/>
        </w:rPr>
        <w:t>מרתון "מלחמות העולם"</w:t>
      </w:r>
      <w:r w:rsidRPr="002B6699">
        <w:rPr>
          <w:b/>
          <w:bCs/>
          <w:color w:val="C00000"/>
          <w:sz w:val="22"/>
          <w:szCs w:val="22"/>
          <w:rtl/>
        </w:rPr>
        <w:t xml:space="preserve"> יום שבת, 11 באפריל החל מ-13:00</w:t>
      </w:r>
    </w:p>
    <w:p w:rsidR="00AC3DB1" w:rsidRDefault="00AC3DB1" w:rsidP="00CB23AB">
      <w:pPr>
        <w:ind w:left="57" w:right="57"/>
        <w:jc w:val="both"/>
        <w:rPr>
          <w:sz w:val="22"/>
          <w:szCs w:val="22"/>
          <w:rtl/>
        </w:rPr>
      </w:pPr>
      <w:r w:rsidRPr="00CB23AB">
        <w:rPr>
          <w:color w:val="000000"/>
          <w:sz w:val="22"/>
          <w:szCs w:val="22"/>
          <w:shd w:val="clear" w:color="auto" w:fill="FFFFFF"/>
          <w:rtl/>
        </w:rPr>
        <w:t xml:space="preserve">סדרה מרתקת ומושקעת, המגוללת סיפור דרמטי של שלושה עשורים קטלניים במאה ה-20: שלושים שנים במהלכן התרחשו שתי מלחמות העולם, דרך עיני המנהיגים והמפקדים שאישיותם ואופיים עוצבו בשוחות מלחמת העולם הראשונה, שהשלכותיה הדרמטיות  הביאו את העולם על סף חורבן מוחלט במלחמה שנייה. </w:t>
      </w:r>
    </w:p>
    <w:p w:rsidR="0043354F" w:rsidRPr="0043354F" w:rsidRDefault="0043354F" w:rsidP="00CB23AB">
      <w:pPr>
        <w:ind w:left="57" w:right="57"/>
        <w:jc w:val="both"/>
        <w:rPr>
          <w:sz w:val="10"/>
          <w:szCs w:val="10"/>
          <w:rtl/>
        </w:rPr>
      </w:pPr>
    </w:p>
    <w:p w:rsidR="00AC3DB1" w:rsidRPr="00CB23AB" w:rsidRDefault="00AC3DB1" w:rsidP="00CB23AB">
      <w:pPr>
        <w:ind w:left="57" w:right="57"/>
        <w:jc w:val="both"/>
        <w:rPr>
          <w:b/>
          <w:bCs/>
          <w:rtl/>
        </w:rPr>
      </w:pPr>
      <w:r w:rsidRPr="002B6699">
        <w:rPr>
          <w:b/>
          <w:bCs/>
          <w:color w:val="0000FF"/>
          <w:rtl/>
        </w:rPr>
        <w:t>מרתון "רומא העתיקה"</w:t>
      </w:r>
      <w:r w:rsidRPr="00CB23AB">
        <w:rPr>
          <w:b/>
          <w:bCs/>
          <w:rtl/>
        </w:rPr>
        <w:t xml:space="preserve"> </w:t>
      </w:r>
      <w:r w:rsidRPr="002B6699">
        <w:rPr>
          <w:b/>
          <w:bCs/>
          <w:color w:val="C00000"/>
          <w:sz w:val="22"/>
          <w:szCs w:val="22"/>
          <w:rtl/>
        </w:rPr>
        <w:t>יום שבת, 18 באפריל החל מ-12:00</w:t>
      </w:r>
    </w:p>
    <w:p w:rsidR="0043354F" w:rsidRPr="00CB23AB" w:rsidRDefault="00AC3DB1" w:rsidP="00943F5F">
      <w:pPr>
        <w:ind w:left="57" w:right="57"/>
        <w:jc w:val="both"/>
        <w:rPr>
          <w:rFonts w:ascii="Verdana" w:hAnsi="Verdana"/>
          <w:sz w:val="22"/>
          <w:szCs w:val="22"/>
          <w:rtl/>
        </w:rPr>
      </w:pPr>
      <w:r w:rsidRPr="00CB23AB">
        <w:rPr>
          <w:rFonts w:ascii="Verdana" w:hAnsi="Verdana" w:hint="eastAsia"/>
          <w:sz w:val="22"/>
          <w:szCs w:val="22"/>
          <w:rtl/>
        </w:rPr>
        <w:t>לפי</w:t>
      </w:r>
      <w:r w:rsidRPr="00CB23AB">
        <w:rPr>
          <w:rFonts w:ascii="Verdana" w:hAnsi="Verdana"/>
          <w:sz w:val="22"/>
          <w:szCs w:val="22"/>
          <w:rtl/>
        </w:rPr>
        <w:t xml:space="preserve"> </w:t>
      </w:r>
      <w:r w:rsidRPr="00CB23AB">
        <w:rPr>
          <w:rFonts w:ascii="Verdana" w:hAnsi="Verdana" w:hint="eastAsia"/>
          <w:sz w:val="22"/>
          <w:szCs w:val="22"/>
          <w:rtl/>
        </w:rPr>
        <w:t>המסורת</w:t>
      </w:r>
      <w:r w:rsidRPr="00CB23AB">
        <w:rPr>
          <w:rFonts w:ascii="Verdana" w:hAnsi="Verdana"/>
          <w:sz w:val="22"/>
          <w:szCs w:val="22"/>
          <w:rtl/>
        </w:rPr>
        <w:t xml:space="preserve"> </w:t>
      </w:r>
      <w:r w:rsidRPr="00CB23AB">
        <w:rPr>
          <w:rFonts w:ascii="Verdana" w:hAnsi="Verdana" w:hint="eastAsia"/>
          <w:sz w:val="22"/>
          <w:szCs w:val="22"/>
          <w:rtl/>
        </w:rPr>
        <w:t>הרומאית</w:t>
      </w:r>
      <w:r w:rsidRPr="00CB23AB">
        <w:rPr>
          <w:rFonts w:ascii="Verdana" w:hAnsi="Verdana"/>
          <w:sz w:val="22"/>
          <w:szCs w:val="22"/>
          <w:rtl/>
        </w:rPr>
        <w:t xml:space="preserve">, </w:t>
      </w:r>
      <w:r w:rsidRPr="00CB23AB">
        <w:rPr>
          <w:rFonts w:ascii="Verdana" w:hAnsi="Verdana" w:hint="eastAsia"/>
          <w:sz w:val="22"/>
          <w:szCs w:val="22"/>
          <w:rtl/>
        </w:rPr>
        <w:t>ב</w:t>
      </w:r>
      <w:r w:rsidRPr="00CB23AB">
        <w:rPr>
          <w:rFonts w:ascii="Verdana" w:hAnsi="Verdana"/>
          <w:sz w:val="22"/>
          <w:szCs w:val="22"/>
          <w:rtl/>
        </w:rPr>
        <w:t xml:space="preserve">-21 </w:t>
      </w:r>
      <w:r w:rsidRPr="00CB23AB">
        <w:rPr>
          <w:rFonts w:ascii="Verdana" w:hAnsi="Verdana" w:hint="eastAsia"/>
          <w:sz w:val="22"/>
          <w:szCs w:val="22"/>
          <w:rtl/>
        </w:rPr>
        <w:t>באפריל</w:t>
      </w:r>
      <w:r w:rsidRPr="00CB23AB">
        <w:rPr>
          <w:rFonts w:ascii="Verdana" w:hAnsi="Verdana"/>
          <w:sz w:val="22"/>
          <w:szCs w:val="22"/>
          <w:rtl/>
        </w:rPr>
        <w:t xml:space="preserve">, </w:t>
      </w:r>
      <w:r w:rsidRPr="00CB23AB">
        <w:rPr>
          <w:rFonts w:ascii="Verdana" w:hAnsi="Verdana" w:hint="eastAsia"/>
          <w:sz w:val="22"/>
          <w:szCs w:val="22"/>
          <w:rtl/>
        </w:rPr>
        <w:t>שנת</w:t>
      </w:r>
      <w:r w:rsidRPr="00CB23AB">
        <w:rPr>
          <w:rFonts w:ascii="Verdana" w:hAnsi="Verdana"/>
          <w:sz w:val="22"/>
          <w:szCs w:val="22"/>
          <w:rtl/>
        </w:rPr>
        <w:t xml:space="preserve"> 753 </w:t>
      </w:r>
      <w:r w:rsidRPr="00CB23AB">
        <w:rPr>
          <w:rFonts w:ascii="Verdana" w:hAnsi="Verdana" w:hint="eastAsia"/>
          <w:sz w:val="22"/>
          <w:szCs w:val="22"/>
          <w:rtl/>
        </w:rPr>
        <w:t>לפנה</w:t>
      </w:r>
      <w:r w:rsidRPr="00CB23AB">
        <w:rPr>
          <w:rFonts w:ascii="Verdana" w:hAnsi="Verdana"/>
          <w:sz w:val="22"/>
          <w:szCs w:val="22"/>
          <w:rtl/>
        </w:rPr>
        <w:t>"</w:t>
      </w:r>
      <w:r w:rsidRPr="00CB23AB">
        <w:rPr>
          <w:rFonts w:ascii="Verdana" w:hAnsi="Verdana" w:hint="eastAsia"/>
          <w:sz w:val="22"/>
          <w:szCs w:val="22"/>
          <w:rtl/>
        </w:rPr>
        <w:t>ס</w:t>
      </w:r>
      <w:r w:rsidRPr="00CB23AB">
        <w:rPr>
          <w:rFonts w:ascii="Verdana" w:hAnsi="Verdana"/>
          <w:sz w:val="22"/>
          <w:szCs w:val="22"/>
          <w:rtl/>
        </w:rPr>
        <w:t xml:space="preserve"> </w:t>
      </w:r>
      <w:r w:rsidRPr="00CB23AB">
        <w:rPr>
          <w:rFonts w:ascii="Verdana" w:hAnsi="Verdana" w:hint="eastAsia"/>
          <w:sz w:val="22"/>
          <w:szCs w:val="22"/>
          <w:rtl/>
        </w:rPr>
        <w:t>נוסדה</w:t>
      </w:r>
      <w:r w:rsidRPr="00CB23AB">
        <w:rPr>
          <w:rFonts w:ascii="Verdana" w:hAnsi="Verdana"/>
          <w:sz w:val="22"/>
          <w:szCs w:val="22"/>
          <w:rtl/>
        </w:rPr>
        <w:t xml:space="preserve"> </w:t>
      </w:r>
      <w:r w:rsidRPr="00CB23AB">
        <w:rPr>
          <w:rFonts w:ascii="Verdana" w:hAnsi="Verdana" w:hint="eastAsia"/>
          <w:sz w:val="22"/>
          <w:szCs w:val="22"/>
          <w:rtl/>
        </w:rPr>
        <w:t>העיר</w:t>
      </w:r>
      <w:r w:rsidRPr="00CB23AB">
        <w:rPr>
          <w:rFonts w:ascii="Verdana" w:hAnsi="Verdana"/>
          <w:sz w:val="22"/>
          <w:szCs w:val="22"/>
          <w:rtl/>
        </w:rPr>
        <w:t xml:space="preserve"> </w:t>
      </w:r>
      <w:r w:rsidRPr="00CB23AB">
        <w:rPr>
          <w:rFonts w:ascii="Verdana" w:hAnsi="Verdana" w:hint="eastAsia"/>
          <w:sz w:val="22"/>
          <w:szCs w:val="22"/>
          <w:rtl/>
        </w:rPr>
        <w:t>רומא</w:t>
      </w:r>
      <w:r w:rsidRPr="00CB23AB">
        <w:rPr>
          <w:rFonts w:ascii="Verdana" w:hAnsi="Verdana"/>
          <w:sz w:val="22"/>
          <w:szCs w:val="22"/>
          <w:rtl/>
        </w:rPr>
        <w:t xml:space="preserve"> </w:t>
      </w:r>
      <w:r w:rsidRPr="00CB23AB">
        <w:rPr>
          <w:rFonts w:ascii="Verdana" w:hAnsi="Verdana" w:hint="eastAsia"/>
          <w:sz w:val="22"/>
          <w:szCs w:val="22"/>
          <w:rtl/>
        </w:rPr>
        <w:t>ע</w:t>
      </w:r>
      <w:r w:rsidRPr="00CB23AB">
        <w:rPr>
          <w:rFonts w:ascii="Verdana" w:hAnsi="Verdana"/>
          <w:sz w:val="22"/>
          <w:szCs w:val="22"/>
          <w:rtl/>
        </w:rPr>
        <w:t>"</w:t>
      </w:r>
      <w:r w:rsidRPr="00CB23AB">
        <w:rPr>
          <w:rFonts w:ascii="Verdana" w:hAnsi="Verdana" w:hint="eastAsia"/>
          <w:sz w:val="22"/>
          <w:szCs w:val="22"/>
          <w:rtl/>
        </w:rPr>
        <w:t>י</w:t>
      </w:r>
      <w:r w:rsidRPr="00CB23AB">
        <w:rPr>
          <w:rFonts w:ascii="Verdana" w:hAnsi="Verdana"/>
          <w:sz w:val="22"/>
          <w:szCs w:val="22"/>
          <w:rtl/>
        </w:rPr>
        <w:t xml:space="preserve"> </w:t>
      </w:r>
      <w:r w:rsidRPr="00CB23AB">
        <w:rPr>
          <w:rFonts w:ascii="Verdana" w:hAnsi="Verdana" w:hint="eastAsia"/>
          <w:sz w:val="22"/>
          <w:szCs w:val="22"/>
          <w:rtl/>
        </w:rPr>
        <w:t>האחים</w:t>
      </w:r>
      <w:r w:rsidRPr="00CB23AB">
        <w:rPr>
          <w:rFonts w:ascii="Verdana" w:hAnsi="Verdana"/>
          <w:sz w:val="22"/>
          <w:szCs w:val="22"/>
          <w:rtl/>
        </w:rPr>
        <w:t xml:space="preserve"> </w:t>
      </w:r>
      <w:r w:rsidRPr="00CB23AB">
        <w:rPr>
          <w:rFonts w:ascii="Verdana" w:hAnsi="Verdana" w:hint="eastAsia"/>
          <w:sz w:val="22"/>
          <w:szCs w:val="22"/>
          <w:rtl/>
        </w:rPr>
        <w:t>התאומים</w:t>
      </w:r>
      <w:r w:rsidRPr="00CB23AB">
        <w:rPr>
          <w:rFonts w:ascii="Verdana" w:hAnsi="Verdana"/>
          <w:sz w:val="22"/>
          <w:szCs w:val="22"/>
          <w:rtl/>
        </w:rPr>
        <w:t xml:space="preserve"> </w:t>
      </w:r>
      <w:r w:rsidRPr="00CB23AB">
        <w:rPr>
          <w:rFonts w:ascii="Verdana" w:hAnsi="Verdana" w:hint="eastAsia"/>
          <w:sz w:val="22"/>
          <w:szCs w:val="22"/>
          <w:rtl/>
        </w:rPr>
        <w:t>רמוס</w:t>
      </w:r>
      <w:r w:rsidRPr="00CB23AB">
        <w:rPr>
          <w:rFonts w:ascii="Verdana" w:hAnsi="Verdana"/>
          <w:sz w:val="22"/>
          <w:szCs w:val="22"/>
          <w:rtl/>
        </w:rPr>
        <w:t xml:space="preserve"> </w:t>
      </w:r>
      <w:r w:rsidRPr="00CB23AB">
        <w:rPr>
          <w:rFonts w:ascii="Verdana" w:hAnsi="Verdana" w:hint="eastAsia"/>
          <w:sz w:val="22"/>
          <w:szCs w:val="22"/>
          <w:rtl/>
        </w:rPr>
        <w:t>ורומולס</w:t>
      </w:r>
      <w:r w:rsidRPr="00CB23AB">
        <w:rPr>
          <w:rFonts w:ascii="Verdana" w:hAnsi="Verdana"/>
          <w:sz w:val="22"/>
          <w:szCs w:val="22"/>
          <w:rtl/>
        </w:rPr>
        <w:t xml:space="preserve">, </w:t>
      </w:r>
      <w:r w:rsidRPr="00CB23AB">
        <w:rPr>
          <w:rFonts w:ascii="Verdana" w:hAnsi="Verdana" w:hint="eastAsia"/>
          <w:sz w:val="22"/>
          <w:szCs w:val="22"/>
          <w:rtl/>
        </w:rPr>
        <w:t>שהיה</w:t>
      </w:r>
      <w:r w:rsidRPr="00CB23AB">
        <w:rPr>
          <w:rFonts w:ascii="Verdana" w:hAnsi="Verdana"/>
          <w:sz w:val="22"/>
          <w:szCs w:val="22"/>
          <w:rtl/>
        </w:rPr>
        <w:t xml:space="preserve"> </w:t>
      </w:r>
      <w:r w:rsidRPr="00CB23AB">
        <w:rPr>
          <w:rFonts w:ascii="Verdana" w:hAnsi="Verdana" w:hint="eastAsia"/>
          <w:sz w:val="22"/>
          <w:szCs w:val="22"/>
          <w:rtl/>
        </w:rPr>
        <w:t>למלכה</w:t>
      </w:r>
      <w:r w:rsidRPr="00CB23AB">
        <w:rPr>
          <w:rFonts w:ascii="Verdana" w:hAnsi="Verdana"/>
          <w:sz w:val="22"/>
          <w:szCs w:val="22"/>
          <w:rtl/>
        </w:rPr>
        <w:t xml:space="preserve"> </w:t>
      </w:r>
      <w:r w:rsidRPr="00CB23AB">
        <w:rPr>
          <w:rFonts w:ascii="Verdana" w:hAnsi="Verdana" w:hint="eastAsia"/>
          <w:sz w:val="22"/>
          <w:szCs w:val="22"/>
          <w:rtl/>
        </w:rPr>
        <w:t>הראשון</w:t>
      </w:r>
      <w:r w:rsidRPr="00CB23AB">
        <w:rPr>
          <w:rFonts w:ascii="Verdana" w:hAnsi="Verdana"/>
          <w:sz w:val="22"/>
          <w:szCs w:val="22"/>
          <w:rtl/>
        </w:rPr>
        <w:t xml:space="preserve"> </w:t>
      </w:r>
      <w:r w:rsidRPr="00CB23AB">
        <w:rPr>
          <w:rFonts w:ascii="Verdana" w:hAnsi="Verdana" w:hint="eastAsia"/>
          <w:sz w:val="22"/>
          <w:szCs w:val="22"/>
          <w:rtl/>
        </w:rPr>
        <w:t>של</w:t>
      </w:r>
      <w:r w:rsidRPr="00CB23AB">
        <w:rPr>
          <w:rFonts w:ascii="Verdana" w:hAnsi="Verdana"/>
          <w:sz w:val="22"/>
          <w:szCs w:val="22"/>
          <w:rtl/>
        </w:rPr>
        <w:t xml:space="preserve"> </w:t>
      </w:r>
      <w:r w:rsidRPr="00CB23AB">
        <w:rPr>
          <w:rFonts w:ascii="Verdana" w:hAnsi="Verdana" w:hint="eastAsia"/>
          <w:sz w:val="22"/>
          <w:szCs w:val="22"/>
          <w:rtl/>
        </w:rPr>
        <w:t>העיר</w:t>
      </w:r>
      <w:r w:rsidRPr="00CB23AB">
        <w:rPr>
          <w:rFonts w:ascii="Verdana" w:hAnsi="Verdana"/>
          <w:sz w:val="22"/>
          <w:szCs w:val="22"/>
          <w:rtl/>
        </w:rPr>
        <w:t xml:space="preserve">. </w:t>
      </w:r>
      <w:r w:rsidRPr="00CB23AB">
        <w:rPr>
          <w:rFonts w:ascii="Verdana" w:hAnsi="Verdana" w:hint="eastAsia"/>
          <w:sz w:val="22"/>
          <w:szCs w:val="22"/>
          <w:rtl/>
        </w:rPr>
        <w:t>לציון</w:t>
      </w:r>
      <w:r w:rsidRPr="00CB23AB">
        <w:rPr>
          <w:rFonts w:ascii="Verdana" w:hAnsi="Verdana"/>
          <w:sz w:val="22"/>
          <w:szCs w:val="22"/>
          <w:rtl/>
        </w:rPr>
        <w:t xml:space="preserve"> </w:t>
      </w:r>
      <w:r w:rsidRPr="00CB23AB">
        <w:rPr>
          <w:rFonts w:ascii="Verdana" w:hAnsi="Verdana" w:hint="eastAsia"/>
          <w:sz w:val="22"/>
          <w:szCs w:val="22"/>
          <w:rtl/>
        </w:rPr>
        <w:t>המאורע</w:t>
      </w:r>
      <w:r w:rsidRPr="00CB23AB">
        <w:rPr>
          <w:rFonts w:ascii="Verdana" w:hAnsi="Verdana"/>
          <w:sz w:val="22"/>
          <w:szCs w:val="22"/>
          <w:rtl/>
        </w:rPr>
        <w:t xml:space="preserve"> </w:t>
      </w:r>
      <w:r w:rsidRPr="00CB23AB">
        <w:rPr>
          <w:rFonts w:ascii="Verdana" w:hAnsi="Verdana" w:hint="eastAsia"/>
          <w:sz w:val="22"/>
          <w:szCs w:val="22"/>
          <w:rtl/>
        </w:rPr>
        <w:t>החשוב</w:t>
      </w:r>
      <w:r w:rsidRPr="00CB23AB">
        <w:rPr>
          <w:rFonts w:ascii="Verdana" w:hAnsi="Verdana"/>
          <w:sz w:val="22"/>
          <w:szCs w:val="22"/>
          <w:rtl/>
        </w:rPr>
        <w:t xml:space="preserve">, </w:t>
      </w:r>
      <w:r w:rsidRPr="00CB23AB">
        <w:rPr>
          <w:rFonts w:ascii="Verdana" w:hAnsi="Verdana" w:hint="eastAsia"/>
          <w:sz w:val="22"/>
          <w:szCs w:val="22"/>
          <w:rtl/>
        </w:rPr>
        <w:t>נשדר</w:t>
      </w:r>
      <w:r w:rsidRPr="00CB23AB">
        <w:rPr>
          <w:rFonts w:ascii="Verdana" w:hAnsi="Verdana"/>
          <w:sz w:val="22"/>
          <w:szCs w:val="22"/>
          <w:rtl/>
        </w:rPr>
        <w:t xml:space="preserve"> </w:t>
      </w:r>
      <w:r w:rsidRPr="00CB23AB">
        <w:rPr>
          <w:rFonts w:ascii="Verdana" w:hAnsi="Verdana" w:hint="eastAsia"/>
          <w:sz w:val="22"/>
          <w:szCs w:val="22"/>
          <w:rtl/>
        </w:rPr>
        <w:t>פרקים</w:t>
      </w:r>
      <w:r w:rsidRPr="00CB23AB">
        <w:rPr>
          <w:rFonts w:ascii="Verdana" w:hAnsi="Verdana"/>
          <w:sz w:val="22"/>
          <w:szCs w:val="22"/>
          <w:rtl/>
        </w:rPr>
        <w:t xml:space="preserve"> </w:t>
      </w:r>
      <w:r w:rsidRPr="00CB23AB">
        <w:rPr>
          <w:rFonts w:ascii="Verdana" w:hAnsi="Verdana" w:hint="eastAsia"/>
          <w:sz w:val="22"/>
          <w:szCs w:val="22"/>
          <w:rtl/>
        </w:rPr>
        <w:t>מיוחדים</w:t>
      </w:r>
      <w:r w:rsidRPr="00CB23AB">
        <w:rPr>
          <w:rFonts w:ascii="Verdana" w:hAnsi="Verdana"/>
          <w:sz w:val="22"/>
          <w:szCs w:val="22"/>
          <w:rtl/>
        </w:rPr>
        <w:t xml:space="preserve"> </w:t>
      </w:r>
      <w:r w:rsidRPr="00CB23AB">
        <w:rPr>
          <w:rFonts w:ascii="Verdana" w:hAnsi="Verdana" w:hint="eastAsia"/>
          <w:sz w:val="22"/>
          <w:szCs w:val="22"/>
          <w:rtl/>
        </w:rPr>
        <w:t>של</w:t>
      </w:r>
      <w:r w:rsidRPr="00CB23AB">
        <w:rPr>
          <w:rFonts w:ascii="Verdana" w:hAnsi="Verdana"/>
          <w:sz w:val="22"/>
          <w:szCs w:val="22"/>
          <w:rtl/>
        </w:rPr>
        <w:t xml:space="preserve"> "</w:t>
      </w:r>
      <w:r w:rsidRPr="00CB23AB">
        <w:rPr>
          <w:rFonts w:ascii="Verdana" w:hAnsi="Verdana" w:hint="eastAsia"/>
          <w:sz w:val="22"/>
          <w:szCs w:val="22"/>
          <w:rtl/>
        </w:rPr>
        <w:t>ערים</w:t>
      </w:r>
      <w:r w:rsidRPr="00CB23AB">
        <w:rPr>
          <w:rFonts w:ascii="Verdana" w:hAnsi="Verdana"/>
          <w:sz w:val="22"/>
          <w:szCs w:val="22"/>
          <w:rtl/>
        </w:rPr>
        <w:t xml:space="preserve">: </w:t>
      </w:r>
      <w:r w:rsidRPr="00CB23AB">
        <w:rPr>
          <w:rFonts w:ascii="Verdana" w:hAnsi="Verdana" w:hint="eastAsia"/>
          <w:sz w:val="22"/>
          <w:szCs w:val="22"/>
          <w:rtl/>
        </w:rPr>
        <w:t>עולם</w:t>
      </w:r>
      <w:r w:rsidRPr="00CB23AB">
        <w:rPr>
          <w:rFonts w:ascii="Verdana" w:hAnsi="Verdana"/>
          <w:sz w:val="22"/>
          <w:szCs w:val="22"/>
          <w:rtl/>
        </w:rPr>
        <w:t>-</w:t>
      </w:r>
      <w:r w:rsidRPr="00CB23AB">
        <w:rPr>
          <w:rFonts w:ascii="Verdana" w:hAnsi="Verdana" w:hint="eastAsia"/>
          <w:sz w:val="22"/>
          <w:szCs w:val="22"/>
          <w:rtl/>
        </w:rPr>
        <w:t>תת</w:t>
      </w:r>
      <w:r w:rsidRPr="00CB23AB">
        <w:rPr>
          <w:rFonts w:ascii="Verdana" w:hAnsi="Verdana"/>
          <w:sz w:val="22"/>
          <w:szCs w:val="22"/>
          <w:rtl/>
        </w:rPr>
        <w:t>-</w:t>
      </w:r>
      <w:r w:rsidRPr="00CB23AB">
        <w:rPr>
          <w:rFonts w:ascii="Verdana" w:hAnsi="Verdana" w:hint="eastAsia"/>
          <w:sz w:val="22"/>
          <w:szCs w:val="22"/>
          <w:rtl/>
        </w:rPr>
        <w:t>קרקעי</w:t>
      </w:r>
      <w:r w:rsidRPr="00CB23AB">
        <w:rPr>
          <w:rFonts w:ascii="Verdana" w:hAnsi="Verdana"/>
          <w:sz w:val="22"/>
          <w:szCs w:val="22"/>
          <w:rtl/>
        </w:rPr>
        <w:t>", "</w:t>
      </w:r>
      <w:r w:rsidRPr="00CB23AB">
        <w:rPr>
          <w:rFonts w:ascii="Verdana" w:hAnsi="Verdana" w:hint="eastAsia"/>
          <w:sz w:val="22"/>
          <w:szCs w:val="22"/>
          <w:rtl/>
        </w:rPr>
        <w:t>חידושי</w:t>
      </w:r>
      <w:r w:rsidRPr="00CB23AB">
        <w:rPr>
          <w:rFonts w:ascii="Verdana" w:hAnsi="Verdana"/>
          <w:sz w:val="22"/>
          <w:szCs w:val="22"/>
          <w:rtl/>
        </w:rPr>
        <w:t xml:space="preserve"> </w:t>
      </w:r>
      <w:r w:rsidRPr="00CB23AB">
        <w:rPr>
          <w:rFonts w:ascii="Verdana" w:hAnsi="Verdana" w:hint="eastAsia"/>
          <w:sz w:val="22"/>
          <w:szCs w:val="22"/>
          <w:rtl/>
        </w:rPr>
        <w:t>העולם</w:t>
      </w:r>
      <w:r w:rsidRPr="00CB23AB">
        <w:rPr>
          <w:rFonts w:ascii="Verdana" w:hAnsi="Verdana"/>
          <w:sz w:val="22"/>
          <w:szCs w:val="22"/>
          <w:rtl/>
        </w:rPr>
        <w:t xml:space="preserve"> </w:t>
      </w:r>
      <w:r w:rsidRPr="00CB23AB">
        <w:rPr>
          <w:rFonts w:ascii="Verdana" w:hAnsi="Verdana" w:hint="eastAsia"/>
          <w:sz w:val="22"/>
          <w:szCs w:val="22"/>
          <w:rtl/>
        </w:rPr>
        <w:t>העתיק</w:t>
      </w:r>
      <w:r w:rsidRPr="00CB23AB">
        <w:rPr>
          <w:rFonts w:ascii="Verdana" w:hAnsi="Verdana"/>
          <w:sz w:val="22"/>
          <w:szCs w:val="22"/>
          <w:rtl/>
        </w:rPr>
        <w:t xml:space="preserve">" </w:t>
      </w:r>
      <w:r w:rsidRPr="00CB23AB">
        <w:rPr>
          <w:rFonts w:ascii="Verdana" w:hAnsi="Verdana" w:hint="eastAsia"/>
          <w:sz w:val="22"/>
          <w:szCs w:val="22"/>
          <w:rtl/>
        </w:rPr>
        <w:t>ואת</w:t>
      </w:r>
      <w:r w:rsidRPr="00CB23AB">
        <w:rPr>
          <w:rFonts w:ascii="Verdana" w:hAnsi="Verdana"/>
          <w:sz w:val="22"/>
          <w:szCs w:val="22"/>
          <w:rtl/>
        </w:rPr>
        <w:t xml:space="preserve"> </w:t>
      </w:r>
      <w:r w:rsidRPr="00CB23AB">
        <w:rPr>
          <w:rFonts w:ascii="Verdana" w:hAnsi="Verdana" w:hint="eastAsia"/>
          <w:sz w:val="22"/>
          <w:szCs w:val="22"/>
          <w:rtl/>
        </w:rPr>
        <w:t>הספיישל</w:t>
      </w:r>
      <w:r w:rsidRPr="00CB23AB">
        <w:rPr>
          <w:rFonts w:ascii="Verdana" w:hAnsi="Verdana"/>
          <w:sz w:val="22"/>
          <w:szCs w:val="22"/>
          <w:rtl/>
        </w:rPr>
        <w:t xml:space="preserve"> "</w:t>
      </w:r>
      <w:r w:rsidRPr="00CB23AB">
        <w:rPr>
          <w:rFonts w:ascii="Verdana" w:hAnsi="Verdana" w:hint="eastAsia"/>
          <w:sz w:val="22"/>
          <w:szCs w:val="22"/>
          <w:rtl/>
        </w:rPr>
        <w:t>רומא</w:t>
      </w:r>
      <w:r w:rsidRPr="00CB23AB">
        <w:rPr>
          <w:rFonts w:ascii="Verdana" w:hAnsi="Verdana"/>
          <w:sz w:val="22"/>
          <w:szCs w:val="22"/>
          <w:rtl/>
        </w:rPr>
        <w:t xml:space="preserve"> </w:t>
      </w:r>
      <w:r w:rsidRPr="00CB23AB">
        <w:rPr>
          <w:rFonts w:ascii="Verdana" w:hAnsi="Verdana" w:hint="eastAsia"/>
          <w:sz w:val="22"/>
          <w:szCs w:val="22"/>
          <w:rtl/>
        </w:rPr>
        <w:t>העתיקה</w:t>
      </w:r>
      <w:r w:rsidRPr="00CB23AB">
        <w:rPr>
          <w:rFonts w:ascii="Verdana" w:hAnsi="Verdana"/>
          <w:sz w:val="22"/>
          <w:szCs w:val="22"/>
          <w:rtl/>
        </w:rPr>
        <w:t xml:space="preserve">: </w:t>
      </w:r>
      <w:r w:rsidRPr="00CB23AB">
        <w:rPr>
          <w:rFonts w:ascii="Verdana" w:hAnsi="Verdana" w:hint="eastAsia"/>
          <w:sz w:val="22"/>
          <w:szCs w:val="22"/>
          <w:rtl/>
        </w:rPr>
        <w:t>חיים</w:t>
      </w:r>
      <w:r w:rsidRPr="00CB23AB">
        <w:rPr>
          <w:rFonts w:ascii="Verdana" w:hAnsi="Verdana"/>
          <w:sz w:val="22"/>
          <w:szCs w:val="22"/>
          <w:rtl/>
        </w:rPr>
        <w:t xml:space="preserve"> </w:t>
      </w:r>
      <w:r w:rsidRPr="00CB23AB">
        <w:rPr>
          <w:rFonts w:ascii="Verdana" w:hAnsi="Verdana" w:hint="eastAsia"/>
          <w:sz w:val="22"/>
          <w:szCs w:val="22"/>
          <w:rtl/>
        </w:rPr>
        <w:t>בחטא</w:t>
      </w:r>
      <w:r w:rsidRPr="00CB23AB">
        <w:rPr>
          <w:rFonts w:ascii="Verdana" w:hAnsi="Verdana"/>
          <w:sz w:val="22"/>
          <w:szCs w:val="22"/>
          <w:rtl/>
        </w:rPr>
        <w:t xml:space="preserve">", </w:t>
      </w:r>
      <w:r w:rsidRPr="00CB23AB">
        <w:rPr>
          <w:rFonts w:ascii="Verdana" w:hAnsi="Verdana" w:hint="eastAsia"/>
          <w:sz w:val="22"/>
          <w:szCs w:val="22"/>
          <w:rtl/>
        </w:rPr>
        <w:t>החושפים</w:t>
      </w:r>
      <w:r w:rsidRPr="00CB23AB">
        <w:rPr>
          <w:rFonts w:ascii="Verdana" w:hAnsi="Verdana"/>
          <w:sz w:val="22"/>
          <w:szCs w:val="22"/>
          <w:rtl/>
        </w:rPr>
        <w:t xml:space="preserve"> </w:t>
      </w:r>
      <w:r w:rsidRPr="00CB23AB">
        <w:rPr>
          <w:rFonts w:ascii="Verdana" w:hAnsi="Verdana" w:hint="eastAsia"/>
          <w:sz w:val="22"/>
          <w:szCs w:val="22"/>
          <w:rtl/>
        </w:rPr>
        <w:t>צדדים</w:t>
      </w:r>
      <w:r w:rsidRPr="00CB23AB">
        <w:rPr>
          <w:rFonts w:ascii="Verdana" w:hAnsi="Verdana"/>
          <w:sz w:val="22"/>
          <w:szCs w:val="22"/>
          <w:rtl/>
        </w:rPr>
        <w:t xml:space="preserve"> </w:t>
      </w:r>
      <w:r w:rsidRPr="00CB23AB">
        <w:rPr>
          <w:rFonts w:ascii="Verdana" w:hAnsi="Verdana" w:hint="eastAsia"/>
          <w:sz w:val="22"/>
          <w:szCs w:val="22"/>
          <w:rtl/>
        </w:rPr>
        <w:t>שונים</w:t>
      </w:r>
      <w:r w:rsidRPr="00CB23AB">
        <w:rPr>
          <w:rFonts w:ascii="Verdana" w:hAnsi="Verdana"/>
          <w:sz w:val="22"/>
          <w:szCs w:val="22"/>
          <w:rtl/>
        </w:rPr>
        <w:t xml:space="preserve"> </w:t>
      </w:r>
      <w:r w:rsidRPr="00CB23AB">
        <w:rPr>
          <w:rFonts w:ascii="Verdana" w:hAnsi="Verdana" w:hint="eastAsia"/>
          <w:sz w:val="22"/>
          <w:szCs w:val="22"/>
          <w:rtl/>
        </w:rPr>
        <w:t>בהיסטוריה</w:t>
      </w:r>
      <w:r w:rsidRPr="00CB23AB">
        <w:rPr>
          <w:rFonts w:ascii="Verdana" w:hAnsi="Verdana"/>
          <w:sz w:val="22"/>
          <w:szCs w:val="22"/>
          <w:rtl/>
        </w:rPr>
        <w:t xml:space="preserve"> </w:t>
      </w:r>
      <w:r w:rsidRPr="00CB23AB">
        <w:rPr>
          <w:rFonts w:ascii="Verdana" w:hAnsi="Verdana" w:hint="eastAsia"/>
          <w:sz w:val="22"/>
          <w:szCs w:val="22"/>
          <w:rtl/>
        </w:rPr>
        <w:t>של</w:t>
      </w:r>
      <w:r w:rsidRPr="00CB23AB">
        <w:rPr>
          <w:rFonts w:ascii="Verdana" w:hAnsi="Verdana"/>
          <w:sz w:val="22"/>
          <w:szCs w:val="22"/>
          <w:rtl/>
        </w:rPr>
        <w:t xml:space="preserve"> </w:t>
      </w:r>
      <w:r w:rsidRPr="00CB23AB">
        <w:rPr>
          <w:rFonts w:ascii="Verdana" w:hAnsi="Verdana" w:hint="eastAsia"/>
          <w:sz w:val="22"/>
          <w:szCs w:val="22"/>
          <w:rtl/>
        </w:rPr>
        <w:t>העיר</w:t>
      </w:r>
      <w:r w:rsidRPr="00CB23AB">
        <w:rPr>
          <w:rFonts w:ascii="Verdana" w:hAnsi="Verdana"/>
          <w:sz w:val="22"/>
          <w:szCs w:val="22"/>
          <w:rtl/>
        </w:rPr>
        <w:t xml:space="preserve"> </w:t>
      </w:r>
      <w:r w:rsidRPr="00CB23AB">
        <w:rPr>
          <w:rFonts w:ascii="Verdana" w:hAnsi="Verdana" w:hint="eastAsia"/>
          <w:sz w:val="22"/>
          <w:szCs w:val="22"/>
          <w:rtl/>
        </w:rPr>
        <w:t>שלא</w:t>
      </w:r>
      <w:r w:rsidRPr="00CB23AB">
        <w:rPr>
          <w:rFonts w:ascii="Verdana" w:hAnsi="Verdana"/>
          <w:sz w:val="22"/>
          <w:szCs w:val="22"/>
          <w:rtl/>
        </w:rPr>
        <w:t xml:space="preserve"> </w:t>
      </w:r>
      <w:r w:rsidRPr="00CB23AB">
        <w:rPr>
          <w:rFonts w:ascii="Verdana" w:hAnsi="Verdana" w:hint="eastAsia"/>
          <w:sz w:val="22"/>
          <w:szCs w:val="22"/>
          <w:rtl/>
        </w:rPr>
        <w:t>נבנתה</w:t>
      </w:r>
      <w:r w:rsidRPr="00CB23AB">
        <w:rPr>
          <w:rFonts w:ascii="Verdana" w:hAnsi="Verdana"/>
          <w:sz w:val="22"/>
          <w:szCs w:val="22"/>
          <w:rtl/>
        </w:rPr>
        <w:t xml:space="preserve"> </w:t>
      </w:r>
      <w:r w:rsidRPr="00CB23AB">
        <w:rPr>
          <w:rFonts w:ascii="Verdana" w:hAnsi="Verdana" w:hint="eastAsia"/>
          <w:sz w:val="22"/>
          <w:szCs w:val="22"/>
          <w:rtl/>
        </w:rPr>
        <w:t>ביום</w:t>
      </w:r>
      <w:r w:rsidRPr="00CB23AB">
        <w:rPr>
          <w:rFonts w:ascii="Verdana" w:hAnsi="Verdana"/>
          <w:sz w:val="22"/>
          <w:szCs w:val="22"/>
          <w:rtl/>
        </w:rPr>
        <w:t>.</w:t>
      </w:r>
    </w:p>
    <w:p w:rsidR="00940FF9" w:rsidRPr="00943F5F" w:rsidRDefault="00940FF9" w:rsidP="00CB23AB">
      <w:pPr>
        <w:ind w:left="57" w:right="57"/>
        <w:jc w:val="both"/>
        <w:rPr>
          <w:rFonts w:ascii="Verdana" w:hAnsi="Verdana"/>
          <w:sz w:val="22"/>
          <w:szCs w:val="22"/>
          <w:rtl/>
        </w:rPr>
      </w:pPr>
    </w:p>
    <w:p w:rsidR="00940FF9" w:rsidRPr="00943F5F" w:rsidRDefault="001216E3" w:rsidP="00943F5F">
      <w:pPr>
        <w:ind w:left="57" w:right="57"/>
        <w:jc w:val="center"/>
        <w:rPr>
          <w:rFonts w:ascii="arial bold" w:hAnsi="arial bold"/>
          <w:b/>
          <w:bCs/>
          <w:color w:val="FFFFFF" w:themeColor="background1"/>
          <w:spacing w:val="8"/>
          <w:kern w:val="24"/>
          <w:sz w:val="26"/>
          <w:szCs w:val="28"/>
          <w:highlight w:val="darkGray"/>
          <w:rtl/>
        </w:rPr>
      </w:pPr>
      <w:r w:rsidRPr="00943F5F">
        <w:rPr>
          <w:rFonts w:ascii="arial bold" w:hAnsi="arial bold" w:hint="cs"/>
          <w:b/>
          <w:bCs/>
          <w:color w:val="FFFFFF" w:themeColor="background1"/>
          <w:spacing w:val="8"/>
          <w:kern w:val="24"/>
          <w:sz w:val="26"/>
          <w:szCs w:val="28"/>
          <w:highlight w:val="darkGray"/>
          <w:rtl/>
        </w:rPr>
        <w:t>ש</w:t>
      </w:r>
      <w:r w:rsidR="00940FF9" w:rsidRPr="00943F5F">
        <w:rPr>
          <w:rFonts w:ascii="arial bold" w:hAnsi="arial bold" w:hint="eastAsia"/>
          <w:b/>
          <w:bCs/>
          <w:color w:val="FFFFFF" w:themeColor="background1"/>
          <w:spacing w:val="8"/>
          <w:kern w:val="24"/>
          <w:sz w:val="26"/>
          <w:szCs w:val="28"/>
          <w:highlight w:val="darkGray"/>
          <w:rtl/>
        </w:rPr>
        <w:t>ידורי</w:t>
      </w:r>
      <w:r w:rsidR="00940FF9" w:rsidRPr="00943F5F">
        <w:rPr>
          <w:rFonts w:ascii="arial bold" w:hAnsi="arial bold"/>
          <w:b/>
          <w:bCs/>
          <w:color w:val="FFFFFF" w:themeColor="background1"/>
          <w:spacing w:val="8"/>
          <w:kern w:val="24"/>
          <w:sz w:val="26"/>
          <w:szCs w:val="28"/>
          <w:highlight w:val="darkGray"/>
          <w:rtl/>
        </w:rPr>
        <w:t xml:space="preserve"> </w:t>
      </w:r>
      <w:r w:rsidR="00940FF9" w:rsidRPr="00943F5F">
        <w:rPr>
          <w:rFonts w:ascii="arial bold" w:hAnsi="arial bold" w:hint="eastAsia"/>
          <w:b/>
          <w:bCs/>
          <w:color w:val="FFFFFF" w:themeColor="background1"/>
          <w:spacing w:val="8"/>
          <w:kern w:val="24"/>
          <w:sz w:val="26"/>
          <w:szCs w:val="28"/>
          <w:highlight w:val="darkGray"/>
          <w:rtl/>
        </w:rPr>
        <w:t>יום</w:t>
      </w:r>
      <w:r w:rsidR="00940FF9" w:rsidRPr="00943F5F">
        <w:rPr>
          <w:rFonts w:ascii="arial bold" w:hAnsi="arial bold"/>
          <w:b/>
          <w:bCs/>
          <w:color w:val="FFFFFF" w:themeColor="background1"/>
          <w:spacing w:val="8"/>
          <w:kern w:val="24"/>
          <w:sz w:val="26"/>
          <w:szCs w:val="28"/>
          <w:highlight w:val="darkGray"/>
          <w:rtl/>
        </w:rPr>
        <w:t xml:space="preserve"> </w:t>
      </w:r>
      <w:r w:rsidR="00940FF9" w:rsidRPr="00943F5F">
        <w:rPr>
          <w:rFonts w:ascii="arial bold" w:hAnsi="arial bold" w:hint="eastAsia"/>
          <w:b/>
          <w:bCs/>
          <w:color w:val="FFFFFF" w:themeColor="background1"/>
          <w:spacing w:val="8"/>
          <w:kern w:val="24"/>
          <w:sz w:val="26"/>
          <w:szCs w:val="28"/>
          <w:highlight w:val="darkGray"/>
          <w:rtl/>
        </w:rPr>
        <w:t>השואה</w:t>
      </w:r>
      <w:r w:rsidR="00940FF9" w:rsidRPr="00943F5F">
        <w:rPr>
          <w:rFonts w:ascii="arial bold" w:hAnsi="arial bold"/>
          <w:b/>
          <w:bCs/>
          <w:color w:val="FFFFFF" w:themeColor="background1"/>
          <w:spacing w:val="8"/>
          <w:kern w:val="24"/>
          <w:sz w:val="26"/>
          <w:szCs w:val="28"/>
          <w:highlight w:val="darkGray"/>
          <w:rtl/>
        </w:rPr>
        <w:t xml:space="preserve"> </w:t>
      </w:r>
      <w:r w:rsidR="00940FF9" w:rsidRPr="00943F5F">
        <w:rPr>
          <w:rFonts w:ascii="arial bold" w:hAnsi="arial bold" w:hint="eastAsia"/>
          <w:b/>
          <w:bCs/>
          <w:color w:val="FFFFFF" w:themeColor="background1"/>
          <w:spacing w:val="8"/>
          <w:kern w:val="24"/>
          <w:sz w:val="26"/>
          <w:szCs w:val="28"/>
          <w:highlight w:val="darkGray"/>
          <w:rtl/>
        </w:rPr>
        <w:t>והגבורה</w:t>
      </w:r>
      <w:r w:rsidR="00940FF9" w:rsidRPr="00943F5F">
        <w:rPr>
          <w:rFonts w:ascii="arial bold" w:hAnsi="arial bold"/>
          <w:b/>
          <w:bCs/>
          <w:color w:val="FFFFFF" w:themeColor="background1"/>
          <w:spacing w:val="8"/>
          <w:kern w:val="24"/>
          <w:sz w:val="26"/>
          <w:szCs w:val="28"/>
          <w:highlight w:val="darkGray"/>
          <w:rtl/>
        </w:rPr>
        <w:t xml:space="preserve"> </w:t>
      </w:r>
      <w:r w:rsidR="00940FF9" w:rsidRPr="00943F5F">
        <w:rPr>
          <w:rFonts w:ascii="arial bold" w:hAnsi="arial bold" w:hint="eastAsia"/>
          <w:b/>
          <w:bCs/>
          <w:color w:val="FFFFFF" w:themeColor="background1"/>
          <w:spacing w:val="8"/>
          <w:kern w:val="24"/>
          <w:sz w:val="26"/>
          <w:szCs w:val="28"/>
          <w:highlight w:val="darkGray"/>
          <w:rtl/>
        </w:rPr>
        <w:t>בערוץ</w:t>
      </w:r>
      <w:r w:rsidR="00940FF9" w:rsidRPr="00943F5F">
        <w:rPr>
          <w:rFonts w:ascii="arial bold" w:hAnsi="arial bold"/>
          <w:b/>
          <w:bCs/>
          <w:color w:val="FFFFFF" w:themeColor="background1"/>
          <w:spacing w:val="8"/>
          <w:kern w:val="24"/>
          <w:sz w:val="26"/>
          <w:szCs w:val="28"/>
          <w:highlight w:val="darkGray"/>
          <w:rtl/>
        </w:rPr>
        <w:t xml:space="preserve"> </w:t>
      </w:r>
      <w:r w:rsidR="00940FF9" w:rsidRPr="00943F5F">
        <w:rPr>
          <w:rFonts w:ascii="arial bold" w:hAnsi="arial bold" w:hint="eastAsia"/>
          <w:b/>
          <w:bCs/>
          <w:color w:val="FFFFFF" w:themeColor="background1"/>
          <w:spacing w:val="8"/>
          <w:kern w:val="24"/>
          <w:sz w:val="26"/>
          <w:szCs w:val="28"/>
          <w:highlight w:val="darkGray"/>
          <w:rtl/>
        </w:rPr>
        <w:t>ההיסטוריה</w:t>
      </w:r>
      <w:r w:rsidR="00940FF9" w:rsidRPr="00943F5F">
        <w:rPr>
          <w:rFonts w:ascii="arial bold" w:hAnsi="arial bold"/>
          <w:b/>
          <w:bCs/>
          <w:color w:val="FFFFFF" w:themeColor="background1"/>
          <w:spacing w:val="8"/>
          <w:kern w:val="24"/>
          <w:sz w:val="26"/>
          <w:szCs w:val="28"/>
          <w:highlight w:val="darkGray"/>
          <w:rtl/>
        </w:rPr>
        <w:t xml:space="preserve">, </w:t>
      </w:r>
      <w:r w:rsidR="00940FF9" w:rsidRPr="00943F5F">
        <w:rPr>
          <w:rFonts w:ascii="arial bold" w:hAnsi="arial bold" w:hint="eastAsia"/>
          <w:b/>
          <w:bCs/>
          <w:color w:val="FFFFFF" w:themeColor="background1"/>
          <w:spacing w:val="8"/>
          <w:kern w:val="24"/>
          <w:sz w:val="26"/>
          <w:szCs w:val="28"/>
          <w:highlight w:val="darkGray"/>
          <w:rtl/>
        </w:rPr>
        <w:t>רביעי</w:t>
      </w:r>
      <w:r w:rsidR="00940FF9" w:rsidRPr="00943F5F">
        <w:rPr>
          <w:rFonts w:ascii="arial bold" w:hAnsi="arial bold"/>
          <w:b/>
          <w:bCs/>
          <w:color w:val="FFFFFF" w:themeColor="background1"/>
          <w:spacing w:val="8"/>
          <w:kern w:val="24"/>
          <w:sz w:val="26"/>
          <w:szCs w:val="28"/>
          <w:highlight w:val="darkGray"/>
          <w:rtl/>
        </w:rPr>
        <w:t>-</w:t>
      </w:r>
      <w:r w:rsidR="00940FF9" w:rsidRPr="00943F5F">
        <w:rPr>
          <w:rFonts w:ascii="arial bold" w:hAnsi="arial bold" w:hint="eastAsia"/>
          <w:b/>
          <w:bCs/>
          <w:color w:val="FFFFFF" w:themeColor="background1"/>
          <w:spacing w:val="8"/>
          <w:kern w:val="24"/>
          <w:sz w:val="26"/>
          <w:szCs w:val="28"/>
          <w:highlight w:val="darkGray"/>
          <w:rtl/>
        </w:rPr>
        <w:t>חמישי</w:t>
      </w:r>
      <w:r w:rsidR="00940FF9" w:rsidRPr="00943F5F">
        <w:rPr>
          <w:rFonts w:ascii="arial bold" w:hAnsi="arial bold"/>
          <w:b/>
          <w:bCs/>
          <w:color w:val="FFFFFF" w:themeColor="background1"/>
          <w:spacing w:val="8"/>
          <w:kern w:val="24"/>
          <w:sz w:val="26"/>
          <w:szCs w:val="28"/>
          <w:highlight w:val="darkGray"/>
          <w:rtl/>
        </w:rPr>
        <w:t xml:space="preserve"> 16-15 </w:t>
      </w:r>
      <w:r w:rsidR="00940FF9" w:rsidRPr="00943F5F">
        <w:rPr>
          <w:rFonts w:ascii="arial bold" w:hAnsi="arial bold" w:hint="eastAsia"/>
          <w:b/>
          <w:bCs/>
          <w:color w:val="FFFFFF" w:themeColor="background1"/>
          <w:spacing w:val="8"/>
          <w:kern w:val="24"/>
          <w:sz w:val="26"/>
          <w:szCs w:val="28"/>
          <w:highlight w:val="darkGray"/>
          <w:rtl/>
        </w:rPr>
        <w:t>באפריל</w:t>
      </w:r>
    </w:p>
    <w:p w:rsidR="00940FF9" w:rsidRPr="00943F5F" w:rsidRDefault="00940FF9" w:rsidP="00CB23AB">
      <w:pPr>
        <w:ind w:left="57" w:right="57"/>
        <w:jc w:val="both"/>
        <w:rPr>
          <w:b/>
          <w:bCs/>
          <w:sz w:val="10"/>
          <w:szCs w:val="10"/>
          <w:rtl/>
        </w:rPr>
      </w:pPr>
    </w:p>
    <w:p w:rsidR="00940FF9" w:rsidRPr="00943F5F" w:rsidRDefault="00940FF9" w:rsidP="00943F5F">
      <w:pPr>
        <w:ind w:left="57" w:right="57"/>
        <w:jc w:val="center"/>
        <w:rPr>
          <w:b/>
          <w:bCs/>
          <w:color w:val="000000" w:themeColor="text1"/>
          <w:u w:val="single"/>
          <w:shd w:val="clear" w:color="auto" w:fill="FFFFFF"/>
          <w:rtl/>
        </w:rPr>
      </w:pPr>
      <w:r w:rsidRPr="00943F5F">
        <w:rPr>
          <w:b/>
          <w:bCs/>
          <w:color w:val="000000" w:themeColor="text1"/>
          <w:u w:val="single"/>
          <w:shd w:val="clear" w:color="auto" w:fill="FFFFFF"/>
          <w:rtl/>
        </w:rPr>
        <w:t>במוקד שידור</w:t>
      </w:r>
      <w:r w:rsidR="00A41EA7" w:rsidRPr="00943F5F">
        <w:rPr>
          <w:rFonts w:hint="cs"/>
          <w:b/>
          <w:bCs/>
          <w:color w:val="000000" w:themeColor="text1"/>
          <w:u w:val="single"/>
          <w:shd w:val="clear" w:color="auto" w:fill="FFFFFF"/>
          <w:rtl/>
        </w:rPr>
        <w:t>י</w:t>
      </w:r>
      <w:r w:rsidR="00943F5F">
        <w:rPr>
          <w:b/>
          <w:bCs/>
          <w:color w:val="000000" w:themeColor="text1"/>
          <w:u w:val="single"/>
          <w:shd w:val="clear" w:color="auto" w:fill="FFFFFF"/>
          <w:rtl/>
        </w:rPr>
        <w:t>נו ביום זה</w:t>
      </w:r>
      <w:r w:rsidRPr="00943F5F">
        <w:rPr>
          <w:b/>
          <w:bCs/>
          <w:color w:val="000000" w:themeColor="text1"/>
          <w:u w:val="single"/>
          <w:shd w:val="clear" w:color="auto" w:fill="FFFFFF"/>
          <w:rtl/>
        </w:rPr>
        <w:t xml:space="preserve"> בכורה לסרט התיעודי המרתק:</w:t>
      </w:r>
    </w:p>
    <w:p w:rsidR="00943F5F" w:rsidRPr="00943F5F" w:rsidRDefault="00943F5F" w:rsidP="00CB23AB">
      <w:pPr>
        <w:ind w:left="57" w:right="57"/>
        <w:jc w:val="both"/>
        <w:rPr>
          <w:b/>
          <w:bCs/>
          <w:color w:val="FF0000"/>
          <w:sz w:val="16"/>
          <w:szCs w:val="16"/>
          <w:u w:val="single"/>
          <w:shd w:val="clear" w:color="auto" w:fill="FFFFFF"/>
          <w:rtl/>
        </w:rPr>
      </w:pPr>
    </w:p>
    <w:p w:rsidR="00940FF9" w:rsidRDefault="00940FF9" w:rsidP="00943F5F">
      <w:pPr>
        <w:ind w:left="57" w:right="57"/>
        <w:jc w:val="center"/>
        <w:rPr>
          <w:rFonts w:ascii="arial bold" w:hAnsi="arial bold"/>
          <w:b/>
          <w:bCs/>
          <w:shadow/>
          <w:color w:val="0000FF"/>
          <w:kern w:val="30"/>
          <w:sz w:val="32"/>
          <w:szCs w:val="32"/>
          <w:rtl/>
        </w:rPr>
      </w:pPr>
      <w:r w:rsidRPr="00943F5F">
        <w:rPr>
          <w:rFonts w:ascii="arial bold" w:hAnsi="arial bold"/>
          <w:b/>
          <w:bCs/>
          <w:shadow/>
          <w:color w:val="0000FF"/>
          <w:kern w:val="30"/>
          <w:sz w:val="32"/>
          <w:szCs w:val="32"/>
          <w:rtl/>
        </w:rPr>
        <w:t>ההנהגה הנאצית: רוע מוחלט</w:t>
      </w:r>
      <w:r w:rsidR="00943F5F" w:rsidRPr="00943F5F">
        <w:rPr>
          <w:rFonts w:ascii="arial bold" w:hAnsi="arial bold" w:hint="cs"/>
          <w:b/>
          <w:bCs/>
          <w:shadow/>
          <w:color w:val="0000FF"/>
          <w:kern w:val="30"/>
          <w:sz w:val="32"/>
          <w:szCs w:val="32"/>
          <w:rtl/>
        </w:rPr>
        <w:t xml:space="preserve"> / </w:t>
      </w:r>
      <w:r w:rsidRPr="00943F5F">
        <w:rPr>
          <w:rFonts w:ascii="arial bold" w:hAnsi="arial bold"/>
          <w:b/>
          <w:bCs/>
          <w:shadow/>
          <w:color w:val="0000FF"/>
          <w:kern w:val="30"/>
          <w:sz w:val="32"/>
          <w:szCs w:val="32"/>
        </w:rPr>
        <w:t xml:space="preserve"> Nazis: Ultimate Evil</w:t>
      </w:r>
    </w:p>
    <w:p w:rsidR="00943F5F" w:rsidRPr="00943F5F" w:rsidRDefault="00943F5F" w:rsidP="00943F5F">
      <w:pPr>
        <w:ind w:left="57" w:right="57"/>
        <w:jc w:val="center"/>
        <w:rPr>
          <w:rFonts w:ascii="arial bold" w:hAnsi="arial bold"/>
          <w:b/>
          <w:bCs/>
          <w:shadow/>
          <w:color w:val="0000FF"/>
          <w:kern w:val="30"/>
          <w:sz w:val="10"/>
          <w:szCs w:val="6"/>
          <w:rtl/>
        </w:rPr>
      </w:pPr>
    </w:p>
    <w:p w:rsidR="00943F5F" w:rsidRPr="00943F5F" w:rsidRDefault="00943F5F" w:rsidP="00943F5F">
      <w:pPr>
        <w:ind w:left="57" w:right="57"/>
        <w:jc w:val="center"/>
        <w:rPr>
          <w:rFonts w:ascii="arial bold" w:hAnsi="arial bold"/>
          <w:b/>
          <w:bCs/>
          <w:color w:val="C00000"/>
          <w:spacing w:val="8"/>
          <w:kern w:val="22"/>
          <w:sz w:val="22"/>
          <w:szCs w:val="22"/>
          <w:u w:val="single"/>
          <w:rtl/>
        </w:rPr>
      </w:pPr>
      <w:r w:rsidRPr="00943F5F">
        <w:rPr>
          <w:rFonts w:ascii="arial bold" w:hAnsi="arial bold"/>
          <w:b/>
          <w:bCs/>
          <w:color w:val="C00000"/>
          <w:spacing w:val="8"/>
          <w:kern w:val="22"/>
          <w:sz w:val="22"/>
          <w:szCs w:val="22"/>
          <w:u w:val="single"/>
          <w:rtl/>
        </w:rPr>
        <w:t xml:space="preserve">רביעי, 15 באפריל ב-22:10, </w:t>
      </w:r>
      <w:r w:rsidRPr="00943F5F">
        <w:rPr>
          <w:rFonts w:ascii="arial bold" w:hAnsi="arial bold" w:hint="cs"/>
          <w:b/>
          <w:bCs/>
          <w:color w:val="C00000"/>
          <w:spacing w:val="8"/>
          <w:kern w:val="22"/>
          <w:sz w:val="22"/>
          <w:szCs w:val="22"/>
          <w:highlight w:val="yellow"/>
          <w:u w:val="single"/>
          <w:rtl/>
        </w:rPr>
        <w:t>בכורה!</w:t>
      </w:r>
      <w:r>
        <w:rPr>
          <w:rFonts w:ascii="arial bold" w:hAnsi="arial bold" w:hint="cs"/>
          <w:b/>
          <w:bCs/>
          <w:color w:val="C00000"/>
          <w:spacing w:val="8"/>
          <w:kern w:val="22"/>
          <w:sz w:val="22"/>
          <w:szCs w:val="22"/>
          <w:u w:val="single"/>
          <w:rtl/>
        </w:rPr>
        <w:t xml:space="preserve"> </w:t>
      </w:r>
      <w:r w:rsidRPr="00943F5F">
        <w:rPr>
          <w:rFonts w:ascii="arial bold" w:hAnsi="arial bold"/>
          <w:color w:val="C00000"/>
          <w:spacing w:val="8"/>
          <w:kern w:val="22"/>
          <w:sz w:val="22"/>
          <w:szCs w:val="22"/>
          <w:u w:val="single"/>
          <w:rtl/>
        </w:rPr>
        <w:t>שידורים נוספים למחרת ב-15:30 ו-21:30</w:t>
      </w:r>
    </w:p>
    <w:p w:rsidR="00943F5F" w:rsidRPr="00943F5F" w:rsidRDefault="00943F5F" w:rsidP="00943F5F">
      <w:pPr>
        <w:ind w:right="57"/>
        <w:jc w:val="both"/>
        <w:rPr>
          <w:b/>
          <w:bCs/>
          <w:color w:val="0000FF"/>
          <w:kern w:val="0"/>
          <w:sz w:val="14"/>
          <w:szCs w:val="14"/>
          <w:lang w:eastAsia="en-US"/>
        </w:rPr>
      </w:pPr>
    </w:p>
    <w:p w:rsidR="00943F5F" w:rsidRPr="00943F5F" w:rsidRDefault="00940FF9" w:rsidP="00943F5F">
      <w:pPr>
        <w:ind w:left="57" w:right="57"/>
        <w:jc w:val="both"/>
        <w:rPr>
          <w:b/>
          <w:bCs/>
          <w:sz w:val="22"/>
          <w:szCs w:val="22"/>
          <w:rtl/>
        </w:rPr>
      </w:pPr>
      <w:r w:rsidRPr="00CB23AB">
        <w:rPr>
          <w:sz w:val="22"/>
          <w:szCs w:val="22"/>
          <w:rtl/>
        </w:rPr>
        <w:t xml:space="preserve">אדולף היטלר, מנהיג הרייך השלישי העריץ ששלט בגרמניה הנאצית, שהיה אחראי לשואת יהודי אירופה ויזם מלחמה עולמית שהסתיימה במותם של </w:t>
      </w:r>
      <w:r w:rsidR="00FE3EA1" w:rsidRPr="00CB23AB">
        <w:rPr>
          <w:rFonts w:hint="cs"/>
          <w:sz w:val="22"/>
          <w:szCs w:val="22"/>
          <w:rtl/>
        </w:rPr>
        <w:t>כ-</w:t>
      </w:r>
      <w:r w:rsidRPr="00CB23AB">
        <w:rPr>
          <w:sz w:val="22"/>
          <w:szCs w:val="22"/>
          <w:rtl/>
        </w:rPr>
        <w:t>60 מיליון בני אדם, מייצג עד היום עבור רבים את הרוע האולטימיבי.</w:t>
      </w:r>
      <w:r w:rsidR="00943F5F">
        <w:rPr>
          <w:rFonts w:hint="cs"/>
          <w:sz w:val="22"/>
          <w:szCs w:val="22"/>
          <w:rtl/>
        </w:rPr>
        <w:t xml:space="preserve"> </w:t>
      </w:r>
      <w:r w:rsidRPr="00CB23AB">
        <w:rPr>
          <w:b/>
          <w:bCs/>
          <w:sz w:val="22"/>
          <w:szCs w:val="22"/>
          <w:rtl/>
        </w:rPr>
        <w:t xml:space="preserve">אך היטלר לא פעל לבד. </w:t>
      </w:r>
    </w:p>
    <w:p w:rsidR="00943F5F" w:rsidRPr="00943F5F" w:rsidRDefault="00943F5F" w:rsidP="00943F5F">
      <w:pPr>
        <w:ind w:left="57" w:right="57"/>
        <w:jc w:val="both"/>
        <w:rPr>
          <w:sz w:val="16"/>
          <w:szCs w:val="16"/>
          <w:u w:val="single"/>
          <w:rtl/>
        </w:rPr>
      </w:pPr>
    </w:p>
    <w:p w:rsidR="00940FF9" w:rsidRDefault="00940FF9" w:rsidP="00943F5F">
      <w:pPr>
        <w:ind w:left="57" w:right="57"/>
        <w:jc w:val="both"/>
        <w:rPr>
          <w:sz w:val="22"/>
          <w:szCs w:val="22"/>
          <w:rtl/>
        </w:rPr>
      </w:pPr>
      <w:r w:rsidRPr="00943F5F">
        <w:rPr>
          <w:u w:val="single"/>
          <w:rtl/>
        </w:rPr>
        <w:t>היקף הזוועות שביצעה המפלגה הנאצית הצריך מנגנון שלם שיכול היה לבצע אותה</w:t>
      </w:r>
      <w:r w:rsidRPr="00CB23AB">
        <w:rPr>
          <w:sz w:val="22"/>
          <w:szCs w:val="22"/>
          <w:rtl/>
        </w:rPr>
        <w:t xml:space="preserve">: החל מעילית אינטלקטואלית שהעניקה לגיטימציה לרעיונות היטלר בעיני הציבור, דרך פקידות בירוקרטית שביצעה את הוראותיו ביעילות חסרת רחמים, וכלה בבריונים אלימים בדרגים הנמוכים של המפלגה, שיישמו בשטח את הוראות המפלגה באופן אכזרי ביותר כלפי קורבנותיהם המיועדים. </w:t>
      </w:r>
    </w:p>
    <w:p w:rsidR="00943F5F" w:rsidRPr="00943F5F" w:rsidRDefault="00943F5F" w:rsidP="00943F5F">
      <w:pPr>
        <w:ind w:left="57" w:right="57"/>
        <w:jc w:val="both"/>
        <w:rPr>
          <w:sz w:val="14"/>
          <w:szCs w:val="14"/>
          <w:rtl/>
        </w:rPr>
      </w:pPr>
    </w:p>
    <w:p w:rsidR="00940FF9" w:rsidRPr="00CB23AB" w:rsidRDefault="00940FF9" w:rsidP="00CB23AB">
      <w:pPr>
        <w:ind w:left="57" w:right="57"/>
        <w:jc w:val="both"/>
        <w:rPr>
          <w:sz w:val="22"/>
          <w:szCs w:val="22"/>
          <w:rtl/>
        </w:rPr>
      </w:pPr>
      <w:r w:rsidRPr="00CB23AB">
        <w:rPr>
          <w:sz w:val="22"/>
          <w:szCs w:val="22"/>
          <w:rtl/>
        </w:rPr>
        <w:t>מי היו אותם אנשים? כיצד הפכו לחלק אינטגרלי ממנגנון הרשע הנאצי? עבור רבים, שלטון הטרור הנאצי החל ב-8 בנובמבר, 1923. אדולף היטלר, בגיבוי 600 חיילי ה-</w:t>
      </w:r>
      <w:r w:rsidRPr="00CB23AB">
        <w:rPr>
          <w:sz w:val="22"/>
          <w:szCs w:val="22"/>
        </w:rPr>
        <w:t>SA</w:t>
      </w:r>
      <w:r w:rsidRPr="00CB23AB">
        <w:rPr>
          <w:sz w:val="22"/>
          <w:szCs w:val="22"/>
          <w:rtl/>
        </w:rPr>
        <w:t xml:space="preserve">, מסתערים על כינוס פוליטי בעיר מינכן בנסיון כושל לבצע "פוטש" ולהחליף את המשטר בכוח. </w:t>
      </w:r>
      <w:r w:rsidR="000324F8" w:rsidRPr="00CB23AB">
        <w:rPr>
          <w:rFonts w:hint="cs"/>
          <w:sz w:val="22"/>
          <w:szCs w:val="22"/>
          <w:rtl/>
        </w:rPr>
        <w:t xml:space="preserve">הפוטש אמנם דוכא למחרת, </w:t>
      </w:r>
      <w:r w:rsidR="00FE3EA1" w:rsidRPr="00CB23AB">
        <w:rPr>
          <w:rFonts w:hint="cs"/>
          <w:sz w:val="22"/>
          <w:szCs w:val="22"/>
          <w:rtl/>
        </w:rPr>
        <w:t xml:space="preserve">אך </w:t>
      </w:r>
      <w:r w:rsidRPr="00CB23AB">
        <w:rPr>
          <w:b/>
          <w:bCs/>
          <w:sz w:val="22"/>
          <w:szCs w:val="22"/>
          <w:rtl/>
        </w:rPr>
        <w:t xml:space="preserve">מנקודה זו והלאה, היטלר </w:t>
      </w:r>
      <w:r w:rsidR="00AA3DB5" w:rsidRPr="00CB23AB">
        <w:rPr>
          <w:rFonts w:hint="cs"/>
          <w:b/>
          <w:bCs/>
          <w:sz w:val="22"/>
          <w:szCs w:val="22"/>
          <w:rtl/>
        </w:rPr>
        <w:t xml:space="preserve">שכלל </w:t>
      </w:r>
      <w:r w:rsidRPr="00CB23AB">
        <w:rPr>
          <w:b/>
          <w:bCs/>
          <w:sz w:val="22"/>
          <w:szCs w:val="22"/>
          <w:rtl/>
        </w:rPr>
        <w:t xml:space="preserve">את דרך הפעולה שתהפוך את שלטון הטרור שלו לאפשרי: </w:t>
      </w:r>
      <w:r w:rsidRPr="00CB23AB">
        <w:rPr>
          <w:b/>
          <w:bCs/>
          <w:sz w:val="22"/>
          <w:szCs w:val="22"/>
          <w:u w:val="single"/>
          <w:rtl/>
        </w:rPr>
        <w:t>הסתמכות על מעגל קרוב של משתפי פעולה נאמנים שיבצעו את הוראותיו</w:t>
      </w:r>
      <w:r w:rsidR="000324F8" w:rsidRPr="00CB23AB">
        <w:rPr>
          <w:rFonts w:hint="cs"/>
          <w:sz w:val="22"/>
          <w:szCs w:val="22"/>
          <w:rtl/>
        </w:rPr>
        <w:t xml:space="preserve">. </w:t>
      </w:r>
      <w:r w:rsidR="0081510F" w:rsidRPr="00CB23AB">
        <w:rPr>
          <w:rFonts w:hint="cs"/>
          <w:sz w:val="22"/>
          <w:szCs w:val="22"/>
          <w:rtl/>
        </w:rPr>
        <w:t xml:space="preserve">למעשה, </w:t>
      </w:r>
      <w:r w:rsidR="00AA3DB5" w:rsidRPr="00CB23AB">
        <w:rPr>
          <w:rFonts w:hint="cs"/>
          <w:sz w:val="22"/>
          <w:szCs w:val="22"/>
          <w:rtl/>
        </w:rPr>
        <w:t>היטלר הבין אחרי הפוטש שלא רק טרור יקדם אותו אלא גם ניצול כללי המשחק באופן ציני</w:t>
      </w:r>
      <w:r w:rsidRPr="00CB23AB">
        <w:rPr>
          <w:sz w:val="22"/>
          <w:szCs w:val="22"/>
          <w:rtl/>
        </w:rPr>
        <w:t>.</w:t>
      </w:r>
    </w:p>
    <w:p w:rsidR="00940FF9" w:rsidRPr="00943F5F" w:rsidRDefault="00940FF9" w:rsidP="00CB23AB">
      <w:pPr>
        <w:ind w:left="57" w:right="57"/>
        <w:jc w:val="both"/>
        <w:rPr>
          <w:sz w:val="16"/>
          <w:szCs w:val="16"/>
          <w:rtl/>
        </w:rPr>
      </w:pPr>
    </w:p>
    <w:p w:rsidR="00940FF9" w:rsidRDefault="00940FF9" w:rsidP="00CB23AB">
      <w:pPr>
        <w:ind w:left="57" w:right="57"/>
        <w:jc w:val="both"/>
        <w:rPr>
          <w:sz w:val="22"/>
          <w:szCs w:val="22"/>
          <w:rtl/>
        </w:rPr>
      </w:pPr>
      <w:r w:rsidRPr="00CB23AB">
        <w:rPr>
          <w:b/>
          <w:bCs/>
          <w:rtl/>
        </w:rPr>
        <w:t>הרמן גרינג</w:t>
      </w:r>
      <w:r w:rsidRPr="00CB23AB">
        <w:rPr>
          <w:sz w:val="22"/>
          <w:szCs w:val="22"/>
          <w:rtl/>
        </w:rPr>
        <w:t xml:space="preserve"> - טייס במלחמת העולם הראשונה שהפך ליד ימינו של היטלר, ומראשי המשטר הנאצי. מפקד חיל האוויר הגרמני (הלפוטוואווה), ובעל אחריות רבה לרדיפת היהודים, עוד בטרם השמדתם הפיזית, לרבות הטלת "קנס" של מיליארדי מארקים על היהודים בגרמניה, מיד לאחר ליל הבדולח. גרינג ניהל אורח חיים ראוותני והיה אחראי למעשי ביזה של אוצרות אמנות ברחבי אירופה, כדי שיעטרו את אחוזתו הפרטית.</w:t>
      </w:r>
    </w:p>
    <w:p w:rsidR="00943F5F" w:rsidRPr="00943F5F" w:rsidRDefault="00943F5F" w:rsidP="00CB23AB">
      <w:pPr>
        <w:ind w:left="57" w:right="57"/>
        <w:jc w:val="both"/>
        <w:rPr>
          <w:sz w:val="12"/>
          <w:szCs w:val="12"/>
          <w:rtl/>
        </w:rPr>
      </w:pPr>
    </w:p>
    <w:p w:rsidR="00940FF9" w:rsidRDefault="00940FF9" w:rsidP="00CB23AB">
      <w:pPr>
        <w:ind w:left="57" w:right="57"/>
        <w:jc w:val="both"/>
        <w:rPr>
          <w:sz w:val="22"/>
          <w:szCs w:val="22"/>
          <w:rtl/>
        </w:rPr>
      </w:pPr>
      <w:r w:rsidRPr="00CB23AB">
        <w:rPr>
          <w:b/>
          <w:bCs/>
          <w:rtl/>
        </w:rPr>
        <w:t xml:space="preserve">יוזף גבלס </w:t>
      </w:r>
      <w:r w:rsidRPr="00CB23AB">
        <w:rPr>
          <w:sz w:val="22"/>
          <w:szCs w:val="22"/>
          <w:rtl/>
        </w:rPr>
        <w:t xml:space="preserve">- מומחה התמעולה שניסה להצדיק את האידיאלוגיה של היטלר בעיני העולם. תפקידו הרשמי: שר התעמולה ו"ראש משרד הרייך לתעמולה והשכלת העם". לפני שנתגלה על-ידי היטלר, גבלס היה סופר כושל, שהאשים את היהודים בכל צרותיו. היטלר החליט לתעל את השנאה היוקדת של גבלס ליהודים וכשרונו לסיפורים בדיוניים, והעמידו בראש מכונת התעמולה הנאצית. מטרת גבלס היא לא רק לגרום לשנאה המונית כלפי היהודים, אלא להתניע כמה שיותר פעולות אלימות כנגדם. סרטי התעמולה עליהם ניצח מילאו תפקיד מרכזי בהכשרת דעת הקהל לביצוע פשעי שנאה גזעניים נגד היהודים. </w:t>
      </w:r>
    </w:p>
    <w:p w:rsidR="00943F5F" w:rsidRPr="00943F5F" w:rsidRDefault="00943F5F" w:rsidP="00CB23AB">
      <w:pPr>
        <w:ind w:left="57" w:right="57"/>
        <w:jc w:val="both"/>
        <w:rPr>
          <w:sz w:val="12"/>
          <w:szCs w:val="12"/>
          <w:rtl/>
        </w:rPr>
      </w:pPr>
    </w:p>
    <w:p w:rsidR="00940FF9" w:rsidRDefault="00940FF9" w:rsidP="00CB23AB">
      <w:pPr>
        <w:ind w:left="57" w:right="57"/>
        <w:jc w:val="both"/>
        <w:rPr>
          <w:sz w:val="22"/>
          <w:szCs w:val="22"/>
          <w:rtl/>
        </w:rPr>
      </w:pPr>
      <w:r w:rsidRPr="00CB23AB">
        <w:rPr>
          <w:b/>
          <w:bCs/>
          <w:rtl/>
        </w:rPr>
        <w:t xml:space="preserve">היינריך הימלר </w:t>
      </w:r>
      <w:r w:rsidRPr="00CB23AB">
        <w:rPr>
          <w:sz w:val="22"/>
          <w:szCs w:val="22"/>
          <w:rtl/>
        </w:rPr>
        <w:t>-</w:t>
      </w:r>
      <w:r w:rsidRPr="00CB23AB">
        <w:rPr>
          <w:b/>
          <w:bCs/>
          <w:rtl/>
        </w:rPr>
        <w:t xml:space="preserve"> </w:t>
      </w:r>
      <w:r w:rsidRPr="00CB23AB">
        <w:rPr>
          <w:sz w:val="22"/>
          <w:szCs w:val="22"/>
          <w:rtl/>
        </w:rPr>
        <w:t>חוואי כושל שלא הצליח גם כסוכן מכירות של חומרי דישון, שהפך להיות מפקד יחידת ה-</w:t>
      </w:r>
      <w:r w:rsidRPr="00CB23AB">
        <w:rPr>
          <w:sz w:val="22"/>
          <w:szCs w:val="22"/>
        </w:rPr>
        <w:t>S.S</w:t>
      </w:r>
      <w:r w:rsidRPr="00CB23AB">
        <w:rPr>
          <w:sz w:val="22"/>
          <w:szCs w:val="22"/>
          <w:rtl/>
        </w:rPr>
        <w:t xml:space="preserve"> תחת שלטונו של אדולף היטלר. הימלר, שכיהן גם כראש הגסטאפו ונחשב לאחת הדמויות הבולטות במשטר הנאצי, היה המוציא לפועל של תכניות ה"פתרון הסופי" להשמדת יהדות אירופה. לקראת סוף מלחמת העולם השניה, כאשר היה ברור שגרמניה נמצאת לקראת תבוסה מכרעת, עסק הימלר בנסיון להסתיר את העדויות למעשי הזוועה להם היה אחראי ישירות.</w:t>
      </w:r>
    </w:p>
    <w:p w:rsidR="00943F5F" w:rsidRPr="00943F5F" w:rsidRDefault="00943F5F" w:rsidP="00CB23AB">
      <w:pPr>
        <w:ind w:left="57" w:right="57"/>
        <w:jc w:val="both"/>
        <w:rPr>
          <w:sz w:val="10"/>
          <w:szCs w:val="10"/>
          <w:rtl/>
        </w:rPr>
      </w:pPr>
    </w:p>
    <w:p w:rsidR="00940FF9" w:rsidRDefault="00940FF9" w:rsidP="00CB23AB">
      <w:pPr>
        <w:ind w:left="57" w:right="57"/>
        <w:jc w:val="both"/>
        <w:rPr>
          <w:sz w:val="22"/>
          <w:szCs w:val="22"/>
          <w:rtl/>
        </w:rPr>
      </w:pPr>
      <w:r w:rsidRPr="00CB23AB">
        <w:rPr>
          <w:b/>
          <w:bCs/>
          <w:rtl/>
        </w:rPr>
        <w:t>ריינהרד היידריך</w:t>
      </w:r>
      <w:r w:rsidRPr="00CB23AB">
        <w:rPr>
          <w:sz w:val="22"/>
          <w:szCs w:val="22"/>
          <w:rtl/>
        </w:rPr>
        <w:t>-</w:t>
      </w:r>
      <w:r w:rsidRPr="00CB23AB">
        <w:t xml:space="preserve"> </w:t>
      </w:r>
      <w:r w:rsidRPr="00CB23AB">
        <w:rPr>
          <w:sz w:val="22"/>
          <w:szCs w:val="22"/>
          <w:rtl/>
        </w:rPr>
        <w:t xml:space="preserve"> פושע מלחמה נתעב, שבין כינוייו: "התליין" ו-"הקצב מפראג". היה אחראי לביצוע פוגרום "ליל הבדולח" ב-1938, בו נבזזו והושמדו בתי עסק ובתי כנסת רבים, ויהודים רבות נהרגו ונפצעו. הופקד על ביצוע ה"פתרון הסופי" להשמדה שיטתית של 11 מיליון יהודי אירופה. ב-20 ינואר 1942 כינס את ועידת ואנזה, וישב בראש ועדה שתיכננה, עיצבה ותיאמה בין הזרועות הבירוקרטיות השונות של המשטר הנאצי את יישום ה"פתרון הסופי".</w:t>
      </w:r>
    </w:p>
    <w:p w:rsidR="00943F5F" w:rsidRPr="00943F5F" w:rsidRDefault="00943F5F" w:rsidP="00CB23AB">
      <w:pPr>
        <w:ind w:left="57" w:right="57"/>
        <w:jc w:val="both"/>
        <w:rPr>
          <w:sz w:val="12"/>
          <w:szCs w:val="12"/>
          <w:rtl/>
        </w:rPr>
      </w:pPr>
    </w:p>
    <w:p w:rsidR="00940FF9" w:rsidRDefault="00940FF9" w:rsidP="00CB23AB">
      <w:pPr>
        <w:ind w:left="57" w:right="57"/>
        <w:jc w:val="both"/>
        <w:rPr>
          <w:sz w:val="22"/>
          <w:szCs w:val="22"/>
          <w:rtl/>
        </w:rPr>
      </w:pPr>
      <w:r w:rsidRPr="00CB23AB">
        <w:rPr>
          <w:b/>
          <w:bCs/>
          <w:rtl/>
        </w:rPr>
        <w:t xml:space="preserve">אדולף אייכמן </w:t>
      </w:r>
      <w:r w:rsidRPr="00CB23AB">
        <w:rPr>
          <w:sz w:val="22"/>
          <w:szCs w:val="22"/>
          <w:rtl/>
        </w:rPr>
        <w:t>-</w:t>
      </w:r>
      <w:r w:rsidRPr="00CB23AB">
        <w:rPr>
          <w:b/>
          <w:bCs/>
          <w:rtl/>
        </w:rPr>
        <w:t xml:space="preserve"> </w:t>
      </w:r>
      <w:r w:rsidRPr="00CB23AB">
        <w:rPr>
          <w:sz w:val="22"/>
          <w:szCs w:val="22"/>
          <w:rtl/>
        </w:rPr>
        <w:t>הבירוקרט הנאצי המושלם, שכישורי האירגון המרשימים שלו הביאו לעלייתו בצמרת ארגון ה-</w:t>
      </w:r>
      <w:r w:rsidRPr="00CB23AB">
        <w:rPr>
          <w:sz w:val="22"/>
          <w:szCs w:val="22"/>
        </w:rPr>
        <w:t>S.S.</w:t>
      </w:r>
      <w:r w:rsidRPr="00CB23AB">
        <w:rPr>
          <w:sz w:val="22"/>
          <w:szCs w:val="22"/>
          <w:rtl/>
        </w:rPr>
        <w:t>. אייכמן רשם בקפדנות את הפרוטוקלים בוועידת ואנזה ב-1942. לאחר הועידה הוא מונה לאחראי הראשי על הובלת יהודי אירופה למחנות ההשמדה. במשפט שנערך לו לאחר שנלכד, יטען אייכמן כי היה רק פקיד שמילא פקודות, אך עדויות ומסמכים שונים הוכיחו כי היה קנאי במסירותו האידיאלוגית לביצוע ה"פתרון הסופי" עד לסוף המלחמה.</w:t>
      </w:r>
    </w:p>
    <w:p w:rsidR="00943F5F" w:rsidRPr="00943F5F" w:rsidRDefault="00943F5F" w:rsidP="00CB23AB">
      <w:pPr>
        <w:ind w:left="57" w:right="57"/>
        <w:jc w:val="both"/>
        <w:rPr>
          <w:sz w:val="12"/>
          <w:szCs w:val="12"/>
          <w:rtl/>
        </w:rPr>
      </w:pPr>
    </w:p>
    <w:p w:rsidR="00940FF9" w:rsidRPr="00CB23AB" w:rsidRDefault="00940FF9" w:rsidP="00CB23AB">
      <w:pPr>
        <w:ind w:left="57" w:right="57"/>
        <w:jc w:val="both"/>
        <w:rPr>
          <w:sz w:val="22"/>
          <w:szCs w:val="22"/>
          <w:rtl/>
        </w:rPr>
      </w:pPr>
      <w:r w:rsidRPr="00CB23AB">
        <w:rPr>
          <w:b/>
          <w:bCs/>
          <w:rtl/>
        </w:rPr>
        <w:t>יוזף מנגלה</w:t>
      </w:r>
      <w:r w:rsidRPr="00CB23AB">
        <w:rPr>
          <w:b/>
          <w:bCs/>
        </w:rPr>
        <w:t> </w:t>
      </w:r>
      <w:r w:rsidRPr="00CB23AB">
        <w:rPr>
          <w:sz w:val="22"/>
          <w:szCs w:val="22"/>
          <w:rtl/>
        </w:rPr>
        <w:t>-</w:t>
      </w:r>
      <w:r w:rsidRPr="00CB23AB">
        <w:rPr>
          <w:b/>
          <w:bCs/>
          <w:rtl/>
        </w:rPr>
        <w:t xml:space="preserve">  </w:t>
      </w:r>
      <w:r w:rsidRPr="00CB23AB">
        <w:rPr>
          <w:sz w:val="22"/>
          <w:szCs w:val="22"/>
          <w:rtl/>
        </w:rPr>
        <w:t xml:space="preserve">האיש שכונה "מלאך המוות מאושוויץ". רופא ופושע מלחמה שביצע פשעים איומים נגד האנושות. נהג לערוך ניסויים אכזריים במיוחד ביהודים ובצוענים במחנות הריכוז באירופה, במיוחד היו נודעים לשימה הניסויים שערך בתאומים זהים. בתנועת יד היה מחליט מי מהאסירים במחנות יושמד, ומי יילך לעבודות פרך ועינויים. </w:t>
      </w:r>
    </w:p>
    <w:p w:rsidR="00AA3DB5" w:rsidRPr="00943F5F" w:rsidRDefault="00AA3DB5" w:rsidP="00CB23AB">
      <w:pPr>
        <w:ind w:left="57" w:right="57"/>
        <w:jc w:val="both"/>
        <w:rPr>
          <w:b/>
          <w:bCs/>
          <w:sz w:val="16"/>
          <w:szCs w:val="16"/>
          <w:u w:val="single"/>
          <w:rtl/>
        </w:rPr>
      </w:pPr>
    </w:p>
    <w:p w:rsidR="00943F5F" w:rsidRPr="00B56240" w:rsidRDefault="00943F5F" w:rsidP="00943F5F">
      <w:pPr>
        <w:ind w:left="57" w:right="57"/>
        <w:rPr>
          <w:rFonts w:ascii="arial bold" w:hAnsi="arial bold"/>
          <w:b/>
          <w:bCs/>
          <w:color w:val="FFFFFF" w:themeColor="background1"/>
          <w:spacing w:val="8"/>
          <w:kern w:val="24"/>
          <w:sz w:val="20"/>
          <w:szCs w:val="20"/>
          <w:highlight w:val="darkGray"/>
          <w:rtl/>
        </w:rPr>
      </w:pPr>
    </w:p>
    <w:p w:rsidR="00943F5F" w:rsidRPr="00C1566F" w:rsidRDefault="00943F5F" w:rsidP="00943F5F">
      <w:pPr>
        <w:ind w:right="57"/>
        <w:rPr>
          <w:rFonts w:ascii="arial bold" w:hAnsi="arial bold"/>
          <w:b/>
          <w:bCs/>
          <w:color w:val="FFFFFF" w:themeColor="background1"/>
          <w:spacing w:val="8"/>
          <w:kern w:val="24"/>
          <w:sz w:val="10"/>
          <w:szCs w:val="10"/>
          <w:highlight w:val="darkGray"/>
          <w:rtl/>
        </w:rPr>
      </w:pPr>
    </w:p>
    <w:p w:rsidR="00943F5F" w:rsidRDefault="00940FF9" w:rsidP="00943F5F">
      <w:pPr>
        <w:ind w:left="57" w:right="57"/>
        <w:rPr>
          <w:rFonts w:ascii="arial bold" w:hAnsi="arial bold"/>
          <w:b/>
          <w:bCs/>
          <w:color w:val="FFFFFF" w:themeColor="background1"/>
          <w:spacing w:val="8"/>
          <w:kern w:val="24"/>
          <w:rtl/>
        </w:rPr>
      </w:pPr>
      <w:r w:rsidRPr="00943F5F">
        <w:rPr>
          <w:rFonts w:ascii="arial bold" w:hAnsi="arial bold" w:hint="eastAsia"/>
          <w:b/>
          <w:bCs/>
          <w:color w:val="FFFFFF" w:themeColor="background1"/>
          <w:spacing w:val="8"/>
          <w:kern w:val="24"/>
          <w:highlight w:val="darkGray"/>
          <w:rtl/>
        </w:rPr>
        <w:t>שידורים</w:t>
      </w:r>
      <w:r w:rsidRPr="00943F5F">
        <w:rPr>
          <w:rFonts w:ascii="arial bold" w:hAnsi="arial bold"/>
          <w:b/>
          <w:bCs/>
          <w:color w:val="FFFFFF" w:themeColor="background1"/>
          <w:spacing w:val="8"/>
          <w:kern w:val="24"/>
          <w:highlight w:val="darkGray"/>
          <w:rtl/>
        </w:rPr>
        <w:t xml:space="preserve"> </w:t>
      </w:r>
      <w:r w:rsidRPr="00943F5F">
        <w:rPr>
          <w:rFonts w:ascii="arial bold" w:hAnsi="arial bold" w:hint="eastAsia"/>
          <w:b/>
          <w:bCs/>
          <w:color w:val="FFFFFF" w:themeColor="background1"/>
          <w:spacing w:val="8"/>
          <w:kern w:val="24"/>
          <w:highlight w:val="darkGray"/>
          <w:rtl/>
        </w:rPr>
        <w:t>נוספים</w:t>
      </w:r>
      <w:r w:rsidRPr="00943F5F">
        <w:rPr>
          <w:rFonts w:ascii="arial bold" w:hAnsi="arial bold"/>
          <w:b/>
          <w:bCs/>
          <w:color w:val="FFFFFF" w:themeColor="background1"/>
          <w:spacing w:val="8"/>
          <w:kern w:val="24"/>
          <w:highlight w:val="darkGray"/>
          <w:rtl/>
        </w:rPr>
        <w:t xml:space="preserve"> </w:t>
      </w:r>
      <w:r w:rsidRPr="00943F5F">
        <w:rPr>
          <w:rFonts w:ascii="arial bold" w:hAnsi="arial bold" w:hint="eastAsia"/>
          <w:b/>
          <w:bCs/>
          <w:color w:val="FFFFFF" w:themeColor="background1"/>
          <w:spacing w:val="8"/>
          <w:kern w:val="24"/>
          <w:highlight w:val="darkGray"/>
          <w:rtl/>
        </w:rPr>
        <w:t>במסגרת</w:t>
      </w:r>
      <w:r w:rsidRPr="00943F5F">
        <w:rPr>
          <w:rFonts w:ascii="arial bold" w:hAnsi="arial bold"/>
          <w:b/>
          <w:bCs/>
          <w:color w:val="FFFFFF" w:themeColor="background1"/>
          <w:spacing w:val="8"/>
          <w:kern w:val="24"/>
          <w:highlight w:val="darkGray"/>
          <w:rtl/>
        </w:rPr>
        <w:t xml:space="preserve"> </w:t>
      </w:r>
      <w:r w:rsidRPr="00943F5F">
        <w:rPr>
          <w:rFonts w:ascii="arial bold" w:hAnsi="arial bold" w:hint="eastAsia"/>
          <w:b/>
          <w:bCs/>
          <w:color w:val="FFFFFF" w:themeColor="background1"/>
          <w:spacing w:val="8"/>
          <w:kern w:val="24"/>
          <w:highlight w:val="darkGray"/>
          <w:rtl/>
        </w:rPr>
        <w:t>יום</w:t>
      </w:r>
      <w:r w:rsidRPr="00943F5F">
        <w:rPr>
          <w:rFonts w:ascii="arial bold" w:hAnsi="arial bold"/>
          <w:b/>
          <w:bCs/>
          <w:color w:val="FFFFFF" w:themeColor="background1"/>
          <w:spacing w:val="8"/>
          <w:kern w:val="24"/>
          <w:highlight w:val="darkGray"/>
          <w:rtl/>
        </w:rPr>
        <w:t xml:space="preserve"> </w:t>
      </w:r>
      <w:r w:rsidRPr="00943F5F">
        <w:rPr>
          <w:rFonts w:ascii="arial bold" w:hAnsi="arial bold" w:hint="eastAsia"/>
          <w:b/>
          <w:bCs/>
          <w:color w:val="FFFFFF" w:themeColor="background1"/>
          <w:spacing w:val="8"/>
          <w:kern w:val="24"/>
          <w:highlight w:val="darkGray"/>
          <w:rtl/>
        </w:rPr>
        <w:t>השואה</w:t>
      </w:r>
      <w:r w:rsidRPr="00943F5F">
        <w:rPr>
          <w:rFonts w:ascii="arial bold" w:hAnsi="arial bold"/>
          <w:b/>
          <w:bCs/>
          <w:color w:val="FFFFFF" w:themeColor="background1"/>
          <w:spacing w:val="8"/>
          <w:kern w:val="24"/>
          <w:highlight w:val="darkGray"/>
          <w:rtl/>
        </w:rPr>
        <w:t xml:space="preserve"> </w:t>
      </w:r>
      <w:r w:rsidRPr="00943F5F">
        <w:rPr>
          <w:rFonts w:ascii="arial bold" w:hAnsi="arial bold" w:hint="eastAsia"/>
          <w:b/>
          <w:bCs/>
          <w:color w:val="FFFFFF" w:themeColor="background1"/>
          <w:spacing w:val="8"/>
          <w:kern w:val="24"/>
          <w:highlight w:val="darkGray"/>
          <w:rtl/>
        </w:rPr>
        <w:t>והגבורה</w:t>
      </w:r>
      <w:r w:rsidRPr="00943F5F">
        <w:rPr>
          <w:rFonts w:ascii="arial bold" w:hAnsi="arial bold"/>
          <w:b/>
          <w:bCs/>
          <w:color w:val="FFFFFF" w:themeColor="background1"/>
          <w:spacing w:val="8"/>
          <w:kern w:val="24"/>
          <w:highlight w:val="darkGray"/>
          <w:rtl/>
        </w:rPr>
        <w:t xml:space="preserve"> </w:t>
      </w:r>
      <w:r w:rsidRPr="00943F5F">
        <w:rPr>
          <w:rFonts w:ascii="arial bold" w:hAnsi="arial bold" w:hint="eastAsia"/>
          <w:b/>
          <w:bCs/>
          <w:color w:val="FFFFFF" w:themeColor="background1"/>
          <w:spacing w:val="8"/>
          <w:kern w:val="24"/>
          <w:highlight w:val="darkGray"/>
          <w:rtl/>
        </w:rPr>
        <w:t>בערוץ</w:t>
      </w:r>
      <w:r w:rsidRPr="00943F5F">
        <w:rPr>
          <w:rFonts w:ascii="arial bold" w:hAnsi="arial bold"/>
          <w:b/>
          <w:bCs/>
          <w:color w:val="FFFFFF" w:themeColor="background1"/>
          <w:spacing w:val="8"/>
          <w:kern w:val="24"/>
          <w:highlight w:val="darkGray"/>
          <w:rtl/>
        </w:rPr>
        <w:t xml:space="preserve"> </w:t>
      </w:r>
      <w:r w:rsidRPr="00943F5F">
        <w:rPr>
          <w:rFonts w:ascii="arial bold" w:hAnsi="arial bold" w:hint="eastAsia"/>
          <w:b/>
          <w:bCs/>
          <w:color w:val="FFFFFF" w:themeColor="background1"/>
          <w:spacing w:val="8"/>
          <w:kern w:val="24"/>
          <w:highlight w:val="darkGray"/>
          <w:rtl/>
        </w:rPr>
        <w:t>ההיסטוריה</w:t>
      </w:r>
      <w:r w:rsidRPr="00943F5F">
        <w:rPr>
          <w:rFonts w:ascii="arial bold" w:hAnsi="arial bold"/>
          <w:b/>
          <w:bCs/>
          <w:color w:val="FFFFFF" w:themeColor="background1"/>
          <w:spacing w:val="8"/>
          <w:kern w:val="24"/>
          <w:highlight w:val="darkGray"/>
          <w:rtl/>
        </w:rPr>
        <w:t>:</w:t>
      </w:r>
    </w:p>
    <w:p w:rsidR="00943F5F" w:rsidRPr="00943F5F" w:rsidRDefault="00943F5F" w:rsidP="00943F5F">
      <w:pPr>
        <w:ind w:left="57" w:right="57"/>
        <w:rPr>
          <w:rFonts w:ascii="arial bold" w:hAnsi="arial bold"/>
          <w:b/>
          <w:bCs/>
          <w:color w:val="FFFFFF" w:themeColor="background1"/>
          <w:spacing w:val="8"/>
          <w:kern w:val="24"/>
          <w:sz w:val="8"/>
          <w:szCs w:val="8"/>
          <w:rtl/>
        </w:rPr>
      </w:pPr>
    </w:p>
    <w:p w:rsidR="00940FF9" w:rsidRPr="00943F5F" w:rsidRDefault="00940FF9" w:rsidP="00943F5F">
      <w:pPr>
        <w:ind w:left="57" w:right="57"/>
        <w:jc w:val="both"/>
        <w:rPr>
          <w:rFonts w:ascii="arial bold" w:hAnsi="arial bold"/>
          <w:b/>
          <w:bCs/>
          <w:color w:val="FFFFFF" w:themeColor="background1"/>
          <w:spacing w:val="8"/>
          <w:kern w:val="24"/>
          <w:highlight w:val="darkGray"/>
          <w:rtl/>
        </w:rPr>
      </w:pPr>
      <w:r w:rsidRPr="00CB23AB">
        <w:rPr>
          <w:sz w:val="22"/>
          <w:szCs w:val="22"/>
          <w:rtl/>
        </w:rPr>
        <w:t xml:space="preserve">נשדר בין השאר את סרטי הקולנוע </w:t>
      </w:r>
      <w:r w:rsidRPr="00943F5F">
        <w:rPr>
          <w:b/>
          <w:bCs/>
          <w:color w:val="0000FF"/>
          <w:sz w:val="22"/>
          <w:szCs w:val="22"/>
          <w:rtl/>
        </w:rPr>
        <w:t>"התנגדות</w:t>
      </w:r>
      <w:r w:rsidR="00943F5F">
        <w:rPr>
          <w:sz w:val="22"/>
          <w:szCs w:val="22"/>
          <w:rtl/>
        </w:rPr>
        <w:t>"</w:t>
      </w:r>
      <w:r w:rsidRPr="00CB23AB">
        <w:rPr>
          <w:sz w:val="22"/>
          <w:szCs w:val="22"/>
          <w:rtl/>
        </w:rPr>
        <w:t>- המבוסס על סיפור הגבורה של האחים היהודים ביילסקי ומאבקם בנאצים ביערות מזרח אירופה במלה"ע השניה, "</w:t>
      </w:r>
      <w:r w:rsidRPr="00943F5F">
        <w:rPr>
          <w:b/>
          <w:bCs/>
          <w:color w:val="0000FF"/>
          <w:sz w:val="22"/>
          <w:szCs w:val="22"/>
          <w:rtl/>
        </w:rPr>
        <w:t>הפסנתרן</w:t>
      </w:r>
      <w:r w:rsidRPr="00CB23AB">
        <w:rPr>
          <w:sz w:val="22"/>
          <w:szCs w:val="22"/>
          <w:rtl/>
        </w:rPr>
        <w:t>" – סרטו העוצמתי של רומן פולנסקי על ולדיסלב שפילמן, פסנתרן יהודי ששרד את השואה בפולין בתנאי הישרדות בלתי נסבלים.</w:t>
      </w:r>
      <w:r w:rsidRPr="00CB23AB">
        <w:rPr>
          <w:sz w:val="22"/>
          <w:szCs w:val="22"/>
        </w:rPr>
        <w:t xml:space="preserve"> </w:t>
      </w:r>
      <w:r w:rsidRPr="00CB23AB">
        <w:rPr>
          <w:sz w:val="22"/>
          <w:szCs w:val="22"/>
          <w:rtl/>
        </w:rPr>
        <w:t>כמו כן, נשדר את התעודה המרתקת:</w:t>
      </w:r>
      <w:r w:rsidR="00943F5F">
        <w:rPr>
          <w:rFonts w:ascii="arial bold" w:hAnsi="arial bold" w:hint="cs"/>
          <w:b/>
          <w:bCs/>
          <w:color w:val="FFFFFF" w:themeColor="background1"/>
          <w:spacing w:val="8"/>
          <w:kern w:val="24"/>
          <w:rtl/>
        </w:rPr>
        <w:t xml:space="preserve"> </w:t>
      </w:r>
      <w:r w:rsidRPr="00CB23AB">
        <w:rPr>
          <w:sz w:val="22"/>
          <w:szCs w:val="22"/>
          <w:rtl/>
        </w:rPr>
        <w:t>"</w:t>
      </w:r>
      <w:r w:rsidRPr="00943F5F">
        <w:rPr>
          <w:b/>
          <w:bCs/>
          <w:color w:val="0000FF"/>
          <w:sz w:val="22"/>
          <w:szCs w:val="22"/>
          <w:rtl/>
        </w:rPr>
        <w:t>אפוקליפסה: היטלר</w:t>
      </w:r>
      <w:r w:rsidRPr="00CB23AB">
        <w:rPr>
          <w:sz w:val="22"/>
          <w:szCs w:val="22"/>
          <w:rtl/>
        </w:rPr>
        <w:t>", המגולל את סיפור עלייתו הדרמטית של אדולף היטלר לצמרת השלטון בגרמניה, ו-"</w:t>
      </w:r>
      <w:r w:rsidRPr="00943F5F">
        <w:rPr>
          <w:b/>
          <w:bCs/>
          <w:color w:val="0000FF"/>
          <w:sz w:val="22"/>
          <w:szCs w:val="22"/>
          <w:rtl/>
        </w:rPr>
        <w:t>המסע של ילדי טהרן</w:t>
      </w:r>
      <w:r w:rsidRPr="00943F5F">
        <w:rPr>
          <w:color w:val="0000FF"/>
          <w:sz w:val="22"/>
          <w:szCs w:val="22"/>
          <w:rtl/>
        </w:rPr>
        <w:t>"</w:t>
      </w:r>
      <w:r w:rsidRPr="00CB23AB">
        <w:rPr>
          <w:sz w:val="22"/>
          <w:szCs w:val="22"/>
          <w:rtl/>
        </w:rPr>
        <w:t xml:space="preserve"> - סיפור מבצע החילוץ של כ-700 ילדים יהודים מפולין, בעיצומה של המלחמה והבאתם לארץ ישראל.</w:t>
      </w:r>
    </w:p>
    <w:p w:rsidR="00943F5F" w:rsidRPr="00C1566F" w:rsidRDefault="00943F5F" w:rsidP="00B56240">
      <w:pPr>
        <w:ind w:right="57"/>
        <w:jc w:val="both"/>
        <w:rPr>
          <w:sz w:val="6"/>
          <w:szCs w:val="6"/>
          <w:rtl/>
        </w:rPr>
      </w:pPr>
    </w:p>
    <w:p w:rsidR="00943F5F" w:rsidRPr="00B56240" w:rsidRDefault="00943F5F" w:rsidP="00943F5F">
      <w:pPr>
        <w:ind w:right="57"/>
        <w:jc w:val="both"/>
        <w:rPr>
          <w:sz w:val="36"/>
          <w:szCs w:val="36"/>
          <w:rtl/>
        </w:rPr>
      </w:pPr>
    </w:p>
    <w:p w:rsidR="00943F5F" w:rsidRDefault="00AC3DB1" w:rsidP="00943F5F">
      <w:pPr>
        <w:ind w:left="57" w:right="57"/>
        <w:jc w:val="center"/>
        <w:rPr>
          <w:rFonts w:ascii="arial bold" w:hAnsi="arial bold"/>
          <w:b/>
          <w:bCs/>
          <w:color w:val="FFFFFF" w:themeColor="background1"/>
          <w:spacing w:val="8"/>
          <w:kern w:val="24"/>
          <w:sz w:val="26"/>
          <w:szCs w:val="28"/>
          <w:highlight w:val="darkGray"/>
          <w:rtl/>
        </w:rPr>
      </w:pPr>
      <w:r w:rsidRPr="00943F5F">
        <w:rPr>
          <w:rFonts w:ascii="arial bold" w:hAnsi="arial bold" w:hint="eastAsia"/>
          <w:b/>
          <w:bCs/>
          <w:color w:val="FFFFFF" w:themeColor="background1"/>
          <w:spacing w:val="8"/>
          <w:kern w:val="24"/>
          <w:sz w:val="26"/>
          <w:szCs w:val="28"/>
          <w:highlight w:val="darkGray"/>
          <w:rtl/>
        </w:rPr>
        <w:t>יום</w:t>
      </w:r>
      <w:r w:rsidRPr="00943F5F">
        <w:rPr>
          <w:rFonts w:ascii="arial bold" w:hAnsi="arial bold"/>
          <w:b/>
          <w:bCs/>
          <w:color w:val="FFFFFF" w:themeColor="background1"/>
          <w:spacing w:val="8"/>
          <w:kern w:val="24"/>
          <w:sz w:val="26"/>
          <w:szCs w:val="28"/>
          <w:highlight w:val="darkGray"/>
          <w:rtl/>
        </w:rPr>
        <w:t xml:space="preserve"> </w:t>
      </w:r>
      <w:r w:rsidRPr="00943F5F">
        <w:rPr>
          <w:rFonts w:ascii="arial bold" w:hAnsi="arial bold" w:hint="eastAsia"/>
          <w:b/>
          <w:bCs/>
          <w:color w:val="FFFFFF" w:themeColor="background1"/>
          <w:spacing w:val="8"/>
          <w:kern w:val="24"/>
          <w:sz w:val="26"/>
          <w:szCs w:val="28"/>
          <w:highlight w:val="darkGray"/>
          <w:rtl/>
        </w:rPr>
        <w:t>הזכרון</w:t>
      </w:r>
      <w:r w:rsidRPr="00943F5F">
        <w:rPr>
          <w:rFonts w:ascii="arial bold" w:hAnsi="arial bold"/>
          <w:b/>
          <w:bCs/>
          <w:color w:val="FFFFFF" w:themeColor="background1"/>
          <w:spacing w:val="8"/>
          <w:kern w:val="24"/>
          <w:sz w:val="26"/>
          <w:szCs w:val="28"/>
          <w:highlight w:val="darkGray"/>
          <w:rtl/>
        </w:rPr>
        <w:t xml:space="preserve"> </w:t>
      </w:r>
      <w:r w:rsidRPr="00943F5F">
        <w:rPr>
          <w:rFonts w:ascii="arial bold" w:hAnsi="arial bold" w:hint="eastAsia"/>
          <w:b/>
          <w:bCs/>
          <w:color w:val="FFFFFF" w:themeColor="background1"/>
          <w:spacing w:val="8"/>
          <w:kern w:val="24"/>
          <w:sz w:val="26"/>
          <w:szCs w:val="28"/>
          <w:highlight w:val="darkGray"/>
          <w:rtl/>
        </w:rPr>
        <w:t>לחיילי</w:t>
      </w:r>
      <w:r w:rsidRPr="00943F5F">
        <w:rPr>
          <w:rFonts w:ascii="arial bold" w:hAnsi="arial bold"/>
          <w:b/>
          <w:bCs/>
          <w:color w:val="FFFFFF" w:themeColor="background1"/>
          <w:spacing w:val="8"/>
          <w:kern w:val="24"/>
          <w:sz w:val="26"/>
          <w:szCs w:val="28"/>
          <w:highlight w:val="darkGray"/>
          <w:rtl/>
        </w:rPr>
        <w:t xml:space="preserve"> </w:t>
      </w:r>
      <w:r w:rsidRPr="00943F5F">
        <w:rPr>
          <w:rFonts w:ascii="arial bold" w:hAnsi="arial bold" w:hint="eastAsia"/>
          <w:b/>
          <w:bCs/>
          <w:color w:val="FFFFFF" w:themeColor="background1"/>
          <w:spacing w:val="8"/>
          <w:kern w:val="24"/>
          <w:sz w:val="26"/>
          <w:szCs w:val="28"/>
          <w:highlight w:val="darkGray"/>
          <w:rtl/>
        </w:rPr>
        <w:t>צה</w:t>
      </w:r>
      <w:r w:rsidRPr="00943F5F">
        <w:rPr>
          <w:rFonts w:ascii="arial bold" w:hAnsi="arial bold"/>
          <w:b/>
          <w:bCs/>
          <w:color w:val="FFFFFF" w:themeColor="background1"/>
          <w:spacing w:val="8"/>
          <w:kern w:val="24"/>
          <w:sz w:val="26"/>
          <w:szCs w:val="28"/>
          <w:highlight w:val="darkGray"/>
          <w:rtl/>
        </w:rPr>
        <w:t>"</w:t>
      </w:r>
      <w:r w:rsidRPr="00943F5F">
        <w:rPr>
          <w:rFonts w:ascii="arial bold" w:hAnsi="arial bold" w:hint="eastAsia"/>
          <w:b/>
          <w:bCs/>
          <w:color w:val="FFFFFF" w:themeColor="background1"/>
          <w:spacing w:val="8"/>
          <w:kern w:val="24"/>
          <w:sz w:val="26"/>
          <w:szCs w:val="28"/>
          <w:highlight w:val="darkGray"/>
          <w:rtl/>
        </w:rPr>
        <w:t>ל</w:t>
      </w:r>
      <w:r w:rsidRPr="00943F5F">
        <w:rPr>
          <w:rFonts w:ascii="arial bold" w:hAnsi="arial bold"/>
          <w:b/>
          <w:bCs/>
          <w:color w:val="FFFFFF" w:themeColor="background1"/>
          <w:spacing w:val="8"/>
          <w:kern w:val="24"/>
          <w:sz w:val="26"/>
          <w:szCs w:val="28"/>
          <w:highlight w:val="darkGray"/>
          <w:rtl/>
        </w:rPr>
        <w:t xml:space="preserve"> </w:t>
      </w:r>
      <w:r w:rsidRPr="00943F5F">
        <w:rPr>
          <w:rFonts w:ascii="arial bold" w:hAnsi="arial bold" w:hint="eastAsia"/>
          <w:b/>
          <w:bCs/>
          <w:color w:val="FFFFFF" w:themeColor="background1"/>
          <w:spacing w:val="8"/>
          <w:kern w:val="24"/>
          <w:sz w:val="26"/>
          <w:szCs w:val="28"/>
          <w:highlight w:val="darkGray"/>
          <w:rtl/>
        </w:rPr>
        <w:t>ויום</w:t>
      </w:r>
      <w:r w:rsidRPr="00943F5F">
        <w:rPr>
          <w:rFonts w:ascii="arial bold" w:hAnsi="arial bold"/>
          <w:b/>
          <w:bCs/>
          <w:color w:val="FFFFFF" w:themeColor="background1"/>
          <w:spacing w:val="8"/>
          <w:kern w:val="24"/>
          <w:sz w:val="26"/>
          <w:szCs w:val="28"/>
          <w:highlight w:val="darkGray"/>
          <w:rtl/>
        </w:rPr>
        <w:t xml:space="preserve"> </w:t>
      </w:r>
      <w:r w:rsidRPr="00943F5F">
        <w:rPr>
          <w:rFonts w:ascii="arial bold" w:hAnsi="arial bold" w:hint="eastAsia"/>
          <w:b/>
          <w:bCs/>
          <w:color w:val="FFFFFF" w:themeColor="background1"/>
          <w:spacing w:val="8"/>
          <w:kern w:val="24"/>
          <w:sz w:val="26"/>
          <w:szCs w:val="28"/>
          <w:highlight w:val="darkGray"/>
          <w:rtl/>
        </w:rPr>
        <w:t>העצמאות</w:t>
      </w:r>
      <w:r w:rsidRPr="00943F5F">
        <w:rPr>
          <w:rFonts w:ascii="arial bold" w:hAnsi="arial bold"/>
          <w:b/>
          <w:bCs/>
          <w:color w:val="FFFFFF" w:themeColor="background1"/>
          <w:spacing w:val="8"/>
          <w:kern w:val="24"/>
          <w:sz w:val="26"/>
          <w:szCs w:val="28"/>
          <w:highlight w:val="darkGray"/>
          <w:rtl/>
        </w:rPr>
        <w:t xml:space="preserve">: </w:t>
      </w:r>
      <w:r w:rsidRPr="00943F5F">
        <w:rPr>
          <w:rFonts w:ascii="arial bold" w:hAnsi="arial bold" w:hint="eastAsia"/>
          <w:b/>
          <w:bCs/>
          <w:color w:val="FFFFFF" w:themeColor="background1"/>
          <w:spacing w:val="8"/>
          <w:kern w:val="24"/>
          <w:sz w:val="26"/>
          <w:szCs w:val="28"/>
          <w:highlight w:val="darkGray"/>
          <w:rtl/>
        </w:rPr>
        <w:t>שידורים</w:t>
      </w:r>
      <w:r w:rsidRPr="00943F5F">
        <w:rPr>
          <w:rFonts w:ascii="arial bold" w:hAnsi="arial bold"/>
          <w:b/>
          <w:bCs/>
          <w:color w:val="FFFFFF" w:themeColor="background1"/>
          <w:spacing w:val="8"/>
          <w:kern w:val="24"/>
          <w:sz w:val="26"/>
          <w:szCs w:val="28"/>
          <w:highlight w:val="darkGray"/>
          <w:rtl/>
        </w:rPr>
        <w:t xml:space="preserve"> </w:t>
      </w:r>
      <w:r w:rsidRPr="00943F5F">
        <w:rPr>
          <w:rFonts w:ascii="arial bold" w:hAnsi="arial bold" w:hint="eastAsia"/>
          <w:b/>
          <w:bCs/>
          <w:color w:val="FFFFFF" w:themeColor="background1"/>
          <w:spacing w:val="8"/>
          <w:kern w:val="24"/>
          <w:sz w:val="26"/>
          <w:szCs w:val="28"/>
          <w:highlight w:val="darkGray"/>
          <w:rtl/>
        </w:rPr>
        <w:t>מיוחדים</w:t>
      </w:r>
      <w:r w:rsidRPr="00943F5F">
        <w:rPr>
          <w:rFonts w:ascii="arial bold" w:hAnsi="arial bold"/>
          <w:b/>
          <w:bCs/>
          <w:color w:val="FFFFFF" w:themeColor="background1"/>
          <w:spacing w:val="8"/>
          <w:kern w:val="24"/>
          <w:sz w:val="26"/>
          <w:szCs w:val="28"/>
          <w:highlight w:val="darkGray"/>
          <w:rtl/>
        </w:rPr>
        <w:t xml:space="preserve"> - </w:t>
      </w:r>
      <w:r w:rsidRPr="00943F5F">
        <w:rPr>
          <w:rFonts w:ascii="arial bold" w:hAnsi="arial bold" w:hint="eastAsia"/>
          <w:b/>
          <w:bCs/>
          <w:color w:val="FFFFFF" w:themeColor="background1"/>
          <w:spacing w:val="8"/>
          <w:kern w:val="24"/>
          <w:sz w:val="26"/>
          <w:szCs w:val="28"/>
          <w:highlight w:val="darkGray"/>
          <w:rtl/>
        </w:rPr>
        <w:t>שלישי</w:t>
      </w:r>
      <w:r w:rsidRPr="00943F5F">
        <w:rPr>
          <w:rFonts w:ascii="arial bold" w:hAnsi="arial bold"/>
          <w:b/>
          <w:bCs/>
          <w:color w:val="FFFFFF" w:themeColor="background1"/>
          <w:spacing w:val="8"/>
          <w:kern w:val="24"/>
          <w:sz w:val="26"/>
          <w:szCs w:val="28"/>
          <w:highlight w:val="darkGray"/>
          <w:rtl/>
        </w:rPr>
        <w:t>-</w:t>
      </w:r>
      <w:r w:rsidRPr="00943F5F">
        <w:rPr>
          <w:rFonts w:ascii="arial bold" w:hAnsi="arial bold" w:hint="eastAsia"/>
          <w:b/>
          <w:bCs/>
          <w:color w:val="FFFFFF" w:themeColor="background1"/>
          <w:spacing w:val="8"/>
          <w:kern w:val="24"/>
          <w:sz w:val="26"/>
          <w:szCs w:val="28"/>
          <w:highlight w:val="darkGray"/>
          <w:rtl/>
        </w:rPr>
        <w:t>חמישי</w:t>
      </w:r>
      <w:r w:rsidRPr="00943F5F">
        <w:rPr>
          <w:rFonts w:ascii="arial bold" w:hAnsi="arial bold"/>
          <w:b/>
          <w:bCs/>
          <w:color w:val="FFFFFF" w:themeColor="background1"/>
          <w:spacing w:val="8"/>
          <w:kern w:val="24"/>
          <w:sz w:val="26"/>
          <w:szCs w:val="28"/>
          <w:highlight w:val="darkGray"/>
          <w:rtl/>
        </w:rPr>
        <w:t xml:space="preserve"> </w:t>
      </w:r>
      <w:r w:rsidR="00943F5F">
        <w:rPr>
          <w:rFonts w:ascii="arial bold" w:hAnsi="arial bold" w:hint="cs"/>
          <w:b/>
          <w:bCs/>
          <w:color w:val="FFFFFF" w:themeColor="background1"/>
          <w:spacing w:val="8"/>
          <w:kern w:val="24"/>
          <w:sz w:val="26"/>
          <w:szCs w:val="28"/>
          <w:highlight w:val="darkGray"/>
          <w:rtl/>
        </w:rPr>
        <w:t>21-23/4</w:t>
      </w:r>
    </w:p>
    <w:p w:rsidR="00943F5F" w:rsidRPr="00943F5F" w:rsidRDefault="00943F5F" w:rsidP="00943F5F">
      <w:pPr>
        <w:ind w:left="57" w:right="57"/>
        <w:jc w:val="center"/>
        <w:rPr>
          <w:rFonts w:ascii="arial bold" w:hAnsi="arial bold"/>
          <w:b/>
          <w:bCs/>
          <w:color w:val="FFFFFF" w:themeColor="background1"/>
          <w:spacing w:val="8"/>
          <w:kern w:val="24"/>
          <w:sz w:val="8"/>
          <w:szCs w:val="8"/>
          <w:highlight w:val="darkGray"/>
          <w:rtl/>
        </w:rPr>
      </w:pPr>
    </w:p>
    <w:p w:rsidR="00AC3DB1" w:rsidRDefault="00AC3DB1" w:rsidP="00943F5F">
      <w:pPr>
        <w:ind w:left="57" w:right="57"/>
        <w:jc w:val="center"/>
        <w:rPr>
          <w:b/>
          <w:bCs/>
          <w:color w:val="000000" w:themeColor="text1"/>
          <w:u w:val="single"/>
          <w:shd w:val="clear" w:color="auto" w:fill="FFFFFF"/>
          <w:rtl/>
        </w:rPr>
      </w:pPr>
      <w:r w:rsidRPr="00943F5F">
        <w:rPr>
          <w:b/>
          <w:bCs/>
          <w:color w:val="000000" w:themeColor="text1"/>
          <w:u w:val="single"/>
          <w:shd w:val="clear" w:color="auto" w:fill="FFFFFF"/>
          <w:rtl/>
        </w:rPr>
        <w:t>במוקד שידורנו בימים אלו, בכורה לסרטי התעודה המרתקים:</w:t>
      </w:r>
    </w:p>
    <w:p w:rsidR="00943F5F" w:rsidRPr="00943F5F" w:rsidRDefault="00943F5F" w:rsidP="00943F5F">
      <w:pPr>
        <w:ind w:left="57" w:right="57"/>
        <w:jc w:val="center"/>
        <w:rPr>
          <w:b/>
          <w:bCs/>
          <w:color w:val="000000" w:themeColor="text1"/>
          <w:sz w:val="10"/>
          <w:szCs w:val="10"/>
          <w:u w:val="single"/>
          <w:shd w:val="clear" w:color="auto" w:fill="FFFFFF"/>
          <w:rtl/>
        </w:rPr>
      </w:pPr>
    </w:p>
    <w:p w:rsidR="00AC3DB1" w:rsidRPr="00C1566F" w:rsidRDefault="00943F5F" w:rsidP="00943F5F">
      <w:pPr>
        <w:ind w:left="57" w:right="57"/>
        <w:jc w:val="center"/>
        <w:rPr>
          <w:rFonts w:ascii="arial bold" w:hAnsi="arial bold"/>
          <w:b/>
          <w:bCs/>
          <w:shadow/>
          <w:color w:val="0000FF"/>
          <w:spacing w:val="8"/>
          <w:kern w:val="30"/>
          <w:sz w:val="32"/>
          <w:szCs w:val="32"/>
          <w:rtl/>
        </w:rPr>
      </w:pPr>
      <w:r w:rsidRPr="00C1566F">
        <w:rPr>
          <w:rFonts w:ascii="arial bold" w:hAnsi="arial bold" w:hint="cs"/>
          <w:b/>
          <w:bCs/>
          <w:shadow/>
          <w:color w:val="0000FF"/>
          <w:spacing w:val="8"/>
          <w:kern w:val="30"/>
          <w:sz w:val="32"/>
          <w:szCs w:val="32"/>
          <w:rtl/>
        </w:rPr>
        <w:t>"</w:t>
      </w:r>
      <w:r w:rsidR="00AC3DB1" w:rsidRPr="00C1566F">
        <w:rPr>
          <w:rFonts w:ascii="arial bold" w:hAnsi="arial bold"/>
          <w:b/>
          <w:bCs/>
          <w:shadow/>
          <w:color w:val="0000FF"/>
          <w:spacing w:val="8"/>
          <w:kern w:val="30"/>
          <w:sz w:val="32"/>
          <w:szCs w:val="32"/>
          <w:rtl/>
        </w:rPr>
        <w:t>מבוזבזים</w:t>
      </w:r>
      <w:r w:rsidRPr="00C1566F">
        <w:rPr>
          <w:rFonts w:ascii="arial bold" w:hAnsi="arial bold" w:hint="cs"/>
          <w:b/>
          <w:bCs/>
          <w:shadow/>
          <w:color w:val="0000FF"/>
          <w:spacing w:val="8"/>
          <w:kern w:val="30"/>
          <w:sz w:val="32"/>
          <w:szCs w:val="32"/>
          <w:rtl/>
        </w:rPr>
        <w:t>"</w:t>
      </w:r>
      <w:r w:rsidR="00AC3DB1" w:rsidRPr="00C1566F">
        <w:rPr>
          <w:rFonts w:ascii="arial bold" w:hAnsi="arial bold"/>
          <w:b/>
          <w:bCs/>
          <w:shadow/>
          <w:color w:val="0000FF"/>
          <w:spacing w:val="8"/>
          <w:kern w:val="30"/>
          <w:sz w:val="32"/>
          <w:szCs w:val="32"/>
        </w:rPr>
        <w:t> </w:t>
      </w:r>
      <w:r w:rsidR="00AC3DB1" w:rsidRPr="00C1566F">
        <w:rPr>
          <w:rFonts w:ascii="arial bold" w:hAnsi="arial bold"/>
          <w:b/>
          <w:bCs/>
          <w:shadow/>
          <w:color w:val="0000FF"/>
          <w:spacing w:val="8"/>
          <w:kern w:val="30"/>
          <w:sz w:val="32"/>
          <w:szCs w:val="32"/>
          <w:rtl/>
        </w:rPr>
        <w:t xml:space="preserve"> </w:t>
      </w:r>
    </w:p>
    <w:p w:rsidR="00943F5F" w:rsidRPr="00943F5F" w:rsidRDefault="00943F5F" w:rsidP="00943F5F">
      <w:pPr>
        <w:ind w:left="57" w:right="57"/>
        <w:jc w:val="center"/>
        <w:rPr>
          <w:rFonts w:ascii="arial bold" w:hAnsi="arial bold"/>
          <w:b/>
          <w:bCs/>
          <w:shadow/>
          <w:color w:val="0000FF"/>
          <w:kern w:val="30"/>
          <w:sz w:val="8"/>
          <w:szCs w:val="4"/>
          <w:rtl/>
        </w:rPr>
      </w:pPr>
    </w:p>
    <w:p w:rsidR="00943F5F" w:rsidRPr="00943F5F" w:rsidRDefault="00943F5F" w:rsidP="00943F5F">
      <w:pPr>
        <w:ind w:left="57" w:right="57"/>
        <w:jc w:val="center"/>
        <w:rPr>
          <w:b/>
          <w:bCs/>
          <w:color w:val="C00000"/>
          <w:sz w:val="22"/>
          <w:szCs w:val="22"/>
          <w:u w:val="single"/>
          <w:rtl/>
        </w:rPr>
      </w:pPr>
      <w:r w:rsidRPr="00943F5F">
        <w:rPr>
          <w:b/>
          <w:bCs/>
          <w:color w:val="C00000"/>
          <w:sz w:val="22"/>
          <w:szCs w:val="22"/>
          <w:u w:val="single"/>
          <w:rtl/>
        </w:rPr>
        <w:t xml:space="preserve">שלישי, 21 באפריל ב-22:07, </w:t>
      </w:r>
      <w:r w:rsidRPr="00943F5F">
        <w:rPr>
          <w:rFonts w:hint="cs"/>
          <w:b/>
          <w:bCs/>
          <w:color w:val="C00000"/>
          <w:sz w:val="22"/>
          <w:szCs w:val="22"/>
          <w:highlight w:val="yellow"/>
          <w:u w:val="single"/>
          <w:rtl/>
        </w:rPr>
        <w:t>בכורה!</w:t>
      </w:r>
    </w:p>
    <w:p w:rsidR="00943F5F" w:rsidRPr="00943F5F" w:rsidRDefault="00943F5F" w:rsidP="00943F5F">
      <w:pPr>
        <w:ind w:left="57" w:right="57"/>
        <w:jc w:val="center"/>
        <w:rPr>
          <w:color w:val="C00000"/>
          <w:sz w:val="22"/>
          <w:szCs w:val="22"/>
          <w:u w:val="single"/>
          <w:rtl/>
        </w:rPr>
      </w:pPr>
      <w:r w:rsidRPr="00943F5F">
        <w:rPr>
          <w:color w:val="C00000"/>
          <w:sz w:val="22"/>
          <w:szCs w:val="22"/>
          <w:u w:val="single"/>
          <w:rtl/>
        </w:rPr>
        <w:t xml:space="preserve">שידורים נוספים </w:t>
      </w:r>
      <w:r w:rsidRPr="00943F5F">
        <w:rPr>
          <w:rFonts w:hint="cs"/>
          <w:color w:val="C00000"/>
          <w:sz w:val="22"/>
          <w:szCs w:val="22"/>
          <w:u w:val="single"/>
          <w:rtl/>
        </w:rPr>
        <w:t>ל</w:t>
      </w:r>
      <w:r w:rsidRPr="00943F5F">
        <w:rPr>
          <w:color w:val="C00000"/>
          <w:sz w:val="22"/>
          <w:szCs w:val="22"/>
          <w:u w:val="single"/>
          <w:rtl/>
        </w:rPr>
        <w:t>מחרת ב</w:t>
      </w:r>
      <w:r w:rsidRPr="00943F5F">
        <w:rPr>
          <w:rFonts w:hint="cs"/>
          <w:color w:val="C00000"/>
          <w:sz w:val="22"/>
          <w:szCs w:val="22"/>
          <w:u w:val="single"/>
          <w:rtl/>
        </w:rPr>
        <w:t xml:space="preserve">שעות 14:07 ו-19:15, </w:t>
      </w:r>
      <w:r w:rsidRPr="00943F5F">
        <w:rPr>
          <w:color w:val="C00000"/>
          <w:sz w:val="22"/>
          <w:szCs w:val="22"/>
          <w:u w:val="single"/>
          <w:rtl/>
        </w:rPr>
        <w:t>חמישי, 23 באפריל ב-20:15 ושבת, 25 באפריל ב-11:15</w:t>
      </w:r>
    </w:p>
    <w:p w:rsidR="00943F5F" w:rsidRPr="00943F5F" w:rsidRDefault="00943F5F" w:rsidP="00943F5F">
      <w:pPr>
        <w:ind w:left="57" w:right="57"/>
        <w:jc w:val="center"/>
        <w:rPr>
          <w:rFonts w:ascii="arial bold" w:hAnsi="arial bold"/>
          <w:b/>
          <w:bCs/>
          <w:shadow/>
          <w:color w:val="0000FF"/>
          <w:kern w:val="30"/>
          <w:sz w:val="14"/>
          <w:szCs w:val="10"/>
          <w:rtl/>
        </w:rPr>
      </w:pPr>
    </w:p>
    <w:p w:rsidR="00AC3DB1" w:rsidRPr="00CB23AB" w:rsidRDefault="00AC3DB1" w:rsidP="00CB23AB">
      <w:pPr>
        <w:ind w:left="57" w:right="57"/>
        <w:jc w:val="both"/>
        <w:rPr>
          <w:color w:val="333333"/>
          <w:sz w:val="22"/>
          <w:szCs w:val="22"/>
          <w:shd w:val="clear" w:color="auto" w:fill="FFFFFF"/>
          <w:rtl/>
        </w:rPr>
      </w:pPr>
      <w:r w:rsidRPr="00C1566F">
        <w:rPr>
          <w:b/>
          <w:bCs/>
          <w:color w:val="333333"/>
          <w:sz w:val="22"/>
          <w:szCs w:val="22"/>
          <w:shd w:val="clear" w:color="auto" w:fill="FFFFFF"/>
          <w:rtl/>
        </w:rPr>
        <w:t>סרט תיעודי רב-עוצמה, המתאר את שיגרת יומם המפחידה</w:t>
      </w:r>
      <w:r w:rsidR="008208A9" w:rsidRPr="00C1566F">
        <w:rPr>
          <w:b/>
          <w:bCs/>
          <w:color w:val="333333"/>
          <w:sz w:val="22"/>
          <w:szCs w:val="22"/>
          <w:shd w:val="clear" w:color="auto" w:fill="FFFFFF"/>
          <w:rtl/>
        </w:rPr>
        <w:t xml:space="preserve"> של חיילי מוצב הבופור </w:t>
      </w:r>
      <w:r w:rsidR="008208A9" w:rsidRPr="00C1566F">
        <w:rPr>
          <w:rFonts w:hint="cs"/>
          <w:b/>
          <w:bCs/>
          <w:color w:val="333333"/>
          <w:sz w:val="22"/>
          <w:szCs w:val="22"/>
          <w:shd w:val="clear" w:color="auto" w:fill="FFFFFF"/>
          <w:rtl/>
        </w:rPr>
        <w:t>ש</w:t>
      </w:r>
      <w:r w:rsidRPr="00C1566F">
        <w:rPr>
          <w:b/>
          <w:bCs/>
          <w:color w:val="333333"/>
          <w:sz w:val="22"/>
          <w:szCs w:val="22"/>
          <w:shd w:val="clear" w:color="auto" w:fill="FFFFFF"/>
          <w:rtl/>
        </w:rPr>
        <w:t>בדרום לבנון</w:t>
      </w:r>
      <w:r w:rsidRPr="00C1566F">
        <w:rPr>
          <w:color w:val="333333"/>
          <w:sz w:val="22"/>
          <w:szCs w:val="22"/>
          <w:shd w:val="clear" w:color="auto" w:fill="FFFFFF"/>
          <w:rtl/>
        </w:rPr>
        <w:t>. במרכז</w:t>
      </w:r>
      <w:r w:rsidRPr="00CB23AB">
        <w:rPr>
          <w:color w:val="333333"/>
          <w:sz w:val="22"/>
          <w:szCs w:val="22"/>
          <w:shd w:val="clear" w:color="auto" w:fill="FFFFFF"/>
          <w:rtl/>
        </w:rPr>
        <w:t xml:space="preserve"> הסרט שביימה היוצרת המוערכת נורית קידר, עדויות של חיילים ששירתו במוצב בחצי השנה שקדמה לנסיג</w:t>
      </w:r>
      <w:r w:rsidR="00C469F9" w:rsidRPr="00CB23AB">
        <w:rPr>
          <w:rFonts w:hint="cs"/>
          <w:color w:val="333333"/>
          <w:sz w:val="22"/>
          <w:szCs w:val="22"/>
          <w:shd w:val="clear" w:color="auto" w:fill="FFFFFF"/>
          <w:rtl/>
        </w:rPr>
        <w:t>ת צה"ל</w:t>
      </w:r>
      <w:r w:rsidRPr="00CB23AB">
        <w:rPr>
          <w:color w:val="333333"/>
          <w:sz w:val="22"/>
          <w:szCs w:val="22"/>
          <w:shd w:val="clear" w:color="auto" w:fill="FFFFFF"/>
          <w:rtl/>
        </w:rPr>
        <w:t xml:space="preserve"> מלבנון, ב</w:t>
      </w:r>
      <w:r w:rsidR="008208A9" w:rsidRPr="00CB23AB">
        <w:rPr>
          <w:rFonts w:hint="cs"/>
          <w:color w:val="333333"/>
          <w:sz w:val="22"/>
          <w:szCs w:val="22"/>
          <w:shd w:val="clear" w:color="auto" w:fill="FFFFFF"/>
          <w:rtl/>
        </w:rPr>
        <w:t xml:space="preserve">חודש </w:t>
      </w:r>
      <w:r w:rsidRPr="00CB23AB">
        <w:rPr>
          <w:color w:val="333333"/>
          <w:sz w:val="22"/>
          <w:szCs w:val="22"/>
          <w:shd w:val="clear" w:color="auto" w:fill="FFFFFF"/>
          <w:rtl/>
        </w:rPr>
        <w:t>מאי</w:t>
      </w:r>
      <w:r w:rsidR="008208A9" w:rsidRPr="00CB23AB">
        <w:rPr>
          <w:rFonts w:hint="cs"/>
          <w:color w:val="333333"/>
          <w:sz w:val="22"/>
          <w:szCs w:val="22"/>
          <w:shd w:val="clear" w:color="auto" w:fill="FFFFFF"/>
          <w:rtl/>
        </w:rPr>
        <w:t xml:space="preserve"> </w:t>
      </w:r>
      <w:r w:rsidRPr="00CB23AB">
        <w:rPr>
          <w:color w:val="333333"/>
          <w:sz w:val="22"/>
          <w:szCs w:val="22"/>
          <w:shd w:val="clear" w:color="auto" w:fill="FFFFFF"/>
          <w:rtl/>
        </w:rPr>
        <w:t>2000. מהסיפורים שהם מגוללים</w:t>
      </w:r>
      <w:r w:rsidR="008208A9" w:rsidRPr="00CB23AB">
        <w:rPr>
          <w:rFonts w:hint="cs"/>
          <w:color w:val="333333"/>
          <w:sz w:val="22"/>
          <w:szCs w:val="22"/>
          <w:shd w:val="clear" w:color="auto" w:fill="FFFFFF"/>
          <w:rtl/>
        </w:rPr>
        <w:t>,</w:t>
      </w:r>
      <w:r w:rsidRPr="00CB23AB">
        <w:rPr>
          <w:color w:val="333333"/>
          <w:sz w:val="22"/>
          <w:szCs w:val="22"/>
          <w:shd w:val="clear" w:color="auto" w:fill="FFFFFF"/>
          <w:rtl/>
        </w:rPr>
        <w:t xml:space="preserve"> מתקבלת תמונה מצמררת המורכבת מחוויות החיילים בשדה הקרב. </w:t>
      </w:r>
    </w:p>
    <w:p w:rsidR="00AC3DB1" w:rsidRPr="00C1566F" w:rsidRDefault="00AC3DB1" w:rsidP="00CB23AB">
      <w:pPr>
        <w:ind w:left="57" w:right="57"/>
        <w:jc w:val="both"/>
        <w:rPr>
          <w:color w:val="333333"/>
          <w:sz w:val="10"/>
          <w:szCs w:val="10"/>
          <w:shd w:val="clear" w:color="auto" w:fill="FFFFFF"/>
        </w:rPr>
      </w:pPr>
    </w:p>
    <w:p w:rsidR="00DC525C" w:rsidRPr="00CB23AB" w:rsidRDefault="00AC3DB1" w:rsidP="00C1566F">
      <w:pPr>
        <w:ind w:left="57" w:right="57"/>
        <w:jc w:val="both"/>
        <w:rPr>
          <w:color w:val="333333"/>
          <w:sz w:val="22"/>
          <w:szCs w:val="22"/>
          <w:shd w:val="clear" w:color="auto" w:fill="FFFFFF"/>
          <w:rtl/>
        </w:rPr>
      </w:pPr>
      <w:r w:rsidRPr="00C1566F">
        <w:rPr>
          <w:color w:val="333333"/>
          <w:sz w:val="22"/>
          <w:szCs w:val="22"/>
          <w:u w:val="single"/>
          <w:shd w:val="clear" w:color="auto" w:fill="FFFFFF"/>
          <w:rtl/>
        </w:rPr>
        <w:t>הסרט</w:t>
      </w:r>
      <w:r w:rsidR="008208A9" w:rsidRPr="00C1566F">
        <w:rPr>
          <w:rFonts w:hint="cs"/>
          <w:color w:val="333333"/>
          <w:sz w:val="22"/>
          <w:szCs w:val="22"/>
          <w:u w:val="single"/>
          <w:shd w:val="clear" w:color="auto" w:fill="FFFFFF"/>
          <w:rtl/>
        </w:rPr>
        <w:t xml:space="preserve"> </w:t>
      </w:r>
      <w:r w:rsidRPr="00C1566F">
        <w:rPr>
          <w:color w:val="333333"/>
          <w:sz w:val="22"/>
          <w:szCs w:val="22"/>
          <w:u w:val="single"/>
          <w:shd w:val="clear" w:color="auto" w:fill="FFFFFF"/>
          <w:rtl/>
        </w:rPr>
        <w:t>צולם בשנת 2006 על סט סרט הקולנוע העלילתי "הבופור", אך במקום שחקנים הוא מלווה את הגיבורים האמיתיים של ההר</w:t>
      </w:r>
      <w:r w:rsidRPr="00CB23AB">
        <w:rPr>
          <w:color w:val="333333"/>
          <w:sz w:val="22"/>
          <w:szCs w:val="22"/>
          <w:shd w:val="clear" w:color="auto" w:fill="FFFFFF"/>
          <w:rtl/>
        </w:rPr>
        <w:t xml:space="preserve">. </w:t>
      </w:r>
      <w:r w:rsidR="008208A9" w:rsidRPr="00CB23AB">
        <w:rPr>
          <w:rFonts w:hint="cs"/>
          <w:color w:val="333333"/>
          <w:sz w:val="22"/>
          <w:szCs w:val="22"/>
          <w:shd w:val="clear" w:color="auto" w:fill="FFFFFF"/>
          <w:rtl/>
        </w:rPr>
        <w:t xml:space="preserve">מספרת במאית הסרט, נורית קידר: </w:t>
      </w:r>
      <w:r w:rsidRPr="00CB23AB">
        <w:rPr>
          <w:color w:val="333333"/>
          <w:sz w:val="22"/>
          <w:szCs w:val="22"/>
          <w:shd w:val="clear" w:color="auto" w:fill="FFFFFF"/>
          <w:rtl/>
        </w:rPr>
        <w:t>"</w:t>
      </w:r>
      <w:r w:rsidRPr="00CB23AB">
        <w:rPr>
          <w:b/>
          <w:bCs/>
          <w:color w:val="333333"/>
          <w:sz w:val="22"/>
          <w:szCs w:val="22"/>
          <w:shd w:val="clear" w:color="auto" w:fill="FFFFFF"/>
          <w:rtl/>
        </w:rPr>
        <w:t>התחושה שקיבלתי היא שהם באמת לא מבינים מה עשינו שם, שהם ישבו במוצב כמו בשר תותחים, ברווזים במטווח שמחכים לסוף</w:t>
      </w:r>
      <w:r w:rsidRPr="00CB23AB">
        <w:rPr>
          <w:color w:val="333333"/>
          <w:sz w:val="22"/>
          <w:szCs w:val="22"/>
          <w:shd w:val="clear" w:color="auto" w:fill="FFFFFF"/>
        </w:rPr>
        <w:t>"</w:t>
      </w:r>
      <w:r w:rsidRPr="00CB23AB">
        <w:rPr>
          <w:color w:val="333333"/>
          <w:sz w:val="22"/>
          <w:szCs w:val="22"/>
          <w:shd w:val="clear" w:color="auto" w:fill="FFFFFF"/>
          <w:rtl/>
        </w:rPr>
        <w:t xml:space="preserve"> הסט, שמוקם בקלעת נמרוד, נבנה על-פי עדויות של חיילים וצילומים שהביאו אתם ממוצב הבופור. באופן מפ</w:t>
      </w:r>
      <w:r w:rsidR="00C469F9" w:rsidRPr="00CB23AB">
        <w:rPr>
          <w:color w:val="333333"/>
          <w:sz w:val="22"/>
          <w:szCs w:val="22"/>
          <w:shd w:val="clear" w:color="auto" w:fill="FFFFFF"/>
          <w:rtl/>
        </w:rPr>
        <w:t>תיע</w:t>
      </w:r>
      <w:r w:rsidR="00C469F9" w:rsidRPr="00CB23AB">
        <w:rPr>
          <w:rFonts w:hint="cs"/>
          <w:color w:val="333333"/>
          <w:sz w:val="22"/>
          <w:szCs w:val="22"/>
          <w:shd w:val="clear" w:color="auto" w:fill="FFFFFF"/>
          <w:rtl/>
        </w:rPr>
        <w:t xml:space="preserve">, </w:t>
      </w:r>
      <w:r w:rsidRPr="00CB23AB">
        <w:rPr>
          <w:color w:val="333333"/>
          <w:sz w:val="22"/>
          <w:szCs w:val="22"/>
          <w:shd w:val="clear" w:color="auto" w:fill="FFFFFF"/>
          <w:rtl/>
        </w:rPr>
        <w:t>המפגש הראשון של קידר עם הלוחמים התקיים על הסט. המצלמה עמדה נטועה במקומה, ללא תזוזה, התמקדה בפניהם של הדוברים וקלטה את סיפוריהם, את הקושי שלהם לדבר על החוויות שעברו עליהם כמה שנים לפני כן, ואת התגובה הרגשית הקשה שהעלאת הזיכרונות גרמה להם</w:t>
      </w:r>
      <w:r w:rsidRPr="00CB23AB">
        <w:rPr>
          <w:color w:val="333333"/>
          <w:sz w:val="22"/>
          <w:szCs w:val="22"/>
          <w:shd w:val="clear" w:color="auto" w:fill="FFFFFF"/>
        </w:rPr>
        <w:t>.</w:t>
      </w:r>
      <w:r w:rsidR="008208A9" w:rsidRPr="00CB23AB">
        <w:rPr>
          <w:rFonts w:hint="cs"/>
          <w:color w:val="333333"/>
          <w:sz w:val="22"/>
          <w:szCs w:val="22"/>
          <w:shd w:val="clear" w:color="auto" w:fill="FFFFFF"/>
          <w:rtl/>
        </w:rPr>
        <w:t xml:space="preserve"> בין עדויות החיילים, </w:t>
      </w:r>
      <w:r w:rsidR="00DC525C" w:rsidRPr="00CB23AB">
        <w:rPr>
          <w:rFonts w:hint="cs"/>
          <w:color w:val="333333"/>
          <w:sz w:val="22"/>
          <w:szCs w:val="22"/>
          <w:shd w:val="clear" w:color="auto" w:fill="FFFFFF"/>
          <w:rtl/>
        </w:rPr>
        <w:t>משולבים קטעי מחול דרמטיים בבימוי אוהד נהרין</w:t>
      </w:r>
      <w:r w:rsidR="008208A9" w:rsidRPr="00CB23AB">
        <w:rPr>
          <w:rFonts w:hint="cs"/>
          <w:color w:val="333333"/>
          <w:sz w:val="22"/>
          <w:szCs w:val="22"/>
          <w:shd w:val="clear" w:color="auto" w:fill="FFFFFF"/>
          <w:rtl/>
        </w:rPr>
        <w:t xml:space="preserve"> ובביצוע רקדני להקת "בת שבע"</w:t>
      </w:r>
      <w:r w:rsidR="00DC525C" w:rsidRPr="00CB23AB">
        <w:rPr>
          <w:rFonts w:hint="cs"/>
          <w:color w:val="333333"/>
          <w:sz w:val="22"/>
          <w:szCs w:val="22"/>
          <w:shd w:val="clear" w:color="auto" w:fill="FFFFFF"/>
          <w:rtl/>
        </w:rPr>
        <w:t>, המעניקים לסרט מימד מופשט ופיוטי.</w:t>
      </w:r>
    </w:p>
    <w:p w:rsidR="00AC3DB1" w:rsidRPr="00B56240" w:rsidRDefault="00AC3DB1" w:rsidP="00CB23AB">
      <w:pPr>
        <w:ind w:left="57" w:right="57"/>
        <w:jc w:val="both"/>
        <w:rPr>
          <w:b/>
          <w:bCs/>
          <w:color w:val="333333"/>
          <w:sz w:val="32"/>
          <w:szCs w:val="32"/>
          <w:shd w:val="clear" w:color="auto" w:fill="FFFFFF"/>
          <w:rtl/>
        </w:rPr>
      </w:pPr>
    </w:p>
    <w:p w:rsidR="00AC3DB1" w:rsidRDefault="00AC3DB1" w:rsidP="00943F5F">
      <w:pPr>
        <w:ind w:left="57" w:right="57"/>
        <w:jc w:val="center"/>
        <w:rPr>
          <w:rFonts w:ascii="arial bold" w:hAnsi="arial bold"/>
          <w:b/>
          <w:bCs/>
          <w:shadow/>
          <w:color w:val="0000FF"/>
          <w:kern w:val="30"/>
          <w:sz w:val="32"/>
          <w:szCs w:val="32"/>
          <w:rtl/>
        </w:rPr>
      </w:pPr>
      <w:r w:rsidRPr="00C1566F">
        <w:rPr>
          <w:rFonts w:ascii="arial bold" w:hAnsi="arial bold"/>
          <w:b/>
          <w:bCs/>
          <w:shadow/>
          <w:color w:val="0000FF"/>
          <w:spacing w:val="8"/>
          <w:kern w:val="30"/>
          <w:sz w:val="32"/>
          <w:szCs w:val="32"/>
          <w:rtl/>
        </w:rPr>
        <w:t>מבצע מוראל - קזבלנקה</w:t>
      </w:r>
      <w:r w:rsidRPr="00943F5F">
        <w:rPr>
          <w:rFonts w:ascii="arial bold" w:hAnsi="arial bold"/>
          <w:b/>
          <w:bCs/>
          <w:shadow/>
          <w:color w:val="0000FF"/>
          <w:kern w:val="30"/>
          <w:sz w:val="32"/>
          <w:szCs w:val="32"/>
          <w:rtl/>
        </w:rPr>
        <w:t xml:space="preserve"> 61</w:t>
      </w:r>
      <w:r w:rsidRPr="00943F5F">
        <w:rPr>
          <w:rFonts w:ascii="arial bold" w:hAnsi="arial bold"/>
          <w:b/>
          <w:bCs/>
          <w:shadow/>
          <w:color w:val="0000FF"/>
          <w:kern w:val="30"/>
          <w:sz w:val="32"/>
          <w:szCs w:val="32"/>
        </w:rPr>
        <w:t> </w:t>
      </w:r>
      <w:r w:rsidR="00C1566F">
        <w:rPr>
          <w:rFonts w:ascii="arial bold" w:hAnsi="arial bold" w:hint="cs"/>
          <w:b/>
          <w:bCs/>
          <w:shadow/>
          <w:color w:val="0000FF"/>
          <w:kern w:val="30"/>
          <w:sz w:val="32"/>
          <w:szCs w:val="32"/>
          <w:rtl/>
        </w:rPr>
        <w:t xml:space="preserve"> </w:t>
      </w:r>
      <w:r w:rsidR="00943F5F">
        <w:rPr>
          <w:rFonts w:ascii="arial bold" w:hAnsi="arial bold" w:hint="cs"/>
          <w:b/>
          <w:bCs/>
          <w:shadow/>
          <w:color w:val="0000FF"/>
          <w:kern w:val="30"/>
          <w:sz w:val="32"/>
          <w:szCs w:val="32"/>
          <w:rtl/>
        </w:rPr>
        <w:t>/</w:t>
      </w:r>
      <w:r w:rsidRPr="00943F5F">
        <w:rPr>
          <w:rFonts w:ascii="arial bold" w:hAnsi="arial bold"/>
          <w:b/>
          <w:bCs/>
          <w:shadow/>
          <w:color w:val="0000FF"/>
          <w:kern w:val="30"/>
          <w:sz w:val="32"/>
          <w:szCs w:val="32"/>
          <w:rtl/>
        </w:rPr>
        <w:t xml:space="preserve"> </w:t>
      </w:r>
      <w:r w:rsidRPr="00943F5F">
        <w:rPr>
          <w:rFonts w:ascii="arial bold" w:hAnsi="arial bold"/>
          <w:b/>
          <w:bCs/>
          <w:shadow/>
          <w:color w:val="0000FF"/>
          <w:kern w:val="30"/>
          <w:sz w:val="32"/>
          <w:szCs w:val="32"/>
        </w:rPr>
        <w:t>Operation Mural</w:t>
      </w:r>
    </w:p>
    <w:p w:rsidR="00943F5F" w:rsidRPr="00943F5F" w:rsidRDefault="00943F5F" w:rsidP="00943F5F">
      <w:pPr>
        <w:ind w:left="57" w:right="57"/>
        <w:jc w:val="center"/>
        <w:rPr>
          <w:rFonts w:ascii="arial bold" w:hAnsi="arial bold"/>
          <w:b/>
          <w:bCs/>
          <w:shadow/>
          <w:color w:val="0000FF"/>
          <w:kern w:val="30"/>
          <w:sz w:val="8"/>
          <w:szCs w:val="4"/>
          <w:rtl/>
        </w:rPr>
      </w:pPr>
    </w:p>
    <w:p w:rsidR="00943F5F" w:rsidRDefault="00943F5F" w:rsidP="00943F5F">
      <w:pPr>
        <w:ind w:left="57" w:right="57"/>
        <w:jc w:val="center"/>
        <w:rPr>
          <w:b/>
          <w:bCs/>
          <w:color w:val="C00000"/>
          <w:sz w:val="22"/>
          <w:szCs w:val="22"/>
          <w:u w:val="single"/>
          <w:rtl/>
        </w:rPr>
      </w:pPr>
      <w:r w:rsidRPr="00943F5F">
        <w:rPr>
          <w:b/>
          <w:bCs/>
          <w:color w:val="C00000"/>
          <w:sz w:val="22"/>
          <w:szCs w:val="22"/>
          <w:u w:val="single"/>
          <w:rtl/>
        </w:rPr>
        <w:t xml:space="preserve">רביעי, 22 באפריל ב-22:30, </w:t>
      </w:r>
      <w:r w:rsidRPr="00943F5F">
        <w:rPr>
          <w:rFonts w:hint="cs"/>
          <w:b/>
          <w:bCs/>
          <w:color w:val="C00000"/>
          <w:sz w:val="22"/>
          <w:szCs w:val="22"/>
          <w:highlight w:val="yellow"/>
          <w:u w:val="single"/>
          <w:rtl/>
        </w:rPr>
        <w:t>בכורה!</w:t>
      </w:r>
    </w:p>
    <w:p w:rsidR="00943F5F" w:rsidRPr="00943F5F" w:rsidRDefault="00943F5F" w:rsidP="00943F5F">
      <w:pPr>
        <w:ind w:left="57" w:right="57"/>
        <w:jc w:val="center"/>
        <w:rPr>
          <w:color w:val="C00000"/>
          <w:sz w:val="22"/>
          <w:szCs w:val="22"/>
          <w:u w:val="single"/>
          <w:rtl/>
        </w:rPr>
      </w:pPr>
      <w:r w:rsidRPr="00943F5F">
        <w:rPr>
          <w:color w:val="C00000"/>
          <w:sz w:val="22"/>
          <w:szCs w:val="22"/>
          <w:u w:val="single"/>
          <w:rtl/>
        </w:rPr>
        <w:t>שידורים נוספים למחרת ב-13:20 ו-</w:t>
      </w:r>
      <w:r w:rsidRPr="00943F5F">
        <w:rPr>
          <w:rFonts w:hint="cs"/>
          <w:color w:val="C00000"/>
          <w:sz w:val="22"/>
          <w:szCs w:val="22"/>
          <w:u w:val="single"/>
          <w:rtl/>
        </w:rPr>
        <w:t>17:10</w:t>
      </w:r>
      <w:r w:rsidRPr="00943F5F">
        <w:rPr>
          <w:color w:val="C00000"/>
          <w:sz w:val="22"/>
          <w:szCs w:val="22"/>
          <w:u w:val="single"/>
          <w:rtl/>
        </w:rPr>
        <w:t>, וביום שבת, 25 באפריל ב-21:05</w:t>
      </w:r>
    </w:p>
    <w:p w:rsidR="00943F5F" w:rsidRPr="00B56240" w:rsidRDefault="00943F5F" w:rsidP="00CB23AB">
      <w:pPr>
        <w:ind w:left="57" w:right="57"/>
        <w:jc w:val="both"/>
        <w:rPr>
          <w:color w:val="333333"/>
          <w:sz w:val="8"/>
          <w:szCs w:val="8"/>
          <w:u w:val="single"/>
          <w:shd w:val="clear" w:color="auto" w:fill="FFFFFF"/>
          <w:rtl/>
        </w:rPr>
      </w:pPr>
    </w:p>
    <w:p w:rsidR="00AC3DB1" w:rsidRPr="00B56240" w:rsidRDefault="00AC3DB1" w:rsidP="00B56240">
      <w:pPr>
        <w:ind w:left="57" w:right="57"/>
        <w:jc w:val="both"/>
        <w:rPr>
          <w:sz w:val="22"/>
          <w:szCs w:val="22"/>
          <w:u w:val="single"/>
          <w:rtl/>
        </w:rPr>
      </w:pPr>
      <w:r w:rsidRPr="00CB23AB">
        <w:rPr>
          <w:color w:val="333333"/>
          <w:sz w:val="22"/>
          <w:szCs w:val="22"/>
          <w:shd w:val="clear" w:color="auto" w:fill="FFFFFF"/>
          <w:rtl/>
        </w:rPr>
        <w:t xml:space="preserve">סרט תיעודי מרתק בבימויו של יהודה קווה. </w:t>
      </w:r>
      <w:r w:rsidRPr="00B56240">
        <w:rPr>
          <w:color w:val="333333"/>
          <w:sz w:val="22"/>
          <w:szCs w:val="22"/>
          <w:u w:val="single"/>
          <w:shd w:val="clear" w:color="auto" w:fill="FFFFFF"/>
          <w:rtl/>
        </w:rPr>
        <w:t>במסווה של קבוצת תיירים שנסעה לטייל במרוקו, יצאו בחורף 2006 כמה מאנשי המוסד הישראלי לשעבר, לשחזר את הפעולה החשאית בה נטלו חלק 45 שנה לפני כן</w:t>
      </w:r>
      <w:r w:rsidRPr="00CB23AB">
        <w:rPr>
          <w:color w:val="333333"/>
          <w:sz w:val="22"/>
          <w:szCs w:val="22"/>
          <w:shd w:val="clear" w:color="auto" w:fill="FFFFFF"/>
          <w:rtl/>
        </w:rPr>
        <w:t>: "</w:t>
      </w:r>
      <w:r w:rsidRPr="00B56240">
        <w:rPr>
          <w:b/>
          <w:bCs/>
          <w:color w:val="333333"/>
          <w:sz w:val="22"/>
          <w:szCs w:val="22"/>
          <w:shd w:val="clear" w:color="auto" w:fill="FFFFFF"/>
          <w:rtl/>
        </w:rPr>
        <w:t>מבצע מוראל</w:t>
      </w:r>
      <w:r w:rsidR="00B56240">
        <w:rPr>
          <w:b/>
          <w:bCs/>
          <w:color w:val="333333"/>
          <w:sz w:val="22"/>
          <w:szCs w:val="22"/>
          <w:shd w:val="clear" w:color="auto" w:fill="FFFFFF"/>
          <w:rtl/>
        </w:rPr>
        <w:t xml:space="preserve">" היה מבצע מחתרתי ונועז </w:t>
      </w:r>
      <w:r w:rsidRPr="00B56240">
        <w:rPr>
          <w:b/>
          <w:bCs/>
          <w:color w:val="333333"/>
          <w:sz w:val="22"/>
          <w:szCs w:val="22"/>
          <w:shd w:val="clear" w:color="auto" w:fill="FFFFFF"/>
          <w:rtl/>
        </w:rPr>
        <w:t>להעלאת 530 ילדים ממרוקו לישראל מ-16 במרץ</w:t>
      </w:r>
      <w:r w:rsidRPr="00B56240">
        <w:rPr>
          <w:b/>
          <w:bCs/>
          <w:color w:val="333333"/>
          <w:sz w:val="22"/>
          <w:szCs w:val="22"/>
          <w:shd w:val="clear" w:color="auto" w:fill="FFFFFF"/>
        </w:rPr>
        <w:t> </w:t>
      </w:r>
      <w:hyperlink r:id="rId7" w:tooltip="1961" w:history="1">
        <w:r w:rsidRPr="00B56240">
          <w:rPr>
            <w:b/>
            <w:bCs/>
            <w:color w:val="333333"/>
            <w:sz w:val="22"/>
            <w:szCs w:val="22"/>
            <w:shd w:val="clear" w:color="auto" w:fill="FFFFFF"/>
          </w:rPr>
          <w:t>1961</w:t>
        </w:r>
      </w:hyperlink>
      <w:r w:rsidRPr="00B56240">
        <w:rPr>
          <w:b/>
          <w:bCs/>
          <w:color w:val="333333"/>
          <w:sz w:val="22"/>
          <w:szCs w:val="22"/>
          <w:shd w:val="clear" w:color="auto" w:fill="FFFFFF"/>
        </w:rPr>
        <w:t> </w:t>
      </w:r>
      <w:r w:rsidRPr="00B56240">
        <w:rPr>
          <w:b/>
          <w:bCs/>
          <w:color w:val="333333"/>
          <w:sz w:val="22"/>
          <w:szCs w:val="22"/>
          <w:shd w:val="clear" w:color="auto" w:fill="FFFFFF"/>
          <w:rtl/>
        </w:rPr>
        <w:t>עד ב-24 ביולי</w:t>
      </w:r>
      <w:r w:rsidRPr="00B56240">
        <w:rPr>
          <w:b/>
          <w:bCs/>
          <w:color w:val="333333"/>
          <w:sz w:val="22"/>
          <w:szCs w:val="22"/>
          <w:shd w:val="clear" w:color="auto" w:fill="FFFFFF"/>
        </w:rPr>
        <w:t> </w:t>
      </w:r>
      <w:hyperlink r:id="rId8" w:tooltip="1961" w:history="1">
        <w:r w:rsidRPr="00B56240">
          <w:rPr>
            <w:b/>
            <w:bCs/>
            <w:color w:val="333333"/>
            <w:sz w:val="22"/>
            <w:szCs w:val="22"/>
            <w:shd w:val="clear" w:color="auto" w:fill="FFFFFF"/>
            <w:rtl/>
          </w:rPr>
          <w:t>1961,</w:t>
        </w:r>
      </w:hyperlink>
      <w:r w:rsidRPr="00B56240">
        <w:rPr>
          <w:b/>
          <w:bCs/>
          <w:color w:val="333333"/>
          <w:sz w:val="22"/>
          <w:szCs w:val="22"/>
          <w:shd w:val="clear" w:color="auto" w:fill="FFFFFF"/>
          <w:rtl/>
        </w:rPr>
        <w:t xml:space="preserve"> כל זאת תוך סיכון וללא ידיעת שלטונות מרוקו, שאסרו על עליית יהודים לישראל לאחר שמדינה זו קבלת העצמאות מצרפת בשנת 1956.</w:t>
      </w:r>
      <w:r w:rsidRPr="00CB23AB">
        <w:rPr>
          <w:color w:val="333333"/>
          <w:sz w:val="22"/>
          <w:szCs w:val="22"/>
          <w:shd w:val="clear" w:color="auto" w:fill="FFFFFF"/>
          <w:rtl/>
        </w:rPr>
        <w:t xml:space="preserve"> כמה מן הילדים שהיו אז בני </w:t>
      </w:r>
      <w:r w:rsidR="00B56240">
        <w:rPr>
          <w:rFonts w:hint="cs"/>
          <w:color w:val="333333"/>
          <w:sz w:val="22"/>
          <w:szCs w:val="22"/>
          <w:shd w:val="clear" w:color="auto" w:fill="FFFFFF"/>
          <w:rtl/>
        </w:rPr>
        <w:t>7</w:t>
      </w:r>
      <w:r w:rsidR="00B56240">
        <w:rPr>
          <w:color w:val="333333"/>
          <w:sz w:val="22"/>
          <w:szCs w:val="22"/>
          <w:shd w:val="clear" w:color="auto" w:fill="FFFFFF"/>
          <w:rtl/>
        </w:rPr>
        <w:t xml:space="preserve"> ו</w:t>
      </w:r>
      <w:r w:rsidR="00B56240">
        <w:rPr>
          <w:rFonts w:hint="cs"/>
          <w:color w:val="333333"/>
          <w:sz w:val="22"/>
          <w:szCs w:val="22"/>
          <w:shd w:val="clear" w:color="auto" w:fill="FFFFFF"/>
          <w:rtl/>
        </w:rPr>
        <w:t>-9</w:t>
      </w:r>
      <w:r w:rsidRPr="00CB23AB">
        <w:rPr>
          <w:color w:val="333333"/>
          <w:sz w:val="22"/>
          <w:szCs w:val="22"/>
          <w:shd w:val="clear" w:color="auto" w:fill="FFFFFF"/>
          <w:rtl/>
        </w:rPr>
        <w:t xml:space="preserve"> מספרים את</w:t>
      </w:r>
      <w:r w:rsidR="00B56240">
        <w:rPr>
          <w:color w:val="333333"/>
          <w:sz w:val="22"/>
          <w:szCs w:val="22"/>
          <w:shd w:val="clear" w:color="auto" w:fill="FFFFFF"/>
          <w:rtl/>
        </w:rPr>
        <w:t xml:space="preserve"> סיפורם ומוסיפים מימד רגשי לסרט כ</w:t>
      </w:r>
      <w:r w:rsidR="00B56240">
        <w:rPr>
          <w:rFonts w:hint="cs"/>
          <w:color w:val="333333"/>
          <w:sz w:val="22"/>
          <w:szCs w:val="22"/>
          <w:shd w:val="clear" w:color="auto" w:fill="FFFFFF"/>
          <w:rtl/>
        </w:rPr>
        <w:t>ש</w:t>
      </w:r>
      <w:r w:rsidRPr="00CB23AB">
        <w:rPr>
          <w:color w:val="333333"/>
          <w:sz w:val="22"/>
          <w:szCs w:val="22"/>
          <w:shd w:val="clear" w:color="auto" w:fill="FFFFFF"/>
          <w:rtl/>
        </w:rPr>
        <w:t xml:space="preserve">הם מספרים כיצד אולצו להיפרד ממשפחותיהם ולצאת "אל הבלתי נודע". </w:t>
      </w:r>
      <w:r w:rsidRPr="00B56240">
        <w:rPr>
          <w:color w:val="333333"/>
          <w:sz w:val="22"/>
          <w:szCs w:val="22"/>
          <w:u w:val="single"/>
          <w:shd w:val="clear" w:color="auto" w:fill="FFFFFF"/>
          <w:rtl/>
        </w:rPr>
        <w:t>זהו פרק עלום ומרתק בתולדות עליית יהודי מרוקו</w:t>
      </w:r>
      <w:r w:rsidRPr="00B56240">
        <w:rPr>
          <w:color w:val="333333"/>
          <w:sz w:val="22"/>
          <w:szCs w:val="22"/>
          <w:u w:val="single"/>
          <w:shd w:val="clear" w:color="auto" w:fill="FFFFFF"/>
        </w:rPr>
        <w:t>.</w:t>
      </w:r>
    </w:p>
    <w:p w:rsidR="00AC3DB1" w:rsidRPr="00B56240" w:rsidRDefault="00AC3DB1" w:rsidP="00CB23AB">
      <w:pPr>
        <w:pStyle w:val="NormalWeb"/>
        <w:shd w:val="clear" w:color="auto" w:fill="FFFFFF"/>
        <w:spacing w:before="0" w:after="0"/>
        <w:ind w:left="57" w:right="57"/>
        <w:jc w:val="both"/>
        <w:rPr>
          <w:rFonts w:ascii="Arial" w:hAnsi="Arial" w:cs="Arial"/>
          <w:color w:val="333333"/>
          <w:sz w:val="16"/>
          <w:szCs w:val="16"/>
          <w:shd w:val="clear" w:color="auto" w:fill="FFFFFF"/>
        </w:rPr>
      </w:pPr>
    </w:p>
    <w:p w:rsidR="00AC3DB1" w:rsidRPr="00CB23AB" w:rsidRDefault="00AC3DB1" w:rsidP="00CB23AB">
      <w:pPr>
        <w:pStyle w:val="NormalWeb"/>
        <w:shd w:val="clear" w:color="auto" w:fill="FFFFFF"/>
        <w:spacing w:before="0" w:after="0"/>
        <w:ind w:left="57" w:right="57"/>
        <w:jc w:val="both"/>
        <w:rPr>
          <w:rFonts w:ascii="Arial" w:hAnsi="Arial" w:cs="Arial"/>
          <w:color w:val="333333"/>
          <w:sz w:val="22"/>
          <w:szCs w:val="22"/>
          <w:shd w:val="clear" w:color="auto" w:fill="FFFFFF"/>
          <w:rtl/>
        </w:rPr>
      </w:pPr>
      <w:r w:rsidRPr="00CB23AB">
        <w:rPr>
          <w:rFonts w:ascii="Arial" w:hAnsi="Arial" w:cs="Arial"/>
          <w:b/>
          <w:bCs/>
          <w:color w:val="333333"/>
          <w:sz w:val="22"/>
          <w:szCs w:val="22"/>
          <w:shd w:val="clear" w:color="auto" w:fill="FFFFFF"/>
          <w:rtl/>
        </w:rPr>
        <w:t xml:space="preserve">כך נולד הרעיון: </w:t>
      </w:r>
      <w:r w:rsidR="00B56240">
        <w:rPr>
          <w:rFonts w:ascii="Arial" w:hAnsi="Arial" w:cs="Arial"/>
          <w:color w:val="333333"/>
          <w:sz w:val="22"/>
          <w:szCs w:val="22"/>
          <w:shd w:val="clear" w:color="auto" w:fill="FFFFFF"/>
          <w:rtl/>
        </w:rPr>
        <w:t xml:space="preserve">שליח ארגון יתחזה לנציג </w:t>
      </w:r>
      <w:r w:rsidRPr="00CB23AB">
        <w:rPr>
          <w:rFonts w:ascii="Arial" w:hAnsi="Arial" w:cs="Arial"/>
          <w:color w:val="333333"/>
          <w:sz w:val="22"/>
          <w:szCs w:val="22"/>
          <w:shd w:val="clear" w:color="auto" w:fill="FFFFFF"/>
          <w:rtl/>
        </w:rPr>
        <w:t>ארגון שווייצרי הומניטרי שיוצב ב</w:t>
      </w:r>
      <w:r w:rsidR="00203438" w:rsidRPr="00CB23AB">
        <w:fldChar w:fldCharType="begin"/>
      </w:r>
      <w:r w:rsidR="00653245" w:rsidRPr="00CB23AB">
        <w:instrText>HYPERLINK "http://he.wikipedia.org/wiki/%D7%A7%D7%96%D7%91%D7%9C%D7%A0%D7%A7%D7%94" \o "</w:instrText>
      </w:r>
      <w:r w:rsidR="00653245" w:rsidRPr="00CB23AB">
        <w:rPr>
          <w:rtl/>
        </w:rPr>
        <w:instrText>קזבלנקה</w:instrText>
      </w:r>
      <w:r w:rsidR="00653245" w:rsidRPr="00CB23AB">
        <w:instrText>"</w:instrText>
      </w:r>
      <w:r w:rsidR="00203438" w:rsidRPr="00CB23AB">
        <w:fldChar w:fldCharType="separate"/>
      </w:r>
      <w:r w:rsidRPr="00CB23AB">
        <w:rPr>
          <w:rFonts w:ascii="Arial" w:hAnsi="Arial" w:cs="Arial"/>
          <w:color w:val="333333"/>
          <w:sz w:val="22"/>
          <w:szCs w:val="22"/>
          <w:shd w:val="clear" w:color="auto" w:fill="FFFFFF"/>
          <w:rtl/>
        </w:rPr>
        <w:t>קזבלנקה</w:t>
      </w:r>
      <w:r w:rsidR="00203438" w:rsidRPr="00CB23AB">
        <w:fldChar w:fldCharType="end"/>
      </w:r>
      <w:r w:rsidRPr="00CB23AB">
        <w:rPr>
          <w:rFonts w:ascii="Arial" w:hAnsi="Arial" w:cs="Arial"/>
          <w:color w:val="333333"/>
          <w:sz w:val="22"/>
          <w:szCs w:val="22"/>
          <w:shd w:val="clear" w:color="auto" w:fill="FFFFFF"/>
        </w:rPr>
        <w:t>, </w:t>
      </w:r>
      <w:r w:rsidRPr="00CB23AB">
        <w:rPr>
          <w:rFonts w:ascii="Arial" w:hAnsi="Arial" w:cs="Arial"/>
          <w:color w:val="333333"/>
          <w:sz w:val="22"/>
          <w:szCs w:val="22"/>
          <w:shd w:val="clear" w:color="auto" w:fill="FFFFFF"/>
          <w:rtl/>
        </w:rPr>
        <w:t>יפנה לשלטונות</w:t>
      </w:r>
      <w:r w:rsidRPr="00CB23AB">
        <w:rPr>
          <w:rFonts w:ascii="Arial" w:hAnsi="Arial" w:cs="Arial"/>
          <w:color w:val="333333"/>
          <w:sz w:val="22"/>
          <w:szCs w:val="22"/>
          <w:shd w:val="clear" w:color="auto" w:fill="FFFFFF"/>
        </w:rPr>
        <w:t> </w:t>
      </w:r>
      <w:hyperlink r:id="rId9" w:tooltip="מרוקו" w:history="1">
        <w:r w:rsidRPr="00CB23AB">
          <w:rPr>
            <w:rFonts w:ascii="Arial" w:hAnsi="Arial" w:cs="Arial"/>
            <w:color w:val="333333"/>
            <w:sz w:val="22"/>
            <w:szCs w:val="22"/>
            <w:shd w:val="clear" w:color="auto" w:fill="FFFFFF"/>
            <w:rtl/>
          </w:rPr>
          <w:t>מרוקו</w:t>
        </w:r>
      </w:hyperlink>
      <w:r w:rsidRPr="00CB23AB">
        <w:rPr>
          <w:rFonts w:ascii="Arial" w:hAnsi="Arial" w:cs="Arial"/>
          <w:color w:val="333333"/>
          <w:sz w:val="22"/>
          <w:szCs w:val="22"/>
          <w:shd w:val="clear" w:color="auto" w:fill="FFFFFF"/>
        </w:rPr>
        <w:t> </w:t>
      </w:r>
      <w:r w:rsidRPr="00CB23AB">
        <w:rPr>
          <w:rFonts w:ascii="Arial" w:hAnsi="Arial" w:cs="Arial"/>
          <w:color w:val="333333"/>
          <w:sz w:val="22"/>
          <w:szCs w:val="22"/>
          <w:shd w:val="clear" w:color="auto" w:fill="FFFFFF"/>
          <w:rtl/>
        </w:rPr>
        <w:t xml:space="preserve">ביוזמה להוציא מאות ילדים יהודים ומוסלמים לחופשה בשווייץ. אחרי שהות קצרה בשווייץ ימשיכו הילדים היהודים לישראל. </w:t>
      </w:r>
      <w:r w:rsidRPr="00B56240">
        <w:rPr>
          <w:rFonts w:ascii="Arial" w:hAnsi="Arial" w:cs="Arial"/>
          <w:color w:val="333333"/>
          <w:sz w:val="22"/>
          <w:szCs w:val="22"/>
          <w:u w:val="single"/>
          <w:shd w:val="clear" w:color="auto" w:fill="FFFFFF"/>
          <w:rtl/>
        </w:rPr>
        <w:t>מבצע זה היה תוכנית סודית של "המוסד" להברחת מאות נערים ונערות יהודים ממרוקו לישראל לפני סגירת השערים לעלייה</w:t>
      </w:r>
      <w:r w:rsidRPr="00CB23AB">
        <w:rPr>
          <w:rFonts w:ascii="Arial" w:hAnsi="Arial" w:cs="Arial"/>
          <w:color w:val="333333"/>
          <w:sz w:val="22"/>
          <w:szCs w:val="22"/>
          <w:shd w:val="clear" w:color="auto" w:fill="FFFFFF"/>
        </w:rPr>
        <w:t>.</w:t>
      </w:r>
      <w:r w:rsidRPr="00CB23AB">
        <w:rPr>
          <w:rFonts w:ascii="Arial" w:hAnsi="Arial" w:cs="Arial"/>
          <w:b/>
          <w:bCs/>
          <w:color w:val="333333"/>
          <w:sz w:val="22"/>
          <w:szCs w:val="22"/>
          <w:shd w:val="clear" w:color="auto" w:fill="FFFFFF"/>
          <w:rtl/>
        </w:rPr>
        <w:t xml:space="preserve"> באותו הזמן בשווייץ</w:t>
      </w:r>
      <w:r w:rsidRPr="00CB23AB">
        <w:rPr>
          <w:rFonts w:ascii="Arial" w:hAnsi="Arial" w:cs="Arial"/>
          <w:color w:val="333333"/>
          <w:sz w:val="22"/>
          <w:szCs w:val="22"/>
          <w:shd w:val="clear" w:color="auto" w:fill="FFFFFF"/>
        </w:rPr>
        <w:t>:</w:t>
      </w:r>
      <w:r w:rsidRPr="00CB23AB">
        <w:rPr>
          <w:rFonts w:ascii="Arial" w:hAnsi="Arial" w:cs="Arial"/>
          <w:color w:val="333333"/>
          <w:sz w:val="22"/>
          <w:szCs w:val="22"/>
          <w:shd w:val="clear" w:color="auto" w:fill="FFFFFF"/>
          <w:rtl/>
        </w:rPr>
        <w:t xml:space="preserve"> </w:t>
      </w:r>
      <w:r w:rsidRPr="00B56240">
        <w:rPr>
          <w:rFonts w:ascii="Arial" w:hAnsi="Arial" w:cs="Arial"/>
          <w:color w:val="0000FF"/>
          <w:sz w:val="22"/>
          <w:szCs w:val="22"/>
          <w:shd w:val="clear" w:color="auto" w:fill="FFFFFF"/>
          <w:rtl/>
        </w:rPr>
        <w:t>דיוויד ליטמן</w:t>
      </w:r>
      <w:r w:rsidRPr="00CB23AB">
        <w:rPr>
          <w:rFonts w:ascii="Arial" w:hAnsi="Arial" w:cs="Arial"/>
          <w:color w:val="333333"/>
          <w:sz w:val="22"/>
          <w:szCs w:val="22"/>
          <w:shd w:val="clear" w:color="auto" w:fill="FFFFFF"/>
        </w:rPr>
        <w:t xml:space="preserve">, </w:t>
      </w:r>
      <w:r w:rsidRPr="00CB23AB">
        <w:rPr>
          <w:rFonts w:ascii="Arial" w:hAnsi="Arial" w:cs="Arial"/>
          <w:color w:val="333333"/>
          <w:sz w:val="22"/>
          <w:szCs w:val="22"/>
          <w:shd w:val="clear" w:color="auto" w:fill="FFFFFF"/>
          <w:rtl/>
        </w:rPr>
        <w:t>בן ל</w:t>
      </w:r>
      <w:r w:rsidR="00B56240">
        <w:rPr>
          <w:rFonts w:ascii="Arial" w:hAnsi="Arial" w:cs="Arial"/>
          <w:color w:val="333333"/>
          <w:sz w:val="22"/>
          <w:szCs w:val="22"/>
          <w:shd w:val="clear" w:color="auto" w:fill="FFFFFF"/>
          <w:rtl/>
        </w:rPr>
        <w:t>משפחה יהודית בריטית עשירה, ש</w:t>
      </w:r>
      <w:r w:rsidRPr="00CB23AB">
        <w:rPr>
          <w:rFonts w:ascii="Arial" w:hAnsi="Arial" w:cs="Arial"/>
          <w:color w:val="333333"/>
          <w:sz w:val="22"/>
          <w:szCs w:val="22"/>
          <w:shd w:val="clear" w:color="auto" w:fill="FFFFFF"/>
          <w:rtl/>
        </w:rPr>
        <w:t>ידע מה מצב היהודים במרוקו: הם אמנם נעשו אזרחים בעלי זכויות שוות אחרי מתן העצמאות, אך השלטונות המרוקאים אסרו את יציאתם החופשית מהמדינה, על-מנת למלא את החלל שנוצר אחרי עזיבת כרבע מ</w:t>
      </w:r>
      <w:r w:rsidR="00AA3DB5" w:rsidRPr="00CB23AB">
        <w:rPr>
          <w:rFonts w:ascii="Arial" w:hAnsi="Arial" w:cs="Arial" w:hint="cs"/>
          <w:color w:val="333333"/>
          <w:sz w:val="22"/>
          <w:szCs w:val="22"/>
          <w:shd w:val="clear" w:color="auto" w:fill="FFFFFF"/>
          <w:rtl/>
        </w:rPr>
        <w:t>י</w:t>
      </w:r>
      <w:r w:rsidRPr="00CB23AB">
        <w:rPr>
          <w:rFonts w:ascii="Arial" w:hAnsi="Arial" w:cs="Arial"/>
          <w:color w:val="333333"/>
          <w:sz w:val="22"/>
          <w:szCs w:val="22"/>
          <w:shd w:val="clear" w:color="auto" w:fill="FFFFFF"/>
          <w:rtl/>
        </w:rPr>
        <w:t xml:space="preserve">ליון הצרפתים את מרוקו. ליטמן אף היה מזועזע מטביעת ספינת המעפילים </w:t>
      </w:r>
      <w:r w:rsidRPr="00CB23AB">
        <w:rPr>
          <w:rFonts w:ascii="Arial" w:hAnsi="Arial" w:cs="Arial"/>
          <w:color w:val="333333"/>
          <w:sz w:val="22"/>
          <w:szCs w:val="22"/>
          <w:shd w:val="clear" w:color="auto" w:fill="FFFFFF"/>
        </w:rPr>
        <w:t>"</w:t>
      </w:r>
      <w:hyperlink r:id="rId10" w:tooltip="אגוז" w:history="1">
        <w:r w:rsidRPr="00CB23AB">
          <w:rPr>
            <w:rFonts w:ascii="Arial" w:hAnsi="Arial" w:cs="Arial"/>
            <w:color w:val="333333"/>
            <w:sz w:val="22"/>
            <w:szCs w:val="22"/>
            <w:shd w:val="clear" w:color="auto" w:fill="FFFFFF"/>
            <w:rtl/>
          </w:rPr>
          <w:t>אגוז</w:t>
        </w:r>
      </w:hyperlink>
      <w:r w:rsidRPr="00CB23AB">
        <w:rPr>
          <w:rFonts w:ascii="Arial" w:hAnsi="Arial" w:cs="Arial"/>
          <w:color w:val="333333"/>
          <w:sz w:val="22"/>
          <w:szCs w:val="22"/>
          <w:shd w:val="clear" w:color="auto" w:fill="FFFFFF"/>
        </w:rPr>
        <w:t xml:space="preserve">" </w:t>
      </w:r>
      <w:r w:rsidRPr="00CB23AB">
        <w:rPr>
          <w:rFonts w:ascii="Arial" w:hAnsi="Arial" w:cs="Arial"/>
          <w:color w:val="333333"/>
          <w:sz w:val="22"/>
          <w:szCs w:val="22"/>
          <w:shd w:val="clear" w:color="auto" w:fill="FFFFFF"/>
          <w:rtl/>
        </w:rPr>
        <w:t>עם 44 המעפילים, וחיפש דרכים לסייע לבני עמו</w:t>
      </w:r>
      <w:r w:rsidRPr="00CB23AB">
        <w:rPr>
          <w:rFonts w:ascii="Arial" w:hAnsi="Arial" w:cs="Arial"/>
          <w:color w:val="333333"/>
          <w:sz w:val="22"/>
          <w:szCs w:val="22"/>
          <w:shd w:val="clear" w:color="auto" w:fill="FFFFFF"/>
        </w:rPr>
        <w:t>.</w:t>
      </w:r>
    </w:p>
    <w:p w:rsidR="00AC3DB1" w:rsidRPr="00B56240" w:rsidRDefault="00AC3DB1" w:rsidP="00CB23AB">
      <w:pPr>
        <w:pStyle w:val="NormalWeb"/>
        <w:shd w:val="clear" w:color="auto" w:fill="FFFFFF"/>
        <w:spacing w:before="0" w:after="0"/>
        <w:ind w:left="57" w:right="57"/>
        <w:jc w:val="both"/>
        <w:rPr>
          <w:rFonts w:ascii="Arial" w:hAnsi="Arial" w:cs="Arial"/>
          <w:color w:val="333333"/>
          <w:sz w:val="16"/>
          <w:szCs w:val="16"/>
          <w:shd w:val="clear" w:color="auto" w:fill="FFFFFF"/>
        </w:rPr>
      </w:pPr>
    </w:p>
    <w:p w:rsidR="00AC3DB1" w:rsidRDefault="00AC3DB1" w:rsidP="00CB23AB">
      <w:pPr>
        <w:pStyle w:val="NormalWeb"/>
        <w:shd w:val="clear" w:color="auto" w:fill="FFFFFF"/>
        <w:spacing w:before="0" w:after="0"/>
        <w:ind w:left="57" w:right="57"/>
        <w:jc w:val="both"/>
        <w:rPr>
          <w:rFonts w:ascii="Arial" w:hAnsi="Arial" w:cs="Arial"/>
          <w:color w:val="333333"/>
          <w:sz w:val="22"/>
          <w:szCs w:val="22"/>
          <w:shd w:val="clear" w:color="auto" w:fill="FFFFFF"/>
          <w:rtl/>
        </w:rPr>
      </w:pPr>
      <w:r w:rsidRPr="00CB23AB">
        <w:rPr>
          <w:rFonts w:ascii="Arial" w:hAnsi="Arial" w:cs="Arial"/>
          <w:color w:val="333333"/>
          <w:sz w:val="22"/>
          <w:szCs w:val="22"/>
          <w:shd w:val="clear" w:color="auto" w:fill="FFFFFF"/>
          <w:rtl/>
        </w:rPr>
        <w:t>ליטמן</w:t>
      </w:r>
      <w:r w:rsidR="00AA3DB5" w:rsidRPr="00CB23AB">
        <w:rPr>
          <w:rFonts w:ascii="Arial" w:hAnsi="Arial" w:cs="Arial" w:hint="cs"/>
          <w:color w:val="333333"/>
          <w:sz w:val="22"/>
          <w:szCs w:val="22"/>
          <w:shd w:val="clear" w:color="auto" w:fill="FFFFFF"/>
          <w:rtl/>
        </w:rPr>
        <w:t xml:space="preserve"> </w:t>
      </w:r>
      <w:r w:rsidRPr="00CB23AB">
        <w:rPr>
          <w:rFonts w:ascii="Arial" w:hAnsi="Arial" w:cs="Arial"/>
          <w:color w:val="333333"/>
          <w:sz w:val="22"/>
          <w:szCs w:val="22"/>
          <w:shd w:val="clear" w:color="auto" w:fill="FFFFFF"/>
          <w:rtl/>
        </w:rPr>
        <w:t>בסוף הגיע לארגון</w:t>
      </w:r>
      <w:r w:rsidRPr="00CB23AB">
        <w:rPr>
          <w:rFonts w:ascii="Arial" w:hAnsi="Arial" w:cs="Arial"/>
          <w:color w:val="333333"/>
          <w:sz w:val="22"/>
          <w:szCs w:val="22"/>
          <w:shd w:val="clear" w:color="auto" w:fill="FFFFFF"/>
        </w:rPr>
        <w:t> </w:t>
      </w:r>
      <w:hyperlink r:id="rId11" w:tooltip="OSE" w:history="1">
        <w:r w:rsidRPr="00B56240">
          <w:rPr>
            <w:rFonts w:ascii="Arial" w:hAnsi="Arial" w:cs="Arial"/>
            <w:color w:val="333333"/>
            <w:sz w:val="20"/>
            <w:szCs w:val="20"/>
            <w:shd w:val="clear" w:color="auto" w:fill="FFFFFF"/>
          </w:rPr>
          <w:t>OSE</w:t>
        </w:r>
      </w:hyperlink>
      <w:r w:rsidRPr="00B56240">
        <w:rPr>
          <w:rFonts w:ascii="Arial" w:hAnsi="Arial" w:cs="Arial"/>
          <w:color w:val="333333"/>
          <w:sz w:val="20"/>
          <w:szCs w:val="20"/>
          <w:shd w:val="clear" w:color="auto" w:fill="FFFFFF"/>
        </w:rPr>
        <w:t> </w:t>
      </w:r>
      <w:r w:rsidRPr="00CB23AB">
        <w:rPr>
          <w:rFonts w:ascii="Arial" w:hAnsi="Arial" w:cs="Arial"/>
          <w:color w:val="333333"/>
          <w:sz w:val="22"/>
          <w:szCs w:val="22"/>
          <w:shd w:val="clear" w:color="auto" w:fill="FFFFFF"/>
          <w:rtl/>
        </w:rPr>
        <w:t>(ארגון עבודה וביטחון ליתומים), שעסק בהצלת ילדים בתקופת</w:t>
      </w:r>
      <w:r w:rsidRPr="00CB23AB">
        <w:rPr>
          <w:rFonts w:ascii="Arial" w:hAnsi="Arial" w:cs="Arial"/>
          <w:color w:val="333333"/>
          <w:sz w:val="22"/>
          <w:szCs w:val="22"/>
          <w:shd w:val="clear" w:color="auto" w:fill="FFFFFF"/>
        </w:rPr>
        <w:t> </w:t>
      </w:r>
      <w:hyperlink r:id="rId12" w:tooltip="השואה" w:history="1">
        <w:r w:rsidRPr="00CB23AB">
          <w:rPr>
            <w:rFonts w:ascii="Arial" w:hAnsi="Arial" w:cs="Arial"/>
            <w:color w:val="333333"/>
            <w:sz w:val="22"/>
            <w:szCs w:val="22"/>
            <w:shd w:val="clear" w:color="auto" w:fill="FFFFFF"/>
            <w:rtl/>
          </w:rPr>
          <w:t>השואה</w:t>
        </w:r>
      </w:hyperlink>
      <w:r w:rsidRPr="00CB23AB">
        <w:rPr>
          <w:rFonts w:ascii="Arial" w:hAnsi="Arial" w:cs="Arial"/>
          <w:color w:val="333333"/>
          <w:sz w:val="22"/>
          <w:szCs w:val="22"/>
          <w:shd w:val="clear" w:color="auto" w:fill="FFFFFF"/>
        </w:rPr>
        <w:t> </w:t>
      </w:r>
      <w:r w:rsidRPr="00CB23AB">
        <w:rPr>
          <w:rFonts w:ascii="Arial" w:hAnsi="Arial" w:cs="Arial"/>
          <w:color w:val="333333"/>
          <w:sz w:val="22"/>
          <w:szCs w:val="22"/>
          <w:shd w:val="clear" w:color="auto" w:fill="FFFFFF"/>
          <w:rtl/>
        </w:rPr>
        <w:t xml:space="preserve">ואחריה. בחזותו ובביוגרפיה שלו, ליטמן התאים כמו כפפה ליד לתפקיד; וכך נולד </w:t>
      </w:r>
      <w:r w:rsidRPr="00CB23AB">
        <w:rPr>
          <w:rFonts w:ascii="Arial" w:hAnsi="Arial" w:cs="Arial"/>
          <w:b/>
          <w:bCs/>
          <w:color w:val="333333"/>
          <w:sz w:val="22"/>
          <w:szCs w:val="22"/>
          <w:shd w:val="clear" w:color="auto" w:fill="FFFFFF"/>
          <w:rtl/>
        </w:rPr>
        <w:t>מבצע מוראל</w:t>
      </w:r>
      <w:r w:rsidRPr="00CB23AB">
        <w:rPr>
          <w:rFonts w:ascii="Arial" w:hAnsi="Arial" w:cs="Arial"/>
          <w:color w:val="333333"/>
          <w:sz w:val="22"/>
          <w:szCs w:val="22"/>
          <w:shd w:val="clear" w:color="auto" w:fill="FFFFFF"/>
          <w:rtl/>
        </w:rPr>
        <w:t>. כדי לשמור על חשאיות, מפעיליו לא סיפרו לו שהוא עובד עבור "המוסד" והוא היה בטוח שהוא עובד למען</w:t>
      </w:r>
      <w:r w:rsidRPr="00CB23AB">
        <w:rPr>
          <w:rFonts w:ascii="Arial" w:hAnsi="Arial" w:cs="Arial"/>
          <w:color w:val="333333"/>
          <w:sz w:val="22"/>
          <w:szCs w:val="22"/>
          <w:shd w:val="clear" w:color="auto" w:fill="FFFFFF"/>
        </w:rPr>
        <w:t> </w:t>
      </w:r>
      <w:hyperlink r:id="rId13" w:tooltip="הסוכנות היהודית" w:history="1">
        <w:r w:rsidRPr="00CB23AB">
          <w:rPr>
            <w:rFonts w:ascii="Arial" w:hAnsi="Arial" w:cs="Arial"/>
            <w:color w:val="333333"/>
            <w:sz w:val="22"/>
            <w:szCs w:val="22"/>
            <w:shd w:val="clear" w:color="auto" w:fill="FFFFFF"/>
            <w:rtl/>
          </w:rPr>
          <w:t>הסוכנות היהודית</w:t>
        </w:r>
      </w:hyperlink>
      <w:r w:rsidR="00F04680" w:rsidRPr="00CB23AB">
        <w:rPr>
          <w:rFonts w:ascii="Arial" w:hAnsi="Arial" w:cs="Arial"/>
          <w:color w:val="333333"/>
          <w:sz w:val="22"/>
          <w:szCs w:val="22"/>
          <w:shd w:val="clear" w:color="auto" w:fill="FFFFFF"/>
        </w:rPr>
        <w:t xml:space="preserve"> </w:t>
      </w:r>
      <w:r w:rsidRPr="00CB23AB">
        <w:rPr>
          <w:rFonts w:ascii="Arial" w:hAnsi="Arial" w:cs="Arial"/>
          <w:color w:val="333333"/>
          <w:sz w:val="22"/>
          <w:szCs w:val="22"/>
          <w:shd w:val="clear" w:color="auto" w:fill="FFFFFF"/>
        </w:rPr>
        <w:t>.</w:t>
      </w:r>
      <w:r w:rsidRPr="00CB23AB">
        <w:rPr>
          <w:rFonts w:ascii="Arial" w:hAnsi="Arial" w:cs="Arial"/>
          <w:color w:val="333333"/>
          <w:sz w:val="22"/>
          <w:szCs w:val="22"/>
          <w:shd w:val="clear" w:color="auto" w:fill="FFFFFF"/>
          <w:rtl/>
        </w:rPr>
        <w:t>ליטמן, שסיכן את חיי וחיי משפחתו במבצע, יצא  לקזבלנקה מצויד במכתב מארגון שווייצרי הומניטרי, שם פתח משרד והתחיל לעבוד</w:t>
      </w:r>
      <w:r w:rsidRPr="00CB23AB">
        <w:rPr>
          <w:rFonts w:ascii="Arial" w:hAnsi="Arial" w:cs="Arial"/>
          <w:color w:val="333333"/>
          <w:sz w:val="22"/>
          <w:szCs w:val="22"/>
          <w:shd w:val="clear" w:color="auto" w:fill="FFFFFF"/>
        </w:rPr>
        <w:t>.</w:t>
      </w:r>
      <w:r w:rsidRPr="00CB23AB">
        <w:rPr>
          <w:rFonts w:ascii="Arial" w:hAnsi="Arial" w:cs="Arial"/>
          <w:color w:val="333333"/>
          <w:sz w:val="22"/>
          <w:szCs w:val="22"/>
          <w:shd w:val="clear" w:color="auto" w:fill="FFFFFF"/>
          <w:rtl/>
        </w:rPr>
        <w:t xml:space="preserve"> במקביל, </w:t>
      </w:r>
      <w:r w:rsidRPr="00CB23AB">
        <w:rPr>
          <w:rFonts w:ascii="Arial" w:hAnsi="Arial" w:cs="Arial"/>
          <w:color w:val="333333"/>
          <w:sz w:val="22"/>
          <w:szCs w:val="22"/>
          <w:shd w:val="clear" w:color="auto" w:fill="FFFFFF"/>
          <w:rtl/>
        </w:rPr>
        <w:lastRenderedPageBreak/>
        <w:t xml:space="preserve">אנשי המוסד </w:t>
      </w:r>
      <w:r w:rsidRPr="00B56240">
        <w:rPr>
          <w:rFonts w:ascii="Arial" w:hAnsi="Arial" w:cs="Arial"/>
          <w:color w:val="0000FF"/>
          <w:sz w:val="22"/>
          <w:szCs w:val="22"/>
          <w:shd w:val="clear" w:color="auto" w:fill="FFFFFF"/>
          <w:rtl/>
        </w:rPr>
        <w:t>גד שחר ופנחס קציר</w:t>
      </w:r>
      <w:r w:rsidRPr="00CB23AB">
        <w:rPr>
          <w:rFonts w:ascii="Arial" w:hAnsi="Arial" w:cs="Arial"/>
          <w:color w:val="333333"/>
          <w:sz w:val="22"/>
          <w:szCs w:val="22"/>
          <w:shd w:val="clear" w:color="auto" w:fill="FFFFFF"/>
          <w:rtl/>
        </w:rPr>
        <w:t xml:space="preserve"> עברו מבית לבית ב</w:t>
      </w:r>
      <w:hyperlink r:id="rId14" w:tooltip="קזבלנקה" w:history="1">
        <w:r w:rsidRPr="00CB23AB">
          <w:rPr>
            <w:rFonts w:ascii="Arial" w:hAnsi="Arial" w:cs="Arial"/>
            <w:color w:val="333333"/>
            <w:sz w:val="22"/>
            <w:szCs w:val="22"/>
            <w:shd w:val="clear" w:color="auto" w:fill="FFFFFF"/>
            <w:rtl/>
          </w:rPr>
          <w:t>קזבלנקה</w:t>
        </w:r>
      </w:hyperlink>
      <w:r w:rsidRPr="00CB23AB">
        <w:rPr>
          <w:rFonts w:ascii="Arial" w:hAnsi="Arial" w:cs="Arial"/>
          <w:color w:val="333333"/>
          <w:sz w:val="22"/>
          <w:szCs w:val="22"/>
          <w:shd w:val="clear" w:color="auto" w:fill="FFFFFF"/>
        </w:rPr>
        <w:t> </w:t>
      </w:r>
      <w:r w:rsidRPr="00CB23AB">
        <w:rPr>
          <w:rFonts w:ascii="Arial" w:hAnsi="Arial" w:cs="Arial"/>
          <w:color w:val="333333"/>
          <w:sz w:val="22"/>
          <w:szCs w:val="22"/>
          <w:shd w:val="clear" w:color="auto" w:fill="FFFFFF"/>
          <w:rtl/>
        </w:rPr>
        <w:t>ושכנעו את הורי הילדים לתת לילדיהם לעלות לישראל. כל זה נעשה תוך סיכון וללא ידיעת שלטונות מרוקו. אלה היו אחרוני העולים ממרוקו לפני ששערי הארץ הזו נסגרו ליציאת יהודים. הצעירים אולצו להיפרד ממשפחותיהם ולצאת "אל הבלתי נודע</w:t>
      </w:r>
      <w:r w:rsidRPr="00CB23AB">
        <w:rPr>
          <w:rFonts w:ascii="Arial" w:hAnsi="Arial" w:cs="Arial"/>
          <w:color w:val="333333"/>
          <w:sz w:val="22"/>
          <w:szCs w:val="22"/>
          <w:shd w:val="clear" w:color="auto" w:fill="FFFFFF"/>
        </w:rPr>
        <w:t>".</w:t>
      </w:r>
    </w:p>
    <w:p w:rsidR="00AC3DB1" w:rsidRPr="00B56240" w:rsidRDefault="00AC3DB1" w:rsidP="00B56240">
      <w:pPr>
        <w:autoSpaceDE w:val="0"/>
        <w:autoSpaceDN w:val="0"/>
        <w:adjustRightInd w:val="0"/>
        <w:ind w:right="57"/>
        <w:jc w:val="both"/>
        <w:rPr>
          <w:b/>
          <w:bCs/>
          <w:highlight w:val="lightGray"/>
          <w:shd w:val="clear" w:color="auto" w:fill="FFFF00"/>
          <w:rtl/>
        </w:rPr>
      </w:pPr>
    </w:p>
    <w:p w:rsidR="00AC3DB1" w:rsidRDefault="00AC3DB1" w:rsidP="00B56240">
      <w:pPr>
        <w:ind w:left="57" w:right="57"/>
        <w:rPr>
          <w:rFonts w:ascii="arial bold" w:hAnsi="arial bold"/>
          <w:b/>
          <w:bCs/>
          <w:color w:val="FFFFFF" w:themeColor="background1"/>
          <w:spacing w:val="8"/>
          <w:kern w:val="24"/>
          <w:highlight w:val="darkGray"/>
          <w:rtl/>
        </w:rPr>
      </w:pPr>
      <w:r w:rsidRPr="00B56240">
        <w:rPr>
          <w:rFonts w:ascii="arial bold" w:hAnsi="arial bold" w:hint="eastAsia"/>
          <w:b/>
          <w:bCs/>
          <w:color w:val="FFFFFF" w:themeColor="background1"/>
          <w:spacing w:val="8"/>
          <w:kern w:val="24"/>
          <w:highlight w:val="darkGray"/>
          <w:rtl/>
        </w:rPr>
        <w:t>שידורים</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נוספים</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ביום</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הזכרון</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לחיילי</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צה</w:t>
      </w:r>
      <w:r w:rsidRPr="00B56240">
        <w:rPr>
          <w:rFonts w:ascii="arial bold" w:hAnsi="arial bold"/>
          <w:b/>
          <w:bCs/>
          <w:color w:val="FFFFFF" w:themeColor="background1"/>
          <w:spacing w:val="8"/>
          <w:kern w:val="24"/>
          <w:highlight w:val="darkGray"/>
          <w:rtl/>
        </w:rPr>
        <w:t>"</w:t>
      </w:r>
      <w:r w:rsidRPr="00B56240">
        <w:rPr>
          <w:rFonts w:ascii="arial bold" w:hAnsi="arial bold" w:hint="eastAsia"/>
          <w:b/>
          <w:bCs/>
          <w:color w:val="FFFFFF" w:themeColor="background1"/>
          <w:spacing w:val="8"/>
          <w:kern w:val="24"/>
          <w:highlight w:val="darkGray"/>
          <w:rtl/>
        </w:rPr>
        <w:t>ל</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ויום</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העצמאות</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בערוץ</w:t>
      </w:r>
      <w:r w:rsidRPr="00B56240">
        <w:rPr>
          <w:rFonts w:ascii="arial bold" w:hAnsi="arial bold"/>
          <w:b/>
          <w:bCs/>
          <w:color w:val="FFFFFF" w:themeColor="background1"/>
          <w:spacing w:val="8"/>
          <w:kern w:val="24"/>
          <w:highlight w:val="darkGray"/>
          <w:rtl/>
        </w:rPr>
        <w:t xml:space="preserve"> </w:t>
      </w:r>
      <w:r w:rsidRPr="00B56240">
        <w:rPr>
          <w:rFonts w:ascii="arial bold" w:hAnsi="arial bold" w:hint="eastAsia"/>
          <w:b/>
          <w:bCs/>
          <w:color w:val="FFFFFF" w:themeColor="background1"/>
          <w:spacing w:val="8"/>
          <w:kern w:val="24"/>
          <w:highlight w:val="darkGray"/>
          <w:rtl/>
        </w:rPr>
        <w:t>ההיסטוריה</w:t>
      </w:r>
      <w:r w:rsidRPr="00B56240">
        <w:rPr>
          <w:rFonts w:ascii="arial bold" w:hAnsi="arial bold"/>
          <w:b/>
          <w:bCs/>
          <w:color w:val="FFFFFF" w:themeColor="background1"/>
          <w:spacing w:val="8"/>
          <w:kern w:val="24"/>
          <w:highlight w:val="darkGray"/>
          <w:rtl/>
        </w:rPr>
        <w:t>:</w:t>
      </w:r>
    </w:p>
    <w:p w:rsidR="00B56240" w:rsidRPr="00B56240" w:rsidRDefault="00B56240" w:rsidP="00B56240">
      <w:pPr>
        <w:ind w:left="57" w:right="57"/>
        <w:rPr>
          <w:rFonts w:ascii="arial bold" w:hAnsi="arial bold"/>
          <w:b/>
          <w:bCs/>
          <w:color w:val="FFFFFF" w:themeColor="background1"/>
          <w:spacing w:val="8"/>
          <w:kern w:val="24"/>
          <w:sz w:val="8"/>
          <w:szCs w:val="4"/>
          <w:highlight w:val="darkGray"/>
          <w:rtl/>
        </w:rPr>
      </w:pPr>
    </w:p>
    <w:p w:rsidR="00AC3DB1" w:rsidRPr="00CB23AB" w:rsidRDefault="00AC3DB1" w:rsidP="00CB23AB">
      <w:pPr>
        <w:ind w:left="57" w:right="57"/>
        <w:jc w:val="both"/>
        <w:rPr>
          <w:sz w:val="22"/>
          <w:szCs w:val="22"/>
          <w:rtl/>
        </w:rPr>
      </w:pPr>
      <w:r w:rsidRPr="00B56240">
        <w:rPr>
          <w:sz w:val="22"/>
          <w:szCs w:val="22"/>
          <w:u w:val="single"/>
          <w:rtl/>
        </w:rPr>
        <w:t>במהלך יומיים מיוחדים אלו, נשדר מגוון תכניות בסימן כחול-לבן:</w:t>
      </w:r>
      <w:r w:rsidRPr="00CB23AB">
        <w:rPr>
          <w:sz w:val="22"/>
          <w:szCs w:val="22"/>
          <w:rtl/>
        </w:rPr>
        <w:t xml:space="preserve"> ממאבק המחתרות ופליטי השואה למען הקמת המדינה, גבורת חיילי צה"ל במלחמות ישראל השונות, דרך סיפור ההישרדות המופלא של ניצולי טבח הספורטאים באולימפיאדת במינכן, ואף תכנית מיוחדת הסוקרת את תחנות חייו של אחד מגדולי המנהיגים בתולדות מדינת ישראל, יצחק רבין.</w:t>
      </w:r>
    </w:p>
    <w:p w:rsidR="00CC174A" w:rsidRDefault="00CC174A" w:rsidP="00CB23AB">
      <w:pPr>
        <w:ind w:left="57" w:right="57"/>
        <w:jc w:val="both"/>
        <w:rPr>
          <w:sz w:val="22"/>
          <w:szCs w:val="22"/>
          <w:rtl/>
        </w:rPr>
      </w:pPr>
    </w:p>
    <w:p w:rsidR="00B56240" w:rsidRPr="00B56240" w:rsidRDefault="00B56240" w:rsidP="00CB23AB">
      <w:pPr>
        <w:ind w:left="57" w:right="57"/>
        <w:jc w:val="both"/>
        <w:rPr>
          <w:sz w:val="8"/>
          <w:szCs w:val="8"/>
          <w:rtl/>
        </w:rPr>
      </w:pPr>
    </w:p>
    <w:p w:rsidR="00B56240" w:rsidRPr="00CB23AB" w:rsidRDefault="00B56240" w:rsidP="00B56240">
      <w:pPr>
        <w:ind w:right="57"/>
        <w:jc w:val="both"/>
        <w:rPr>
          <w:sz w:val="22"/>
          <w:szCs w:val="22"/>
          <w:rtl/>
        </w:rPr>
      </w:pPr>
    </w:p>
    <w:p w:rsidR="00AC3DB1" w:rsidRPr="00870834" w:rsidRDefault="00AC3DB1" w:rsidP="00870834">
      <w:pPr>
        <w:ind w:left="57" w:right="57"/>
        <w:jc w:val="center"/>
        <w:rPr>
          <w:rFonts w:ascii="arial bold" w:hAnsi="arial bold"/>
          <w:b/>
          <w:bCs/>
          <w:color w:val="FFFFFF" w:themeColor="background1"/>
          <w:sz w:val="30"/>
          <w:szCs w:val="32"/>
          <w:highlight w:val="darkRed"/>
          <w:rtl/>
        </w:rPr>
      </w:pPr>
      <w:r w:rsidRPr="00870834">
        <w:rPr>
          <w:rFonts w:ascii="arial bold" w:hAnsi="arial bold" w:hint="eastAsia"/>
          <w:b/>
          <w:bCs/>
          <w:color w:val="FFFFFF" w:themeColor="background1"/>
          <w:sz w:val="30"/>
          <w:szCs w:val="32"/>
          <w:highlight w:val="darkRed"/>
          <w:rtl/>
        </w:rPr>
        <w:t>פסח</w:t>
      </w:r>
      <w:r w:rsidRPr="00870834">
        <w:rPr>
          <w:rFonts w:ascii="arial bold" w:hAnsi="arial bold"/>
          <w:b/>
          <w:bCs/>
          <w:color w:val="FFFFFF" w:themeColor="background1"/>
          <w:sz w:val="30"/>
          <w:szCs w:val="32"/>
          <w:highlight w:val="darkRed"/>
          <w:rtl/>
        </w:rPr>
        <w:t xml:space="preserve"> </w:t>
      </w:r>
      <w:r w:rsidRPr="00870834">
        <w:rPr>
          <w:rFonts w:ascii="arial bold" w:hAnsi="arial bold" w:hint="eastAsia"/>
          <w:b/>
          <w:bCs/>
          <w:color w:val="FFFFFF" w:themeColor="background1"/>
          <w:sz w:val="30"/>
          <w:szCs w:val="32"/>
          <w:highlight w:val="darkRed"/>
          <w:rtl/>
        </w:rPr>
        <w:t>מסתורי</w:t>
      </w:r>
      <w:r w:rsidRPr="00870834">
        <w:rPr>
          <w:rFonts w:ascii="arial bold" w:hAnsi="arial bold"/>
          <w:b/>
          <w:bCs/>
          <w:color w:val="FFFFFF" w:themeColor="background1"/>
          <w:sz w:val="30"/>
          <w:szCs w:val="32"/>
          <w:highlight w:val="darkRed"/>
          <w:rtl/>
        </w:rPr>
        <w:t xml:space="preserve"> - </w:t>
      </w:r>
      <w:r w:rsidRPr="00870834">
        <w:rPr>
          <w:rFonts w:ascii="arial bold" w:hAnsi="arial bold" w:hint="eastAsia"/>
          <w:b/>
          <w:bCs/>
          <w:color w:val="FFFFFF" w:themeColor="background1"/>
          <w:sz w:val="30"/>
          <w:szCs w:val="32"/>
          <w:highlight w:val="darkRed"/>
          <w:rtl/>
        </w:rPr>
        <w:t>ספיישל</w:t>
      </w:r>
      <w:r w:rsidRPr="00870834">
        <w:rPr>
          <w:rFonts w:ascii="arial bold" w:hAnsi="arial bold"/>
          <w:b/>
          <w:bCs/>
          <w:color w:val="FFFFFF" w:themeColor="background1"/>
          <w:sz w:val="30"/>
          <w:szCs w:val="32"/>
          <w:highlight w:val="darkRed"/>
          <w:rtl/>
        </w:rPr>
        <w:t xml:space="preserve"> </w:t>
      </w:r>
      <w:r w:rsidRPr="00870834">
        <w:rPr>
          <w:rFonts w:ascii="arial bold" w:hAnsi="arial bold" w:hint="eastAsia"/>
          <w:b/>
          <w:bCs/>
          <w:color w:val="FFFFFF" w:themeColor="background1"/>
          <w:sz w:val="30"/>
          <w:szCs w:val="32"/>
          <w:highlight w:val="darkRed"/>
          <w:rtl/>
        </w:rPr>
        <w:t>סודות</w:t>
      </w:r>
      <w:r w:rsidRPr="00870834">
        <w:rPr>
          <w:rFonts w:ascii="arial bold" w:hAnsi="arial bold"/>
          <w:b/>
          <w:bCs/>
          <w:color w:val="FFFFFF" w:themeColor="background1"/>
          <w:sz w:val="30"/>
          <w:szCs w:val="32"/>
          <w:highlight w:val="darkRed"/>
          <w:rtl/>
        </w:rPr>
        <w:t xml:space="preserve"> </w:t>
      </w:r>
      <w:r w:rsidRPr="00870834">
        <w:rPr>
          <w:rFonts w:ascii="arial bold" w:hAnsi="arial bold" w:hint="eastAsia"/>
          <w:b/>
          <w:bCs/>
          <w:color w:val="FFFFFF" w:themeColor="background1"/>
          <w:sz w:val="30"/>
          <w:szCs w:val="32"/>
          <w:highlight w:val="darkRed"/>
          <w:rtl/>
        </w:rPr>
        <w:t>ותעלומות</w:t>
      </w:r>
      <w:r w:rsidRPr="00870834">
        <w:rPr>
          <w:rFonts w:ascii="arial bold" w:hAnsi="arial bold"/>
          <w:b/>
          <w:bCs/>
          <w:color w:val="FFFFFF" w:themeColor="background1"/>
          <w:sz w:val="30"/>
          <w:szCs w:val="32"/>
          <w:highlight w:val="darkRed"/>
          <w:rtl/>
        </w:rPr>
        <w:t xml:space="preserve">, 11-4 </w:t>
      </w:r>
      <w:r w:rsidRPr="00870834">
        <w:rPr>
          <w:rFonts w:ascii="arial bold" w:hAnsi="arial bold" w:hint="eastAsia"/>
          <w:b/>
          <w:bCs/>
          <w:color w:val="FFFFFF" w:themeColor="background1"/>
          <w:sz w:val="30"/>
          <w:szCs w:val="32"/>
          <w:highlight w:val="darkRed"/>
          <w:rtl/>
        </w:rPr>
        <w:t>באפריל</w:t>
      </w:r>
      <w:r w:rsidRPr="00870834">
        <w:rPr>
          <w:rFonts w:ascii="arial bold" w:hAnsi="arial bold"/>
          <w:b/>
          <w:bCs/>
          <w:color w:val="FFFFFF" w:themeColor="background1"/>
          <w:sz w:val="30"/>
          <w:szCs w:val="32"/>
          <w:highlight w:val="darkRed"/>
          <w:rtl/>
        </w:rPr>
        <w:t xml:space="preserve"> </w:t>
      </w:r>
      <w:r w:rsidRPr="00870834">
        <w:rPr>
          <w:rFonts w:ascii="arial bold" w:hAnsi="arial bold" w:hint="eastAsia"/>
          <w:b/>
          <w:bCs/>
          <w:color w:val="FFFFFF" w:themeColor="background1"/>
          <w:sz w:val="30"/>
          <w:szCs w:val="32"/>
          <w:highlight w:val="darkRed"/>
          <w:rtl/>
        </w:rPr>
        <w:t>בשעה</w:t>
      </w:r>
      <w:r w:rsidRPr="00870834">
        <w:rPr>
          <w:rFonts w:ascii="arial bold" w:hAnsi="arial bold"/>
          <w:b/>
          <w:bCs/>
          <w:color w:val="FFFFFF" w:themeColor="background1"/>
          <w:sz w:val="30"/>
          <w:szCs w:val="32"/>
          <w:highlight w:val="darkRed"/>
          <w:rtl/>
        </w:rPr>
        <w:t xml:space="preserve"> 21:20</w:t>
      </w:r>
    </w:p>
    <w:p w:rsidR="00B56240" w:rsidRPr="00B56240" w:rsidRDefault="00B56240" w:rsidP="00CB23AB">
      <w:pPr>
        <w:ind w:left="57" w:right="57"/>
        <w:jc w:val="both"/>
        <w:rPr>
          <w:rFonts w:ascii="arial bold" w:hAnsi="arial bold"/>
          <w:b/>
          <w:bCs/>
          <w:color w:val="FFFFFF" w:themeColor="background1"/>
          <w:sz w:val="10"/>
          <w:szCs w:val="8"/>
          <w:highlight w:val="darkRed"/>
          <w:rtl/>
        </w:rPr>
      </w:pPr>
    </w:p>
    <w:p w:rsidR="00AC3DB1" w:rsidRPr="00232A86" w:rsidRDefault="00AC3DB1" w:rsidP="00CB23AB">
      <w:pPr>
        <w:ind w:left="57" w:right="57"/>
        <w:jc w:val="both"/>
        <w:rPr>
          <w:b/>
          <w:bCs/>
          <w:rtl/>
        </w:rPr>
      </w:pPr>
      <w:r w:rsidRPr="00232A86">
        <w:rPr>
          <w:rtl/>
        </w:rPr>
        <w:t>בפסח הקרוב, ערוץ ההיסטוריה יוצא למסע קסום ומסתורי מחפש הרבה יותר מאשר את האפיקומן...לאורך כל ימי החג, נשדר מדי ערב ספיישלים מרתקים העוסקים בתעלומות מסתוריות ועובדות מדעיות מפתיעות שנשמרו בסוד, עד עתה...</w:t>
      </w:r>
      <w:r w:rsidR="00CC174A" w:rsidRPr="00232A86">
        <w:rPr>
          <w:rFonts w:hint="cs"/>
          <w:rtl/>
        </w:rPr>
        <w:t xml:space="preserve"> </w:t>
      </w:r>
      <w:r w:rsidRPr="00232A86">
        <w:rPr>
          <w:rtl/>
        </w:rPr>
        <w:t xml:space="preserve">בבכורה ישודרו הספיישלים: </w:t>
      </w:r>
      <w:r w:rsidRPr="00232A86">
        <w:rPr>
          <w:color w:val="0000FF"/>
          <w:rtl/>
        </w:rPr>
        <w:t>"טיטניק: רוחות במצולות</w:t>
      </w:r>
      <w:r w:rsidRPr="00232A86">
        <w:rPr>
          <w:rtl/>
        </w:rPr>
        <w:t>" (בבימויו של ג'יימס קמרון), "</w:t>
      </w:r>
      <w:r w:rsidRPr="00232A86">
        <w:rPr>
          <w:color w:val="0000FF"/>
          <w:rtl/>
        </w:rPr>
        <w:t>כדור הארץ: נקודות היעלמות</w:t>
      </w:r>
      <w:r w:rsidRPr="00232A86">
        <w:rPr>
          <w:rtl/>
        </w:rPr>
        <w:t>", "</w:t>
      </w:r>
      <w:r w:rsidRPr="00232A86">
        <w:rPr>
          <w:color w:val="0000FF"/>
          <w:rtl/>
        </w:rPr>
        <w:t>סודות הזמן נחשפים</w:t>
      </w:r>
      <w:r w:rsidRPr="00232A86">
        <w:rPr>
          <w:rtl/>
        </w:rPr>
        <w:t>", "</w:t>
      </w:r>
      <w:r w:rsidRPr="00232A86">
        <w:rPr>
          <w:color w:val="0000FF"/>
          <w:rtl/>
        </w:rPr>
        <w:t>סודות המזל נחשפים</w:t>
      </w:r>
      <w:r w:rsidRPr="00232A86">
        <w:rPr>
          <w:rtl/>
        </w:rPr>
        <w:t>" ו-"</w:t>
      </w:r>
      <w:r w:rsidRPr="00232A86">
        <w:rPr>
          <w:color w:val="0000FF"/>
          <w:rtl/>
        </w:rPr>
        <w:t>51 עובדות מדהימות על ארה"ב</w:t>
      </w:r>
      <w:r w:rsidRPr="00232A86">
        <w:rPr>
          <w:rtl/>
        </w:rPr>
        <w:t>".</w:t>
      </w:r>
    </w:p>
    <w:p w:rsidR="00AC3DB1" w:rsidRPr="00232A86" w:rsidRDefault="00AC3DB1" w:rsidP="00CB23AB">
      <w:pPr>
        <w:ind w:left="57" w:right="57"/>
        <w:jc w:val="both"/>
        <w:rPr>
          <w:b/>
          <w:bCs/>
          <w:sz w:val="18"/>
          <w:szCs w:val="18"/>
          <w:u w:val="single"/>
          <w:rtl/>
        </w:rPr>
      </w:pPr>
    </w:p>
    <w:p w:rsidR="00AC3DB1" w:rsidRDefault="00AC3DB1" w:rsidP="00232A86">
      <w:pPr>
        <w:ind w:left="57" w:right="57"/>
        <w:rPr>
          <w:rFonts w:ascii="arial bold" w:hAnsi="arial bold"/>
          <w:b/>
          <w:bCs/>
          <w:shadow/>
          <w:color w:val="0000FF"/>
          <w:spacing w:val="8"/>
          <w:kern w:val="30"/>
          <w:sz w:val="32"/>
          <w:szCs w:val="32"/>
          <w:rtl/>
        </w:rPr>
      </w:pPr>
      <w:r w:rsidRPr="00B56240">
        <w:rPr>
          <w:rFonts w:ascii="arial bold" w:hAnsi="arial bold"/>
          <w:b/>
          <w:bCs/>
          <w:shadow/>
          <w:color w:val="0000FF"/>
          <w:spacing w:val="8"/>
          <w:kern w:val="30"/>
          <w:sz w:val="32"/>
          <w:szCs w:val="32"/>
          <w:rtl/>
        </w:rPr>
        <w:t>טיטניק: רוחות במצולות</w:t>
      </w:r>
      <w:r w:rsidR="00B56240" w:rsidRPr="00B56240">
        <w:rPr>
          <w:rFonts w:ascii="arial bold" w:hAnsi="arial bold" w:hint="cs"/>
          <w:b/>
          <w:bCs/>
          <w:shadow/>
          <w:color w:val="0000FF"/>
          <w:spacing w:val="8"/>
          <w:kern w:val="30"/>
          <w:sz w:val="32"/>
          <w:szCs w:val="32"/>
          <w:rtl/>
        </w:rPr>
        <w:t xml:space="preserve"> /</w:t>
      </w:r>
      <w:r w:rsidRPr="00B56240">
        <w:rPr>
          <w:rFonts w:ascii="arial bold" w:hAnsi="arial bold"/>
          <w:b/>
          <w:bCs/>
          <w:shadow/>
          <w:color w:val="0000FF"/>
          <w:spacing w:val="8"/>
          <w:kern w:val="30"/>
          <w:sz w:val="32"/>
          <w:szCs w:val="32"/>
        </w:rPr>
        <w:t xml:space="preserve"> Ghosts of </w:t>
      </w:r>
      <w:r w:rsidR="00CC174A" w:rsidRPr="00B56240">
        <w:rPr>
          <w:rFonts w:ascii="arial bold" w:hAnsi="arial bold"/>
          <w:b/>
          <w:bCs/>
          <w:shadow/>
          <w:color w:val="0000FF"/>
          <w:spacing w:val="8"/>
          <w:kern w:val="30"/>
          <w:sz w:val="32"/>
          <w:szCs w:val="32"/>
        </w:rPr>
        <w:t xml:space="preserve">the </w:t>
      </w:r>
      <w:r w:rsidRPr="00B56240">
        <w:rPr>
          <w:rFonts w:ascii="arial bold" w:hAnsi="arial bold"/>
          <w:b/>
          <w:bCs/>
          <w:shadow/>
          <w:color w:val="0000FF"/>
          <w:spacing w:val="8"/>
          <w:kern w:val="30"/>
          <w:sz w:val="32"/>
          <w:szCs w:val="32"/>
        </w:rPr>
        <w:t>Abyss</w:t>
      </w:r>
    </w:p>
    <w:p w:rsidR="00B56240" w:rsidRPr="00B56240" w:rsidRDefault="00B56240" w:rsidP="00232A86">
      <w:pPr>
        <w:ind w:left="57" w:right="57"/>
        <w:rPr>
          <w:rFonts w:ascii="arial bold" w:hAnsi="arial bold"/>
          <w:b/>
          <w:bCs/>
          <w:shadow/>
          <w:color w:val="0000FF"/>
          <w:spacing w:val="8"/>
          <w:kern w:val="30"/>
          <w:sz w:val="10"/>
          <w:szCs w:val="6"/>
          <w:rtl/>
        </w:rPr>
      </w:pPr>
    </w:p>
    <w:p w:rsidR="00B56240" w:rsidRPr="00B56240" w:rsidRDefault="00B56240" w:rsidP="00232A86">
      <w:pPr>
        <w:ind w:left="57" w:right="57"/>
        <w:rPr>
          <w:b/>
          <w:bCs/>
          <w:color w:val="C00000"/>
          <w:sz w:val="22"/>
          <w:szCs w:val="22"/>
          <w:u w:val="single"/>
          <w:rtl/>
        </w:rPr>
      </w:pPr>
      <w:r>
        <w:rPr>
          <w:b/>
          <w:bCs/>
          <w:color w:val="C00000"/>
          <w:sz w:val="22"/>
          <w:szCs w:val="22"/>
          <w:u w:val="single"/>
          <w:rtl/>
        </w:rPr>
        <w:t>מוצאי שבת, 4 באפריל בשעה 21:20</w:t>
      </w:r>
      <w:r>
        <w:rPr>
          <w:rFonts w:hint="cs"/>
          <w:b/>
          <w:bCs/>
          <w:color w:val="C00000"/>
          <w:sz w:val="22"/>
          <w:szCs w:val="22"/>
          <w:u w:val="single"/>
          <w:rtl/>
        </w:rPr>
        <w:t xml:space="preserve"> </w:t>
      </w:r>
      <w:r w:rsidRPr="00B56240">
        <w:rPr>
          <w:rFonts w:hint="cs"/>
          <w:b/>
          <w:bCs/>
          <w:color w:val="C00000"/>
          <w:sz w:val="22"/>
          <w:szCs w:val="22"/>
          <w:highlight w:val="yellow"/>
          <w:u w:val="single"/>
          <w:rtl/>
        </w:rPr>
        <w:t>בכורה!</w:t>
      </w:r>
      <w:r w:rsidRPr="00B56240">
        <w:rPr>
          <w:b/>
          <w:bCs/>
          <w:color w:val="C00000"/>
          <w:sz w:val="22"/>
          <w:szCs w:val="22"/>
          <w:u w:val="single"/>
          <w:rtl/>
        </w:rPr>
        <w:t xml:space="preserve"> </w:t>
      </w:r>
      <w:r w:rsidRPr="00B56240">
        <w:rPr>
          <w:color w:val="C00000"/>
          <w:sz w:val="22"/>
          <w:szCs w:val="22"/>
          <w:u w:val="single"/>
          <w:rtl/>
        </w:rPr>
        <w:t>שידור נוסף למחרת ב-17:10</w:t>
      </w:r>
    </w:p>
    <w:p w:rsidR="00B56240" w:rsidRPr="00B56240" w:rsidRDefault="00B56240" w:rsidP="00CB23AB">
      <w:pPr>
        <w:ind w:left="57" w:right="57"/>
        <w:jc w:val="both"/>
        <w:rPr>
          <w:color w:val="0000FF"/>
          <w:sz w:val="12"/>
          <w:szCs w:val="12"/>
          <w:rtl/>
        </w:rPr>
      </w:pPr>
    </w:p>
    <w:p w:rsidR="00AC3DB1" w:rsidRPr="00CB23AB" w:rsidRDefault="00AC3DB1" w:rsidP="00CB23AB">
      <w:pPr>
        <w:shd w:val="clear" w:color="auto" w:fill="FFFFFF"/>
        <w:ind w:left="57" w:right="57"/>
        <w:jc w:val="both"/>
        <w:rPr>
          <w:sz w:val="22"/>
          <w:szCs w:val="22"/>
          <w:rtl/>
        </w:rPr>
      </w:pPr>
      <w:r w:rsidRPr="00CB23AB">
        <w:rPr>
          <w:sz w:val="22"/>
          <w:szCs w:val="22"/>
          <w:rtl/>
        </w:rPr>
        <w:t>בסרט התיעודי המרהיב</w:t>
      </w:r>
      <w:r w:rsidRPr="00CB23AB">
        <w:rPr>
          <w:b/>
          <w:bCs/>
          <w:sz w:val="22"/>
          <w:szCs w:val="22"/>
          <w:rtl/>
        </w:rPr>
        <w:t xml:space="preserve"> "טיטניק: רוחות במצולות", </w:t>
      </w:r>
      <w:r w:rsidRPr="00CB23AB">
        <w:rPr>
          <w:sz w:val="22"/>
          <w:szCs w:val="22"/>
          <w:rtl/>
        </w:rPr>
        <w:t xml:space="preserve">חוזר </w:t>
      </w:r>
      <w:r w:rsidRPr="00CB23AB">
        <w:rPr>
          <w:b/>
          <w:bCs/>
          <w:sz w:val="22"/>
          <w:szCs w:val="22"/>
          <w:rtl/>
        </w:rPr>
        <w:t xml:space="preserve">הבמאי עטור הפרסים ג'יימס קמרון </w:t>
      </w:r>
      <w:r w:rsidRPr="00CB23AB">
        <w:rPr>
          <w:sz w:val="22"/>
          <w:szCs w:val="22"/>
          <w:rtl/>
        </w:rPr>
        <w:t>("טיטניק", "הנוסע השמיני</w:t>
      </w:r>
      <w:r w:rsidR="00CC174A" w:rsidRPr="00CB23AB">
        <w:rPr>
          <w:rFonts w:hint="cs"/>
          <w:sz w:val="22"/>
          <w:szCs w:val="22"/>
          <w:rtl/>
        </w:rPr>
        <w:t xml:space="preserve"> 2</w:t>
      </w:r>
      <w:r w:rsidRPr="00CB23AB">
        <w:rPr>
          <w:sz w:val="22"/>
          <w:szCs w:val="22"/>
          <w:rtl/>
        </w:rPr>
        <w:t>" "אוואטאר")</w:t>
      </w:r>
      <w:r w:rsidR="00870834">
        <w:rPr>
          <w:sz w:val="22"/>
          <w:szCs w:val="22"/>
          <w:rtl/>
        </w:rPr>
        <w:t xml:space="preserve"> אל מקור ההשראה הגדול ביותר שלו</w:t>
      </w:r>
      <w:r w:rsidR="00870834">
        <w:rPr>
          <w:rFonts w:hint="cs"/>
          <w:sz w:val="22"/>
          <w:szCs w:val="22"/>
          <w:rtl/>
        </w:rPr>
        <w:t xml:space="preserve"> </w:t>
      </w:r>
      <w:r w:rsidRPr="00CB23AB">
        <w:rPr>
          <w:sz w:val="22"/>
          <w:szCs w:val="22"/>
          <w:rtl/>
        </w:rPr>
        <w:t>- אניית הנוסעים ה"טיטניק",</w:t>
      </w:r>
      <w:r w:rsidRPr="00CB23AB">
        <w:rPr>
          <w:sz w:val="22"/>
          <w:szCs w:val="22"/>
        </w:rPr>
        <w:t xml:space="preserve"> </w:t>
      </w:r>
      <w:r w:rsidRPr="00CB23AB">
        <w:rPr>
          <w:sz w:val="22"/>
          <w:szCs w:val="22"/>
          <w:rtl/>
        </w:rPr>
        <w:t>ששקעה למצולות ב-15 באפריל 1912, באחת הטרגדיות הימיות הגדולות בהיסטוריה.</w:t>
      </w:r>
    </w:p>
    <w:p w:rsidR="00AC3DB1" w:rsidRPr="00870834" w:rsidRDefault="00AC3DB1" w:rsidP="00CB23AB">
      <w:pPr>
        <w:shd w:val="clear" w:color="auto" w:fill="FFFFFF"/>
        <w:ind w:left="57" w:right="57"/>
        <w:jc w:val="both"/>
        <w:rPr>
          <w:b/>
          <w:bCs/>
          <w:sz w:val="14"/>
          <w:szCs w:val="14"/>
          <w:rtl/>
        </w:rPr>
      </w:pPr>
    </w:p>
    <w:p w:rsidR="00870834" w:rsidRDefault="00AC3DB1" w:rsidP="00CB23AB">
      <w:pPr>
        <w:shd w:val="clear" w:color="auto" w:fill="FFFFFF"/>
        <w:ind w:left="57" w:right="57"/>
        <w:jc w:val="both"/>
        <w:rPr>
          <w:sz w:val="22"/>
          <w:szCs w:val="22"/>
          <w:rtl/>
        </w:rPr>
      </w:pPr>
      <w:r w:rsidRPr="00CB23AB">
        <w:rPr>
          <w:sz w:val="22"/>
          <w:szCs w:val="22"/>
          <w:rtl/>
        </w:rPr>
        <w:t xml:space="preserve">במהלך החודשים אוגוסט וספטמבר 2001, יצאו קמרון והשחקן </w:t>
      </w:r>
      <w:r w:rsidRPr="00CB23AB">
        <w:rPr>
          <w:b/>
          <w:bCs/>
          <w:sz w:val="22"/>
          <w:szCs w:val="22"/>
          <w:rtl/>
        </w:rPr>
        <w:t>ביל פקסטון</w:t>
      </w:r>
      <w:r w:rsidRPr="00CB23AB">
        <w:rPr>
          <w:sz w:val="22"/>
          <w:szCs w:val="22"/>
          <w:rtl/>
        </w:rPr>
        <w:t xml:space="preserve"> (שאף כיכב בסרט "טיטניק" ומנחה את התעודה), מלווים בצוות מדענים, חוקרים ימיים והיסטוריונים, </w:t>
      </w:r>
      <w:r w:rsidRPr="00870834">
        <w:rPr>
          <w:sz w:val="22"/>
          <w:szCs w:val="22"/>
          <w:u w:val="single"/>
          <w:rtl/>
        </w:rPr>
        <w:t>למסע מרתק אל מצולות האוקיינוס האטלנטי, כדי לגלות מחדש את שברי האניה המיתולוגית ולחשוף פרטים חדשים על חיי הנוסעים שהיו על סיפונה</w:t>
      </w:r>
      <w:r w:rsidRPr="00CB23AB">
        <w:rPr>
          <w:sz w:val="22"/>
          <w:szCs w:val="22"/>
          <w:rtl/>
        </w:rPr>
        <w:t xml:space="preserve">. </w:t>
      </w:r>
    </w:p>
    <w:p w:rsidR="00870834" w:rsidRPr="00870834" w:rsidRDefault="00870834" w:rsidP="00CB23AB">
      <w:pPr>
        <w:shd w:val="clear" w:color="auto" w:fill="FFFFFF"/>
        <w:ind w:left="57" w:right="57"/>
        <w:jc w:val="both"/>
        <w:rPr>
          <w:sz w:val="16"/>
          <w:szCs w:val="16"/>
          <w:rtl/>
        </w:rPr>
      </w:pPr>
    </w:p>
    <w:p w:rsidR="00AC3DB1" w:rsidRPr="00CB23AB" w:rsidRDefault="00AC3DB1" w:rsidP="00CB23AB">
      <w:pPr>
        <w:shd w:val="clear" w:color="auto" w:fill="FFFFFF"/>
        <w:ind w:left="57" w:right="57"/>
        <w:jc w:val="both"/>
        <w:rPr>
          <w:sz w:val="22"/>
          <w:szCs w:val="22"/>
          <w:rtl/>
        </w:rPr>
      </w:pPr>
      <w:r w:rsidRPr="00CB23AB">
        <w:rPr>
          <w:sz w:val="22"/>
          <w:szCs w:val="22"/>
          <w:rtl/>
        </w:rPr>
        <w:t xml:space="preserve">באמצעות </w:t>
      </w:r>
      <w:r w:rsidRPr="00CB23AB">
        <w:rPr>
          <w:b/>
          <w:bCs/>
          <w:sz w:val="22"/>
          <w:szCs w:val="22"/>
          <w:rtl/>
        </w:rPr>
        <w:t xml:space="preserve">צילומים עוצרי נשימה, </w:t>
      </w:r>
      <w:r w:rsidRPr="00CB23AB">
        <w:rPr>
          <w:sz w:val="22"/>
          <w:szCs w:val="22"/>
          <w:rtl/>
        </w:rPr>
        <w:t>הסרט מתעד באופן מוחשי ביותר את שלל ההרפתקאות, הקשיים והמהמורות של הצוות בניסיונו לאתר ולהגיע במדיוק לנקודה שבה נמצאים שברי אניית הפאר. קמרון וצוותו עולים על גבי ספינת מחקר רוסית, וצוללים עד למעמקי האוקיינוס במטרה להגיע לשברי האנייה המיתולוגית, שסיימה את חייה בטרגדיה נוראית ולגלות את מקום קבורתם של 1,517 נוסעים ואנשי צוות שנהרגו עת התנגשה בקרחון ושקעה למצולות.</w:t>
      </w:r>
    </w:p>
    <w:p w:rsidR="00AC3DB1" w:rsidRPr="00870834" w:rsidRDefault="00AC3DB1" w:rsidP="00CB23AB">
      <w:pPr>
        <w:shd w:val="clear" w:color="auto" w:fill="FFFFFF"/>
        <w:ind w:left="57" w:right="57"/>
        <w:jc w:val="both"/>
        <w:rPr>
          <w:sz w:val="14"/>
          <w:szCs w:val="14"/>
          <w:rtl/>
        </w:rPr>
      </w:pPr>
    </w:p>
    <w:p w:rsidR="00AC3DB1" w:rsidRPr="00CB23AB" w:rsidRDefault="00AC3DB1" w:rsidP="00CB23AB">
      <w:pPr>
        <w:shd w:val="clear" w:color="auto" w:fill="FFFFFF"/>
        <w:ind w:left="57" w:right="57"/>
        <w:jc w:val="both"/>
        <w:rPr>
          <w:sz w:val="22"/>
          <w:szCs w:val="22"/>
          <w:rtl/>
        </w:rPr>
      </w:pPr>
      <w:r w:rsidRPr="00CB23AB">
        <w:rPr>
          <w:sz w:val="22"/>
          <w:szCs w:val="22"/>
          <w:rtl/>
        </w:rPr>
        <w:t>לצורך עשיית הסרט "</w:t>
      </w:r>
      <w:r w:rsidRPr="00CB23AB">
        <w:rPr>
          <w:b/>
          <w:bCs/>
          <w:sz w:val="22"/>
          <w:szCs w:val="22"/>
          <w:rtl/>
        </w:rPr>
        <w:t>טיטניק: רוחות במצולות</w:t>
      </w:r>
      <w:r w:rsidRPr="00CB23AB">
        <w:rPr>
          <w:sz w:val="22"/>
          <w:szCs w:val="22"/>
          <w:rtl/>
        </w:rPr>
        <w:t xml:space="preserve">", נבנו במיוחד שתי צוללות זעירות לא-מאויישות המופעלות באמצעות שלט רחוק, ומאפשרות קירבה מקסימלית לשרידי ה"טיטניק". כמו כן, הסרט כולל קטעי ארכיון נדירים הנחשפים כעת לראשונה, לצד טכנולוגיית </w:t>
      </w:r>
      <w:r w:rsidRPr="00CB23AB">
        <w:rPr>
          <w:sz w:val="22"/>
          <w:szCs w:val="22"/>
        </w:rPr>
        <w:t>CGI</w:t>
      </w:r>
      <w:r w:rsidRPr="00CB23AB">
        <w:rPr>
          <w:sz w:val="22"/>
          <w:szCs w:val="22"/>
          <w:rtl/>
        </w:rPr>
        <w:t xml:space="preserve"> מרהיבה ושחזורים דרמטיים, המאפשרים לצופים לחוות את החיים על הטיטניק כאילו שהשנה היא 1912 - להיכנס 'וירטואלית' אל תוך בטן האניה לגלות אותה מחדש, ולהיתקל בתעלומות שנותרו סמויות מן העין קרוב למאה שנה, ולנסות לשחזר את החוויות שעברו נוסעי ואנשי צוות ה"טיטניק" ברגעיה האחרונים.</w:t>
      </w:r>
    </w:p>
    <w:p w:rsidR="00AC3DB1" w:rsidRPr="00CB23AB" w:rsidRDefault="00AC3DB1" w:rsidP="00870834">
      <w:pPr>
        <w:ind w:right="57"/>
        <w:jc w:val="both"/>
        <w:rPr>
          <w:b/>
          <w:bCs/>
          <w:sz w:val="29"/>
          <w:szCs w:val="29"/>
          <w:rtl/>
        </w:rPr>
      </w:pPr>
    </w:p>
    <w:p w:rsidR="00AC3DB1" w:rsidRDefault="00AC3DB1" w:rsidP="00232A86">
      <w:pPr>
        <w:ind w:left="57" w:right="57"/>
        <w:rPr>
          <w:rFonts w:ascii="arial bold" w:hAnsi="arial bold"/>
          <w:b/>
          <w:bCs/>
          <w:shadow/>
          <w:color w:val="0000FF"/>
          <w:spacing w:val="8"/>
          <w:kern w:val="30"/>
          <w:sz w:val="32"/>
          <w:szCs w:val="32"/>
          <w:rtl/>
        </w:rPr>
      </w:pPr>
      <w:r w:rsidRPr="00870834">
        <w:rPr>
          <w:rFonts w:ascii="arial bold" w:hAnsi="arial bold"/>
          <w:b/>
          <w:bCs/>
          <w:shadow/>
          <w:color w:val="0000FF"/>
          <w:spacing w:val="8"/>
          <w:kern w:val="30"/>
          <w:sz w:val="32"/>
          <w:szCs w:val="32"/>
          <w:rtl/>
        </w:rPr>
        <w:t>כדור הארץ: נקודות היעלמות</w:t>
      </w:r>
      <w:r w:rsidR="00870834">
        <w:rPr>
          <w:rFonts w:ascii="arial bold" w:hAnsi="arial bold" w:hint="cs"/>
          <w:b/>
          <w:bCs/>
          <w:shadow/>
          <w:color w:val="0000FF"/>
          <w:spacing w:val="8"/>
          <w:kern w:val="30"/>
          <w:sz w:val="32"/>
          <w:szCs w:val="32"/>
          <w:rtl/>
        </w:rPr>
        <w:t xml:space="preserve"> /</w:t>
      </w:r>
      <w:r w:rsidRPr="00870834">
        <w:rPr>
          <w:rFonts w:ascii="arial bold" w:hAnsi="arial bold"/>
          <w:b/>
          <w:bCs/>
          <w:shadow/>
          <w:color w:val="0000FF"/>
          <w:spacing w:val="8"/>
          <w:kern w:val="30"/>
          <w:sz w:val="32"/>
          <w:szCs w:val="32"/>
        </w:rPr>
        <w:t xml:space="preserve"> The Devil's Graveyards </w:t>
      </w:r>
    </w:p>
    <w:p w:rsidR="00870834" w:rsidRPr="00870834" w:rsidRDefault="00870834" w:rsidP="00232A86">
      <w:pPr>
        <w:ind w:left="57" w:right="57"/>
        <w:rPr>
          <w:rFonts w:ascii="arial bold" w:hAnsi="arial bold"/>
          <w:b/>
          <w:bCs/>
          <w:shadow/>
          <w:color w:val="0000FF"/>
          <w:spacing w:val="8"/>
          <w:kern w:val="30"/>
          <w:sz w:val="12"/>
          <w:szCs w:val="8"/>
          <w:rtl/>
        </w:rPr>
      </w:pPr>
    </w:p>
    <w:p w:rsidR="00870834" w:rsidRPr="00870834" w:rsidRDefault="00870834" w:rsidP="00232A86">
      <w:pPr>
        <w:ind w:left="57" w:right="57"/>
        <w:rPr>
          <w:b/>
          <w:bCs/>
          <w:color w:val="C00000"/>
          <w:sz w:val="22"/>
          <w:szCs w:val="22"/>
          <w:u w:val="single"/>
          <w:rtl/>
        </w:rPr>
      </w:pPr>
      <w:r w:rsidRPr="00870834">
        <w:rPr>
          <w:b/>
          <w:bCs/>
          <w:color w:val="C00000"/>
          <w:sz w:val="22"/>
          <w:szCs w:val="22"/>
          <w:u w:val="single"/>
          <w:rtl/>
        </w:rPr>
        <w:t xml:space="preserve">יום ראשון, 5 באפריל בשעה 21:20, </w:t>
      </w:r>
      <w:r w:rsidRPr="00870834">
        <w:rPr>
          <w:rFonts w:hint="cs"/>
          <w:b/>
          <w:bCs/>
          <w:color w:val="C00000"/>
          <w:sz w:val="22"/>
          <w:szCs w:val="22"/>
          <w:highlight w:val="yellow"/>
          <w:u w:val="single"/>
          <w:rtl/>
        </w:rPr>
        <w:t>בכורה!</w:t>
      </w:r>
      <w:r>
        <w:rPr>
          <w:rFonts w:hint="cs"/>
          <w:b/>
          <w:bCs/>
          <w:color w:val="C00000"/>
          <w:sz w:val="22"/>
          <w:szCs w:val="22"/>
          <w:u w:val="single"/>
          <w:rtl/>
        </w:rPr>
        <w:t xml:space="preserve"> </w:t>
      </w:r>
      <w:r w:rsidRPr="00870834">
        <w:rPr>
          <w:color w:val="C00000"/>
          <w:sz w:val="22"/>
          <w:szCs w:val="22"/>
          <w:u w:val="single"/>
          <w:rtl/>
        </w:rPr>
        <w:t>שידור נוסף למחרת ב-17:10</w:t>
      </w:r>
    </w:p>
    <w:p w:rsidR="00870834" w:rsidRPr="00870834" w:rsidRDefault="00870834" w:rsidP="00CB23AB">
      <w:pPr>
        <w:ind w:left="57" w:right="57"/>
        <w:jc w:val="both"/>
        <w:rPr>
          <w:sz w:val="10"/>
          <w:szCs w:val="10"/>
          <w:shd w:val="clear" w:color="auto" w:fill="FFFFFF"/>
          <w:rtl/>
        </w:rPr>
      </w:pPr>
    </w:p>
    <w:p w:rsidR="00AC3DB1" w:rsidRPr="00CB23AB" w:rsidRDefault="00AC3DB1" w:rsidP="00CB23AB">
      <w:pPr>
        <w:ind w:left="57" w:right="57"/>
        <w:jc w:val="both"/>
        <w:rPr>
          <w:sz w:val="22"/>
          <w:szCs w:val="22"/>
          <w:shd w:val="clear" w:color="auto" w:fill="FFFFFF"/>
          <w:rtl/>
        </w:rPr>
      </w:pPr>
      <w:r w:rsidRPr="00CB23AB">
        <w:rPr>
          <w:sz w:val="22"/>
          <w:szCs w:val="22"/>
          <w:shd w:val="clear" w:color="auto" w:fill="FFFFFF"/>
          <w:rtl/>
        </w:rPr>
        <w:t>"</w:t>
      </w:r>
      <w:r w:rsidRPr="00CB23AB">
        <w:rPr>
          <w:b/>
          <w:bCs/>
          <w:sz w:val="22"/>
          <w:szCs w:val="22"/>
          <w:shd w:val="clear" w:color="auto" w:fill="FFFFFF"/>
          <w:rtl/>
        </w:rPr>
        <w:t>כדור הארץ: נקודות היעלמות</w:t>
      </w:r>
      <w:r w:rsidRPr="00CB23AB">
        <w:rPr>
          <w:sz w:val="22"/>
          <w:szCs w:val="22"/>
          <w:shd w:val="clear" w:color="auto" w:fill="FFFFFF"/>
          <w:rtl/>
        </w:rPr>
        <w:t>", הוא דוקו-דרמה סוחפת ומרתקת החושפת את עולם התופעות החריגות המתרחשות במשולש ברמודה ו-11 מערבולות דומות לו על-פני כדור הארץ, ועוסקת בתיאוריות סביב תפקידן וסיבת קיומן.</w:t>
      </w:r>
    </w:p>
    <w:p w:rsidR="00AC3DB1" w:rsidRPr="00232A86" w:rsidRDefault="00AC3DB1" w:rsidP="00CB23AB">
      <w:pPr>
        <w:ind w:left="57" w:right="57"/>
        <w:jc w:val="both"/>
        <w:rPr>
          <w:sz w:val="12"/>
          <w:szCs w:val="12"/>
          <w:shd w:val="clear" w:color="auto" w:fill="FFFFFF"/>
          <w:rtl/>
        </w:rPr>
      </w:pPr>
    </w:p>
    <w:p w:rsidR="00AC3DB1" w:rsidRPr="00CB23AB" w:rsidRDefault="00AC3DB1" w:rsidP="00CB23AB">
      <w:pPr>
        <w:ind w:left="57" w:right="57"/>
        <w:jc w:val="both"/>
        <w:rPr>
          <w:sz w:val="22"/>
          <w:szCs w:val="22"/>
          <w:shd w:val="clear" w:color="auto" w:fill="FFFFFF"/>
          <w:rtl/>
        </w:rPr>
      </w:pPr>
      <w:r w:rsidRPr="00CB23AB">
        <w:rPr>
          <w:sz w:val="22"/>
          <w:szCs w:val="22"/>
          <w:shd w:val="clear" w:color="auto" w:fill="FFFFFF"/>
          <w:rtl/>
        </w:rPr>
        <w:t>מדען מחפש תשובות בעקבות מותו המסתורי של בנו במדבר האלג'יראי,ומגלה בחקירתו מערבולת של תופעות בלתי-מוסברות. למעשה, הוא חושף כי ישנן 12 נקודות שונות על-פני כדור הארץ, המכונות "מערבולות</w:t>
      </w:r>
      <w:r w:rsidRPr="00CB23AB">
        <w:rPr>
          <w:sz w:val="22"/>
          <w:szCs w:val="22"/>
          <w:shd w:val="clear" w:color="auto" w:fill="FFFFFF"/>
        </w:rPr>
        <w:t xml:space="preserve"> </w:t>
      </w:r>
      <w:r w:rsidRPr="00CB23AB">
        <w:rPr>
          <w:sz w:val="22"/>
          <w:szCs w:val="22"/>
          <w:shd w:val="clear" w:color="auto" w:fill="FFFFFF"/>
          <w:rtl/>
        </w:rPr>
        <w:t>זדוניות" (</w:t>
      </w:r>
      <w:r w:rsidRPr="00CB23AB">
        <w:rPr>
          <w:b/>
          <w:bCs/>
          <w:sz w:val="22"/>
          <w:szCs w:val="22"/>
          <w:shd w:val="clear" w:color="auto" w:fill="FFFFFF"/>
        </w:rPr>
        <w:t>Vile Vortices</w:t>
      </w:r>
      <w:r w:rsidRPr="00CB23AB">
        <w:rPr>
          <w:sz w:val="22"/>
          <w:szCs w:val="22"/>
          <w:shd w:val="clear" w:color="auto" w:fill="FFFFFF"/>
          <w:rtl/>
        </w:rPr>
        <w:t>).</w:t>
      </w:r>
      <w:r w:rsidRPr="00CB23AB">
        <w:rPr>
          <w:sz w:val="22"/>
          <w:szCs w:val="22"/>
          <w:shd w:val="clear" w:color="auto" w:fill="FFFFFF"/>
        </w:rPr>
        <w:t xml:space="preserve"> </w:t>
      </w:r>
      <w:r w:rsidRPr="00CB23AB">
        <w:rPr>
          <w:sz w:val="22"/>
          <w:szCs w:val="22"/>
          <w:shd w:val="clear" w:color="auto" w:fill="FFFFFF"/>
          <w:rtl/>
        </w:rPr>
        <w:t xml:space="preserve">בתריסר האתרים הללו - שהמוכרת שבהן היא משולש ברמודה, מתרחשים אירועים מטרידים ויוצאי דופן: החל מדפוסים אקלימיים חריגים, דרך תקיפות מוזרות של בעלי חיים, ועד להיעלמויות פתאומיות של מטוסי נוסעים </w:t>
      </w:r>
      <w:r w:rsidRPr="00CB23AB">
        <w:rPr>
          <w:sz w:val="22"/>
          <w:szCs w:val="22"/>
          <w:shd w:val="clear" w:color="auto" w:fill="FFFFFF"/>
          <w:rtl/>
        </w:rPr>
        <w:lastRenderedPageBreak/>
        <w:t xml:space="preserve">מהשמיים - שייתכן ומהווים רק את הסיפתח לאיום גדול בהרבה האורב לאנושות. הגילויים המפתיעים עשויים לאתגר מאות שנים של מחקר מדעי בנושא  ולשפוך אור על כמה מהאירועים הגדולים בהיסטוריה. </w:t>
      </w:r>
    </w:p>
    <w:p w:rsidR="00AC3DB1" w:rsidRPr="00232A86" w:rsidRDefault="00AC3DB1" w:rsidP="00CB23AB">
      <w:pPr>
        <w:ind w:left="57" w:right="57"/>
        <w:jc w:val="both"/>
        <w:rPr>
          <w:sz w:val="18"/>
          <w:szCs w:val="18"/>
          <w:shd w:val="clear" w:color="auto" w:fill="FFFFFF"/>
          <w:rtl/>
        </w:rPr>
      </w:pPr>
    </w:p>
    <w:p w:rsidR="00AC3DB1" w:rsidRDefault="00AC3DB1" w:rsidP="00CB23AB">
      <w:pPr>
        <w:ind w:left="57" w:right="57"/>
        <w:jc w:val="both"/>
        <w:rPr>
          <w:kern w:val="0"/>
          <w:sz w:val="22"/>
          <w:szCs w:val="22"/>
          <w:rtl/>
          <w:lang w:eastAsia="en-US"/>
        </w:rPr>
      </w:pPr>
      <w:r w:rsidRPr="00CB23AB">
        <w:rPr>
          <w:sz w:val="22"/>
          <w:szCs w:val="22"/>
          <w:shd w:val="clear" w:color="auto" w:fill="FFFFFF"/>
          <w:rtl/>
        </w:rPr>
        <w:t>"המערבולות" המפורסמות ביותר הן כמובן משולש ברמודה הנודע,</w:t>
      </w:r>
      <w:r w:rsidR="001216E3" w:rsidRPr="00CB23AB">
        <w:rPr>
          <w:sz w:val="22"/>
          <w:szCs w:val="22"/>
          <w:shd w:val="clear" w:color="auto" w:fill="FFFFFF"/>
          <w:rtl/>
        </w:rPr>
        <w:t xml:space="preserve"> אתר פסלי האבן </w:t>
      </w:r>
      <w:r w:rsidR="001216E3" w:rsidRPr="00CB23AB">
        <w:rPr>
          <w:rFonts w:hint="cs"/>
          <w:sz w:val="22"/>
          <w:szCs w:val="22"/>
          <w:shd w:val="clear" w:color="auto" w:fill="FFFFFF"/>
          <w:rtl/>
        </w:rPr>
        <w:t xml:space="preserve">האלג'יראים העתיקים, </w:t>
      </w:r>
      <w:r w:rsidRPr="00CB23AB">
        <w:rPr>
          <w:sz w:val="22"/>
          <w:szCs w:val="22"/>
          <w:shd w:val="clear" w:color="auto" w:fill="FFFFFF"/>
          <w:rtl/>
        </w:rPr>
        <w:t xml:space="preserve">עמק אינדוס בפקיסטן, הר געש בהוואי, ו"ימת השטן" ביפן.  ב-1972, עיתונאי שחקר את התופעות כינה לראשונה את התופעות הללו "מערבולות זדוניות", ותיאר אותן כ"בתי הקברות של השטן". כמה עשורים לאחר מכן, זיהו חוקרים פעילות אלקטרו-מגנטית חריגה ביותר במקומות הללו.  היתכן שמערבולות אלו נוצרו על-ידי יצורים מעולמות אחרים? האם הממשל מסתיר את קיומן? האם יש פעולות שניתן לבצע על-מנת לנטרל את השפעתן? </w:t>
      </w:r>
      <w:r w:rsidRPr="00CB23AB">
        <w:rPr>
          <w:kern w:val="0"/>
          <w:sz w:val="22"/>
          <w:szCs w:val="22"/>
          <w:rtl/>
          <w:lang w:eastAsia="en-US"/>
        </w:rPr>
        <w:t xml:space="preserve"> </w:t>
      </w:r>
    </w:p>
    <w:p w:rsidR="00232A86" w:rsidRPr="00CB23AB" w:rsidRDefault="00232A86" w:rsidP="00CB23AB">
      <w:pPr>
        <w:ind w:left="57" w:right="57"/>
        <w:jc w:val="both"/>
        <w:rPr>
          <w:kern w:val="0"/>
          <w:sz w:val="22"/>
          <w:szCs w:val="22"/>
          <w:rtl/>
          <w:lang w:eastAsia="en-US"/>
        </w:rPr>
      </w:pPr>
    </w:p>
    <w:p w:rsidR="00AC3DB1" w:rsidRPr="00232A86" w:rsidRDefault="00AC3DB1" w:rsidP="00CB23AB">
      <w:pPr>
        <w:ind w:left="57" w:right="57"/>
        <w:jc w:val="both"/>
        <w:rPr>
          <w:kern w:val="0"/>
          <w:rtl/>
          <w:lang w:eastAsia="en-US"/>
        </w:rPr>
      </w:pPr>
    </w:p>
    <w:p w:rsidR="00AC3DB1" w:rsidRPr="000E525E" w:rsidRDefault="00AC3DB1" w:rsidP="00232A86">
      <w:pPr>
        <w:ind w:left="57" w:right="57"/>
        <w:jc w:val="both"/>
        <w:rPr>
          <w:rFonts w:ascii="arial bold" w:hAnsi="arial bold"/>
          <w:b/>
          <w:bCs/>
          <w:shadow/>
          <w:color w:val="0000FF"/>
          <w:spacing w:val="8"/>
          <w:kern w:val="30"/>
          <w:sz w:val="30"/>
          <w:szCs w:val="28"/>
          <w:rtl/>
        </w:rPr>
      </w:pPr>
      <w:r w:rsidRPr="000E525E">
        <w:rPr>
          <w:rFonts w:ascii="arial bold" w:hAnsi="arial bold"/>
          <w:b/>
          <w:bCs/>
          <w:shadow/>
          <w:color w:val="0000FF"/>
          <w:spacing w:val="8"/>
          <w:kern w:val="30"/>
          <w:sz w:val="30"/>
          <w:szCs w:val="28"/>
          <w:rtl/>
        </w:rPr>
        <w:t xml:space="preserve">סודות הזמן נחשפים </w:t>
      </w:r>
      <w:r w:rsidR="00870834" w:rsidRPr="000E525E">
        <w:rPr>
          <w:rFonts w:ascii="arial bold" w:hAnsi="arial bold" w:hint="cs"/>
          <w:b/>
          <w:bCs/>
          <w:shadow/>
          <w:color w:val="0000FF"/>
          <w:spacing w:val="8"/>
          <w:kern w:val="30"/>
          <w:sz w:val="30"/>
          <w:szCs w:val="28"/>
          <w:rtl/>
        </w:rPr>
        <w:t>/</w:t>
      </w:r>
      <w:r w:rsidR="000E525E" w:rsidRPr="000E525E">
        <w:rPr>
          <w:rFonts w:ascii="arial bold" w:hAnsi="arial bold" w:hint="cs"/>
          <w:b/>
          <w:bCs/>
          <w:shadow/>
          <w:color w:val="0000FF"/>
          <w:spacing w:val="8"/>
          <w:kern w:val="30"/>
          <w:sz w:val="30"/>
          <w:szCs w:val="28"/>
          <w:rtl/>
        </w:rPr>
        <w:t xml:space="preserve"> </w:t>
      </w:r>
      <w:r w:rsidRPr="000E525E">
        <w:rPr>
          <w:rFonts w:ascii="arial bold" w:hAnsi="arial bold"/>
          <w:b/>
          <w:bCs/>
          <w:shadow/>
          <w:color w:val="0000FF"/>
          <w:spacing w:val="8"/>
          <w:kern w:val="30"/>
          <w:sz w:val="30"/>
          <w:szCs w:val="28"/>
        </w:rPr>
        <w:t xml:space="preserve"> Ultimate Secrets of Time</w:t>
      </w:r>
    </w:p>
    <w:p w:rsidR="00870834" w:rsidRPr="00870834" w:rsidRDefault="00870834" w:rsidP="00232A86">
      <w:pPr>
        <w:ind w:left="57" w:right="57"/>
        <w:jc w:val="both"/>
        <w:rPr>
          <w:b/>
          <w:bCs/>
          <w:color w:val="C00000"/>
          <w:sz w:val="22"/>
          <w:szCs w:val="22"/>
          <w:u w:val="single"/>
          <w:rtl/>
        </w:rPr>
      </w:pPr>
      <w:r w:rsidRPr="00870834">
        <w:rPr>
          <w:b/>
          <w:bCs/>
          <w:color w:val="C00000"/>
          <w:sz w:val="22"/>
          <w:szCs w:val="22"/>
          <w:u w:val="single"/>
          <w:rtl/>
        </w:rPr>
        <w:t>יום שני, 6 באפריל בשעה 21:20,</w:t>
      </w:r>
      <w:r>
        <w:rPr>
          <w:rFonts w:hint="cs"/>
          <w:b/>
          <w:bCs/>
          <w:color w:val="C00000"/>
          <w:sz w:val="22"/>
          <w:szCs w:val="22"/>
          <w:u w:val="single"/>
          <w:rtl/>
        </w:rPr>
        <w:t xml:space="preserve"> </w:t>
      </w:r>
      <w:r w:rsidRPr="00870834">
        <w:rPr>
          <w:rFonts w:hint="cs"/>
          <w:b/>
          <w:bCs/>
          <w:color w:val="C00000"/>
          <w:sz w:val="22"/>
          <w:szCs w:val="22"/>
          <w:highlight w:val="yellow"/>
          <w:u w:val="single"/>
          <w:rtl/>
        </w:rPr>
        <w:t>בכורה</w:t>
      </w:r>
      <w:r>
        <w:rPr>
          <w:rFonts w:hint="cs"/>
          <w:b/>
          <w:bCs/>
          <w:color w:val="C00000"/>
          <w:sz w:val="22"/>
          <w:szCs w:val="22"/>
          <w:u w:val="single"/>
          <w:rtl/>
        </w:rPr>
        <w:t>!</w:t>
      </w:r>
      <w:r w:rsidRPr="00870834">
        <w:rPr>
          <w:b/>
          <w:bCs/>
          <w:color w:val="C00000"/>
          <w:sz w:val="22"/>
          <w:szCs w:val="22"/>
          <w:u w:val="single"/>
          <w:rtl/>
        </w:rPr>
        <w:t xml:space="preserve"> </w:t>
      </w:r>
      <w:r w:rsidRPr="00870834">
        <w:rPr>
          <w:color w:val="C00000"/>
          <w:sz w:val="22"/>
          <w:szCs w:val="22"/>
          <w:u w:val="single"/>
          <w:rtl/>
        </w:rPr>
        <w:t>שידור נוסף למחרת ב-17:10</w:t>
      </w:r>
    </w:p>
    <w:p w:rsidR="00870834" w:rsidRPr="000E525E" w:rsidRDefault="00870834" w:rsidP="00870834">
      <w:pPr>
        <w:ind w:left="57" w:right="57"/>
        <w:jc w:val="both"/>
        <w:rPr>
          <w:rFonts w:ascii="arial bold" w:hAnsi="arial bold"/>
          <w:b/>
          <w:bCs/>
          <w:shadow/>
          <w:color w:val="0000FF"/>
          <w:spacing w:val="8"/>
          <w:kern w:val="30"/>
          <w:sz w:val="10"/>
          <w:szCs w:val="6"/>
        </w:rPr>
      </w:pPr>
    </w:p>
    <w:p w:rsidR="00AC3DB1" w:rsidRDefault="00AC3DB1" w:rsidP="000E525E">
      <w:pPr>
        <w:suppressAutoHyphens w:val="0"/>
        <w:ind w:left="57" w:right="57"/>
        <w:jc w:val="both"/>
        <w:rPr>
          <w:kern w:val="0"/>
          <w:sz w:val="22"/>
          <w:szCs w:val="22"/>
          <w:rtl/>
          <w:lang w:eastAsia="en-US"/>
        </w:rPr>
      </w:pPr>
      <w:r w:rsidRPr="00CB23AB">
        <w:rPr>
          <w:kern w:val="0"/>
          <w:sz w:val="22"/>
          <w:szCs w:val="22"/>
          <w:rtl/>
          <w:lang w:eastAsia="en-US"/>
        </w:rPr>
        <w:t xml:space="preserve">האם אפשרי לדעת כמה זמן נותר לך לחיות? </w:t>
      </w:r>
      <w:r w:rsidRPr="000E525E">
        <w:rPr>
          <w:b/>
          <w:bCs/>
          <w:kern w:val="0"/>
          <w:sz w:val="22"/>
          <w:szCs w:val="22"/>
          <w:u w:val="single"/>
          <w:rtl/>
          <w:lang w:eastAsia="en-US"/>
        </w:rPr>
        <w:t>בספיישל זה, נבחן סדרת סיפורים העוסקים במסתרי הזמן</w:t>
      </w:r>
      <w:r w:rsidR="000E525E" w:rsidRPr="000E525E">
        <w:rPr>
          <w:rFonts w:hint="cs"/>
          <w:b/>
          <w:bCs/>
          <w:kern w:val="0"/>
          <w:sz w:val="22"/>
          <w:szCs w:val="22"/>
          <w:u w:val="single"/>
          <w:rtl/>
          <w:lang w:eastAsia="en-US"/>
        </w:rPr>
        <w:t>:</w:t>
      </w:r>
      <w:r w:rsidRPr="00CB23AB">
        <w:rPr>
          <w:kern w:val="0"/>
          <w:sz w:val="22"/>
          <w:szCs w:val="22"/>
          <w:rtl/>
          <w:lang w:eastAsia="en-US"/>
        </w:rPr>
        <w:t xml:space="preserve"> כיצד אנחנו יודעים כלל מה השעה. במהלך הספיישל, נבקר את אחד השעונים המפורסמים בעולם - ה"ביג בן" בלונדון - כדי לבחון מקרוב את אופן הפעולה שלו, ואף נפגוש מדען הטוען שהוא נמצא על סף פיתוח היכולת לעצור את הזמן. כמו כן, נפגוש ממציאים שפיתחו מכשיר שכביכול מגלה כמה זמן נותר לנו כאן על הפלנטה. </w:t>
      </w:r>
    </w:p>
    <w:p w:rsidR="000E525E" w:rsidRPr="00232A86" w:rsidRDefault="000E525E" w:rsidP="00CB23AB">
      <w:pPr>
        <w:suppressAutoHyphens w:val="0"/>
        <w:ind w:left="57" w:right="57"/>
        <w:jc w:val="both"/>
        <w:rPr>
          <w:kern w:val="0"/>
          <w:lang w:eastAsia="en-US"/>
        </w:rPr>
      </w:pPr>
    </w:p>
    <w:p w:rsidR="00AC3DB1" w:rsidRPr="000E525E" w:rsidRDefault="00AC3DB1" w:rsidP="00232A86">
      <w:pPr>
        <w:ind w:left="57" w:right="57"/>
        <w:jc w:val="both"/>
        <w:rPr>
          <w:rFonts w:ascii="arial bold" w:hAnsi="arial bold"/>
          <w:b/>
          <w:bCs/>
          <w:shadow/>
          <w:color w:val="0000FF"/>
          <w:spacing w:val="8"/>
          <w:kern w:val="30"/>
          <w:sz w:val="30"/>
          <w:szCs w:val="28"/>
          <w:rtl/>
        </w:rPr>
      </w:pPr>
      <w:r w:rsidRPr="000E525E">
        <w:rPr>
          <w:rFonts w:ascii="arial bold" w:hAnsi="arial bold"/>
          <w:b/>
          <w:bCs/>
          <w:shadow/>
          <w:color w:val="0000FF"/>
          <w:spacing w:val="8"/>
          <w:kern w:val="30"/>
          <w:sz w:val="30"/>
          <w:szCs w:val="28"/>
          <w:rtl/>
        </w:rPr>
        <w:t xml:space="preserve">סודות המזל נחשפים </w:t>
      </w:r>
      <w:r w:rsidR="000E525E" w:rsidRPr="000E525E">
        <w:rPr>
          <w:rFonts w:ascii="arial bold" w:hAnsi="arial bold" w:hint="cs"/>
          <w:b/>
          <w:bCs/>
          <w:shadow/>
          <w:color w:val="0000FF"/>
          <w:spacing w:val="8"/>
          <w:kern w:val="30"/>
          <w:sz w:val="30"/>
          <w:szCs w:val="28"/>
          <w:rtl/>
        </w:rPr>
        <w:t>/</w:t>
      </w:r>
      <w:r w:rsidRPr="000E525E">
        <w:rPr>
          <w:rFonts w:ascii="arial bold" w:hAnsi="arial bold"/>
          <w:b/>
          <w:bCs/>
          <w:shadow/>
          <w:color w:val="0000FF"/>
          <w:spacing w:val="8"/>
          <w:kern w:val="30"/>
          <w:sz w:val="30"/>
          <w:szCs w:val="28"/>
          <w:rtl/>
        </w:rPr>
        <w:t xml:space="preserve"> </w:t>
      </w:r>
      <w:r w:rsidRPr="000E525E">
        <w:rPr>
          <w:rFonts w:ascii="arial bold" w:hAnsi="arial bold"/>
          <w:b/>
          <w:bCs/>
          <w:shadow/>
          <w:color w:val="0000FF"/>
          <w:spacing w:val="8"/>
          <w:kern w:val="30"/>
          <w:sz w:val="30"/>
          <w:szCs w:val="28"/>
        </w:rPr>
        <w:t>Ultimate Secrets of Luck</w:t>
      </w:r>
    </w:p>
    <w:p w:rsidR="000E525E" w:rsidRPr="00870834" w:rsidRDefault="000E525E" w:rsidP="00232A86">
      <w:pPr>
        <w:ind w:left="57" w:right="57"/>
        <w:jc w:val="both"/>
        <w:rPr>
          <w:b/>
          <w:bCs/>
          <w:color w:val="C00000"/>
          <w:sz w:val="22"/>
          <w:szCs w:val="22"/>
          <w:u w:val="single"/>
          <w:rtl/>
        </w:rPr>
      </w:pPr>
      <w:r w:rsidRPr="00870834">
        <w:rPr>
          <w:b/>
          <w:bCs/>
          <w:color w:val="C00000"/>
          <w:sz w:val="22"/>
          <w:szCs w:val="22"/>
          <w:u w:val="single"/>
          <w:rtl/>
        </w:rPr>
        <w:t>יום שני, 6 באפריל בשעה 21:45,</w:t>
      </w:r>
      <w:r>
        <w:rPr>
          <w:rFonts w:hint="cs"/>
          <w:b/>
          <w:bCs/>
          <w:color w:val="C00000"/>
          <w:sz w:val="22"/>
          <w:szCs w:val="22"/>
          <w:u w:val="single"/>
          <w:rtl/>
        </w:rPr>
        <w:t xml:space="preserve"> </w:t>
      </w:r>
      <w:r w:rsidRPr="000E525E">
        <w:rPr>
          <w:rFonts w:hint="cs"/>
          <w:b/>
          <w:bCs/>
          <w:color w:val="C00000"/>
          <w:sz w:val="22"/>
          <w:szCs w:val="22"/>
          <w:highlight w:val="yellow"/>
          <w:u w:val="single"/>
          <w:rtl/>
        </w:rPr>
        <w:t>בכורה</w:t>
      </w:r>
      <w:r>
        <w:rPr>
          <w:rFonts w:hint="cs"/>
          <w:b/>
          <w:bCs/>
          <w:color w:val="C00000"/>
          <w:sz w:val="22"/>
          <w:szCs w:val="22"/>
          <w:u w:val="single"/>
          <w:rtl/>
        </w:rPr>
        <w:t>!</w:t>
      </w:r>
      <w:r w:rsidRPr="00870834">
        <w:rPr>
          <w:b/>
          <w:bCs/>
          <w:color w:val="C00000"/>
          <w:sz w:val="22"/>
          <w:szCs w:val="22"/>
          <w:u w:val="single"/>
          <w:rtl/>
        </w:rPr>
        <w:t xml:space="preserve"> </w:t>
      </w:r>
      <w:r w:rsidRPr="000E525E">
        <w:rPr>
          <w:color w:val="C00000"/>
          <w:sz w:val="22"/>
          <w:szCs w:val="22"/>
          <w:u w:val="single"/>
          <w:rtl/>
        </w:rPr>
        <w:t>שידור נוסף למחרת ב-17:30</w:t>
      </w:r>
    </w:p>
    <w:p w:rsidR="000E525E" w:rsidRPr="000E525E" w:rsidRDefault="000E525E" w:rsidP="00870834">
      <w:pPr>
        <w:ind w:left="57" w:right="57"/>
        <w:jc w:val="both"/>
        <w:rPr>
          <w:rFonts w:ascii="arial bold" w:hAnsi="arial bold"/>
          <w:b/>
          <w:bCs/>
          <w:shadow/>
          <w:color w:val="0000FF"/>
          <w:spacing w:val="8"/>
          <w:kern w:val="30"/>
          <w:sz w:val="14"/>
          <w:szCs w:val="10"/>
        </w:rPr>
      </w:pPr>
    </w:p>
    <w:p w:rsidR="00AC3DB1" w:rsidRPr="00CB23AB" w:rsidRDefault="00AC3DB1" w:rsidP="000E525E">
      <w:pPr>
        <w:suppressAutoHyphens w:val="0"/>
        <w:ind w:left="57" w:right="57"/>
        <w:jc w:val="both"/>
        <w:rPr>
          <w:kern w:val="0"/>
          <w:sz w:val="22"/>
          <w:szCs w:val="22"/>
          <w:lang w:eastAsia="en-US"/>
        </w:rPr>
      </w:pPr>
      <w:r w:rsidRPr="00CB23AB">
        <w:rPr>
          <w:kern w:val="0"/>
          <w:sz w:val="22"/>
          <w:szCs w:val="22"/>
          <w:rtl/>
          <w:lang w:eastAsia="en-US"/>
        </w:rPr>
        <w:t xml:space="preserve">האם יש אנשים שיותר ברי-מזל? </w:t>
      </w:r>
      <w:r w:rsidRPr="000E525E">
        <w:rPr>
          <w:b/>
          <w:bCs/>
          <w:kern w:val="0"/>
          <w:sz w:val="22"/>
          <w:szCs w:val="22"/>
          <w:rtl/>
          <w:lang w:eastAsia="en-US"/>
        </w:rPr>
        <w:t>בספיישל נבחן סדרת סיפורים שממחישים מה פירושו של דבר להיות בר-מזל</w:t>
      </w:r>
      <w:r w:rsidRPr="00CB23AB">
        <w:rPr>
          <w:kern w:val="0"/>
          <w:sz w:val="22"/>
          <w:szCs w:val="22"/>
          <w:rtl/>
          <w:lang w:eastAsia="en-US"/>
        </w:rPr>
        <w:t>. במהלך הספיישל, נחשוף סודות מדהימים אודות מזל, כמו: כיצד ניתן להגביר את סיכויי הזכייה בלוטו, האם מקום מסויים להיחשב כחסר מזל, ומה הסיכויים לזכייה גדולה בשולחנות ההימורים בלאס וגאס. כמו כן, נציג לצופים כיצד הם עשויים לשנות את מזלם.</w:t>
      </w:r>
    </w:p>
    <w:p w:rsidR="00AC3DB1" w:rsidRPr="00232A86" w:rsidRDefault="00AC3DB1" w:rsidP="00CB23AB">
      <w:pPr>
        <w:suppressAutoHyphens w:val="0"/>
        <w:ind w:left="57" w:right="57"/>
        <w:jc w:val="both"/>
        <w:rPr>
          <w:b/>
          <w:bCs/>
          <w:rtl/>
        </w:rPr>
      </w:pPr>
    </w:p>
    <w:p w:rsidR="00AC3DB1" w:rsidRDefault="00AC3DB1" w:rsidP="00232A86">
      <w:pPr>
        <w:ind w:left="57" w:right="57"/>
        <w:jc w:val="both"/>
        <w:rPr>
          <w:rFonts w:ascii="arial bold" w:hAnsi="arial bold"/>
          <w:b/>
          <w:bCs/>
          <w:color w:val="0000FF"/>
          <w:kern w:val="30"/>
          <w:sz w:val="28"/>
          <w:rtl/>
        </w:rPr>
      </w:pPr>
      <w:r w:rsidRPr="000E525E">
        <w:rPr>
          <w:rFonts w:ascii="arial bold" w:hAnsi="arial bold"/>
          <w:b/>
          <w:bCs/>
          <w:shadow/>
          <w:color w:val="0000FF"/>
          <w:spacing w:val="8"/>
          <w:kern w:val="30"/>
          <w:sz w:val="30"/>
          <w:szCs w:val="28"/>
          <w:rtl/>
        </w:rPr>
        <w:t>תעלומה בשחקים: המטוס המלזי</w:t>
      </w:r>
      <w:r w:rsidR="000E525E">
        <w:rPr>
          <w:rFonts w:ascii="arial bold" w:hAnsi="arial bold" w:hint="cs"/>
          <w:b/>
          <w:bCs/>
          <w:shadow/>
          <w:color w:val="0000FF"/>
          <w:spacing w:val="8"/>
          <w:kern w:val="30"/>
          <w:sz w:val="30"/>
          <w:szCs w:val="28"/>
          <w:rtl/>
        </w:rPr>
        <w:t xml:space="preserve"> /</w:t>
      </w:r>
      <w:r w:rsidRPr="000E525E">
        <w:rPr>
          <w:rFonts w:ascii="arial bold" w:hAnsi="arial bold"/>
          <w:b/>
          <w:bCs/>
          <w:color w:val="0000FF"/>
          <w:kern w:val="30"/>
          <w:sz w:val="28"/>
        </w:rPr>
        <w:t xml:space="preserve">Ghost Planes and the Mystery of Flight </w:t>
      </w:r>
      <w:r w:rsidRPr="000E525E">
        <w:rPr>
          <w:rFonts w:ascii="arial bold" w:hAnsi="arial bold"/>
          <w:b/>
          <w:bCs/>
          <w:color w:val="0000FF"/>
          <w:kern w:val="30"/>
          <w:sz w:val="26"/>
          <w:szCs w:val="22"/>
        </w:rPr>
        <w:t>370</w:t>
      </w:r>
    </w:p>
    <w:p w:rsidR="000E525E" w:rsidRPr="000E525E" w:rsidRDefault="000E525E" w:rsidP="00232A86">
      <w:pPr>
        <w:ind w:left="57" w:right="57"/>
        <w:jc w:val="both"/>
        <w:rPr>
          <w:rFonts w:ascii="arial bold" w:hAnsi="arial bold"/>
          <w:b/>
          <w:bCs/>
          <w:color w:val="0000FF"/>
          <w:kern w:val="30"/>
          <w:sz w:val="8"/>
          <w:szCs w:val="2"/>
          <w:rtl/>
        </w:rPr>
      </w:pPr>
    </w:p>
    <w:p w:rsidR="000E525E" w:rsidRPr="000E525E" w:rsidRDefault="000E525E" w:rsidP="00232A86">
      <w:pPr>
        <w:ind w:left="57" w:right="57"/>
        <w:jc w:val="both"/>
        <w:rPr>
          <w:b/>
          <w:bCs/>
          <w:color w:val="C00000"/>
          <w:sz w:val="22"/>
          <w:szCs w:val="22"/>
          <w:u w:val="single"/>
          <w:rtl/>
        </w:rPr>
      </w:pPr>
      <w:r w:rsidRPr="000E525E">
        <w:rPr>
          <w:b/>
          <w:bCs/>
          <w:color w:val="C00000"/>
          <w:sz w:val="22"/>
          <w:szCs w:val="22"/>
          <w:u w:val="single"/>
          <w:rtl/>
        </w:rPr>
        <w:t xml:space="preserve">יום שלישי, 7 באפריל בשעה 21:20, </w:t>
      </w:r>
      <w:r w:rsidRPr="000E525E">
        <w:rPr>
          <w:color w:val="C00000"/>
          <w:sz w:val="22"/>
          <w:szCs w:val="22"/>
          <w:u w:val="single"/>
          <w:rtl/>
        </w:rPr>
        <w:t>שידור נוסף למחרת ב-17:20</w:t>
      </w:r>
    </w:p>
    <w:p w:rsidR="000E525E" w:rsidRPr="000E525E" w:rsidRDefault="000E525E" w:rsidP="00232A86">
      <w:pPr>
        <w:ind w:left="57" w:right="57"/>
        <w:jc w:val="both"/>
        <w:rPr>
          <w:rFonts w:ascii="arial bold" w:hAnsi="arial bold"/>
          <w:b/>
          <w:bCs/>
          <w:color w:val="0000FF"/>
          <w:kern w:val="30"/>
          <w:sz w:val="10"/>
          <w:szCs w:val="6"/>
          <w:rtl/>
        </w:rPr>
      </w:pPr>
    </w:p>
    <w:p w:rsidR="00AC3DB1" w:rsidRPr="00CB23AB" w:rsidRDefault="00AC3DB1" w:rsidP="00232A86">
      <w:pPr>
        <w:ind w:left="57" w:right="57"/>
        <w:jc w:val="both"/>
        <w:rPr>
          <w:color w:val="000000"/>
          <w:sz w:val="22"/>
          <w:szCs w:val="22"/>
          <w:shd w:val="clear" w:color="auto" w:fill="FFFFFF"/>
          <w:rtl/>
        </w:rPr>
      </w:pPr>
      <w:r w:rsidRPr="000E525E">
        <w:rPr>
          <w:b/>
          <w:bCs/>
          <w:color w:val="000000"/>
          <w:sz w:val="22"/>
          <w:szCs w:val="22"/>
          <w:shd w:val="clear" w:color="auto" w:fill="FFFFFF"/>
          <w:rtl/>
        </w:rPr>
        <w:t xml:space="preserve">ספיישל מרתק חוקר את ההיעלמות המסתורית של טיסה 370 חברת התעופה " מלזיה איירליינס", ועליו 239 איש </w:t>
      </w:r>
      <w:r w:rsidR="000E525E" w:rsidRPr="000E525E">
        <w:rPr>
          <w:b/>
          <w:bCs/>
          <w:color w:val="000000"/>
          <w:sz w:val="22"/>
          <w:szCs w:val="22"/>
          <w:shd w:val="clear" w:color="auto" w:fill="FFFFFF"/>
          <w:rtl/>
        </w:rPr>
        <w:t>במרץ</w:t>
      </w:r>
      <w:r w:rsidRPr="000E525E">
        <w:rPr>
          <w:b/>
          <w:bCs/>
          <w:color w:val="000000"/>
          <w:sz w:val="22"/>
          <w:szCs w:val="22"/>
          <w:shd w:val="clear" w:color="auto" w:fill="FFFFFF"/>
        </w:rPr>
        <w:t xml:space="preserve"> </w:t>
      </w:r>
      <w:r w:rsidRPr="000E525E">
        <w:rPr>
          <w:b/>
          <w:bCs/>
          <w:color w:val="000000"/>
          <w:sz w:val="22"/>
          <w:szCs w:val="22"/>
          <w:shd w:val="clear" w:color="auto" w:fill="FFFFFF"/>
          <w:rtl/>
        </w:rPr>
        <w:t>2014.</w:t>
      </w:r>
      <w:r w:rsidRPr="00CB23AB">
        <w:rPr>
          <w:color w:val="000000"/>
          <w:sz w:val="22"/>
          <w:szCs w:val="22"/>
          <w:shd w:val="clear" w:color="auto" w:fill="FFFFFF"/>
          <w:rtl/>
        </w:rPr>
        <w:t xml:space="preserve"> חרף מאמץ חיפוש בינלאומי נרחב, המטוס טרם נמצאו עד היום. התעודה כוללת ראיונות עם בני משפחות הנוסעים ומומחים לתעופה אווירית, השופכים אור חדש על התעלומה. כמו כן נבחן את ההיעלמות בהקשר היסטורי רחב יותר, ונשאל - האם המטוס המלזי מצטרף לשורת מטוסים שנעלמו במהלך ההיסטוריה לבלי שוב?</w:t>
      </w:r>
    </w:p>
    <w:p w:rsidR="00AC3DB1" w:rsidRPr="00232A86" w:rsidRDefault="00AC3DB1" w:rsidP="00232A86">
      <w:pPr>
        <w:ind w:left="57" w:right="57"/>
        <w:jc w:val="both"/>
        <w:rPr>
          <w:b/>
          <w:bCs/>
          <w:kern w:val="0"/>
          <w:rtl/>
          <w:lang w:eastAsia="en-US"/>
        </w:rPr>
      </w:pPr>
    </w:p>
    <w:p w:rsidR="00AC3DB1" w:rsidRDefault="00AC3DB1" w:rsidP="00232A86">
      <w:pPr>
        <w:ind w:left="57" w:right="57"/>
        <w:jc w:val="both"/>
        <w:rPr>
          <w:rFonts w:ascii="arial bold" w:hAnsi="arial bold"/>
          <w:b/>
          <w:bCs/>
          <w:shadow/>
          <w:color w:val="0000FF"/>
          <w:spacing w:val="8"/>
          <w:kern w:val="30"/>
          <w:sz w:val="30"/>
          <w:szCs w:val="28"/>
          <w:rtl/>
        </w:rPr>
      </w:pPr>
      <w:r w:rsidRPr="000E525E">
        <w:rPr>
          <w:rFonts w:ascii="arial bold" w:hAnsi="arial bold"/>
          <w:b/>
          <w:bCs/>
          <w:shadow/>
          <w:color w:val="0000FF"/>
          <w:spacing w:val="8"/>
          <w:kern w:val="30"/>
          <w:sz w:val="30"/>
          <w:szCs w:val="28"/>
          <w:rtl/>
        </w:rPr>
        <w:t>בלתי נראה</w:t>
      </w:r>
      <w:r w:rsidR="000E525E">
        <w:rPr>
          <w:rFonts w:ascii="arial bold" w:hAnsi="arial bold" w:hint="cs"/>
          <w:b/>
          <w:bCs/>
          <w:shadow/>
          <w:color w:val="0000FF"/>
          <w:spacing w:val="8"/>
          <w:kern w:val="30"/>
          <w:sz w:val="30"/>
          <w:szCs w:val="28"/>
          <w:rtl/>
        </w:rPr>
        <w:t xml:space="preserve"> /</w:t>
      </w:r>
      <w:r w:rsidRPr="000E525E">
        <w:rPr>
          <w:rFonts w:ascii="arial bold" w:hAnsi="arial bold"/>
          <w:b/>
          <w:bCs/>
          <w:shadow/>
          <w:color w:val="0000FF"/>
          <w:spacing w:val="8"/>
          <w:kern w:val="30"/>
          <w:sz w:val="30"/>
          <w:szCs w:val="28"/>
          <w:rtl/>
        </w:rPr>
        <w:t xml:space="preserve"> </w:t>
      </w:r>
      <w:r w:rsidRPr="000E525E">
        <w:rPr>
          <w:rFonts w:ascii="arial bold" w:hAnsi="arial bold"/>
          <w:b/>
          <w:bCs/>
          <w:shadow/>
          <w:color w:val="0000FF"/>
          <w:spacing w:val="8"/>
          <w:kern w:val="30"/>
          <w:sz w:val="30"/>
          <w:szCs w:val="28"/>
        </w:rPr>
        <w:t>Invisib</w:t>
      </w:r>
      <w:r w:rsidR="00CC174A" w:rsidRPr="000E525E">
        <w:rPr>
          <w:rFonts w:ascii="arial bold" w:hAnsi="arial bold"/>
          <w:b/>
          <w:bCs/>
          <w:shadow/>
          <w:color w:val="0000FF"/>
          <w:spacing w:val="8"/>
          <w:kern w:val="30"/>
          <w:sz w:val="30"/>
          <w:szCs w:val="28"/>
        </w:rPr>
        <w:t>l</w:t>
      </w:r>
      <w:r w:rsidRPr="000E525E">
        <w:rPr>
          <w:rFonts w:ascii="arial bold" w:hAnsi="arial bold"/>
          <w:b/>
          <w:bCs/>
          <w:shadow/>
          <w:color w:val="0000FF"/>
          <w:spacing w:val="8"/>
          <w:kern w:val="30"/>
          <w:sz w:val="30"/>
          <w:szCs w:val="28"/>
        </w:rPr>
        <w:t>e</w:t>
      </w:r>
    </w:p>
    <w:p w:rsidR="000E525E" w:rsidRPr="000E525E" w:rsidRDefault="000E525E" w:rsidP="00232A86">
      <w:pPr>
        <w:ind w:left="57" w:right="57"/>
        <w:jc w:val="both"/>
        <w:rPr>
          <w:rFonts w:ascii="arial bold" w:hAnsi="arial bold"/>
          <w:b/>
          <w:bCs/>
          <w:shadow/>
          <w:color w:val="0000FF"/>
          <w:spacing w:val="8"/>
          <w:kern w:val="30"/>
          <w:sz w:val="8"/>
          <w:szCs w:val="4"/>
          <w:rtl/>
        </w:rPr>
      </w:pPr>
    </w:p>
    <w:p w:rsidR="000E525E" w:rsidRPr="000E525E" w:rsidRDefault="000E525E" w:rsidP="00232A86">
      <w:pPr>
        <w:ind w:left="57" w:right="57"/>
        <w:jc w:val="both"/>
        <w:rPr>
          <w:b/>
          <w:bCs/>
          <w:color w:val="C00000"/>
          <w:sz w:val="22"/>
          <w:szCs w:val="22"/>
          <w:u w:val="single"/>
          <w:rtl/>
        </w:rPr>
      </w:pPr>
      <w:r w:rsidRPr="000E525E">
        <w:rPr>
          <w:b/>
          <w:bCs/>
          <w:color w:val="C00000"/>
          <w:sz w:val="22"/>
          <w:szCs w:val="22"/>
          <w:u w:val="single"/>
          <w:rtl/>
        </w:rPr>
        <w:t>יום חמישי, 8 באפריל בשעה 21:20, שידור נוסף למחרת ב-17:15</w:t>
      </w:r>
    </w:p>
    <w:p w:rsidR="000E525E" w:rsidRPr="000E525E" w:rsidRDefault="000E525E" w:rsidP="000E525E">
      <w:pPr>
        <w:ind w:left="57" w:right="57"/>
        <w:jc w:val="center"/>
        <w:rPr>
          <w:rFonts w:ascii="arial bold" w:hAnsi="arial bold"/>
          <w:b/>
          <w:bCs/>
          <w:shadow/>
          <w:color w:val="0000FF"/>
          <w:spacing w:val="8"/>
          <w:kern w:val="30"/>
          <w:sz w:val="8"/>
          <w:szCs w:val="2"/>
        </w:rPr>
      </w:pPr>
    </w:p>
    <w:p w:rsidR="00AC3DB1" w:rsidRPr="00CB23AB" w:rsidRDefault="00AC3DB1" w:rsidP="00CB23AB">
      <w:pPr>
        <w:ind w:left="57" w:right="57"/>
        <w:jc w:val="both"/>
        <w:rPr>
          <w:sz w:val="22"/>
          <w:szCs w:val="22"/>
          <w:rtl/>
        </w:rPr>
      </w:pPr>
      <w:r w:rsidRPr="00CB23AB">
        <w:rPr>
          <w:sz w:val="22"/>
          <w:szCs w:val="22"/>
          <w:rtl/>
        </w:rPr>
        <w:t>העין האנושית רואה באופן מעשי פחות מאחוז אחד (!)</w:t>
      </w:r>
      <w:r w:rsidRPr="00CB23AB">
        <w:rPr>
          <w:sz w:val="22"/>
          <w:szCs w:val="22"/>
        </w:rPr>
        <w:t xml:space="preserve"> </w:t>
      </w:r>
      <w:r w:rsidRPr="00CB23AB">
        <w:rPr>
          <w:sz w:val="22"/>
          <w:szCs w:val="22"/>
          <w:rtl/>
        </w:rPr>
        <w:t xml:space="preserve">ממה שבאמת נמצא מולה. </w:t>
      </w:r>
      <w:r w:rsidRPr="000E525E">
        <w:rPr>
          <w:b/>
          <w:bCs/>
          <w:sz w:val="22"/>
          <w:szCs w:val="22"/>
          <w:rtl/>
        </w:rPr>
        <w:t>בספיישל המרתק זה נערוך ספירה לאחור של 40 הדברים המדהימים ביותר שלא ניתן לראות אותם במבט רגיל.</w:t>
      </w:r>
      <w:r w:rsidRPr="00CB23AB">
        <w:rPr>
          <w:sz w:val="22"/>
          <w:szCs w:val="22"/>
          <w:rtl/>
        </w:rPr>
        <w:t xml:space="preserve"> באמצעות שימוש בטכנולוגיה מתקדמת הכוללת את אמצעי הראייה המשוכללים ביותר וכן אנימצית תלת-מימד מהמלה האחרונה, נחשוף תופעות מדהימות המתרחשות כל העת סביבנו ומשפיעים על כל מישורי חיינו.</w:t>
      </w:r>
    </w:p>
    <w:p w:rsidR="00AC3DB1" w:rsidRPr="00232A86" w:rsidRDefault="00AC3DB1" w:rsidP="000E525E">
      <w:pPr>
        <w:ind w:right="57"/>
        <w:jc w:val="both"/>
        <w:rPr>
          <w:kern w:val="0"/>
          <w:rtl/>
          <w:lang w:eastAsia="en-US"/>
        </w:rPr>
      </w:pPr>
    </w:p>
    <w:p w:rsidR="00AC3DB1" w:rsidRDefault="00AC3DB1" w:rsidP="00232A86">
      <w:pPr>
        <w:ind w:left="57" w:right="57"/>
        <w:jc w:val="both"/>
        <w:rPr>
          <w:rFonts w:ascii="arial bold" w:hAnsi="arial bold"/>
          <w:b/>
          <w:bCs/>
          <w:shadow/>
          <w:color w:val="0000FF"/>
          <w:spacing w:val="8"/>
          <w:kern w:val="30"/>
          <w:sz w:val="30"/>
          <w:szCs w:val="28"/>
          <w:rtl/>
        </w:rPr>
      </w:pPr>
      <w:r w:rsidRPr="000E525E">
        <w:rPr>
          <w:rFonts w:ascii="arial bold" w:hAnsi="arial bold"/>
          <w:b/>
          <w:bCs/>
          <w:shadow/>
          <w:color w:val="0000FF"/>
          <w:spacing w:val="8"/>
          <w:kern w:val="30"/>
          <w:sz w:val="30"/>
          <w:szCs w:val="28"/>
          <w:rtl/>
        </w:rPr>
        <w:t>51 עובדות מדהימות על ארה"ב</w:t>
      </w:r>
      <w:r w:rsidR="000E525E">
        <w:rPr>
          <w:rFonts w:ascii="arial bold" w:hAnsi="arial bold" w:hint="cs"/>
          <w:b/>
          <w:bCs/>
          <w:shadow/>
          <w:color w:val="0000FF"/>
          <w:spacing w:val="8"/>
          <w:kern w:val="30"/>
          <w:sz w:val="30"/>
          <w:szCs w:val="28"/>
          <w:rtl/>
        </w:rPr>
        <w:t xml:space="preserve"> /</w:t>
      </w:r>
      <w:r w:rsidRPr="000E525E">
        <w:rPr>
          <w:rFonts w:ascii="arial bold" w:hAnsi="arial bold"/>
          <w:b/>
          <w:bCs/>
          <w:shadow/>
          <w:color w:val="0000FF"/>
          <w:spacing w:val="8"/>
          <w:kern w:val="30"/>
          <w:sz w:val="30"/>
          <w:szCs w:val="28"/>
        </w:rPr>
        <w:t xml:space="preserve">51 Amazing Facts </w:t>
      </w:r>
      <w:r w:rsidR="00903119" w:rsidRPr="000E525E">
        <w:rPr>
          <w:rFonts w:ascii="arial bold" w:hAnsi="arial bold"/>
          <w:b/>
          <w:bCs/>
          <w:shadow/>
          <w:color w:val="0000FF"/>
          <w:spacing w:val="8"/>
          <w:kern w:val="30"/>
          <w:sz w:val="30"/>
          <w:szCs w:val="28"/>
        </w:rPr>
        <w:t xml:space="preserve">about </w:t>
      </w:r>
      <w:r w:rsidRPr="000E525E">
        <w:rPr>
          <w:rFonts w:ascii="arial bold" w:hAnsi="arial bold"/>
          <w:b/>
          <w:bCs/>
          <w:shadow/>
          <w:color w:val="0000FF"/>
          <w:spacing w:val="8"/>
          <w:kern w:val="30"/>
          <w:sz w:val="30"/>
          <w:szCs w:val="28"/>
        </w:rPr>
        <w:t xml:space="preserve">America </w:t>
      </w:r>
    </w:p>
    <w:p w:rsidR="00232A86" w:rsidRPr="00232A86" w:rsidRDefault="00232A86" w:rsidP="00232A86">
      <w:pPr>
        <w:ind w:left="57" w:right="57"/>
        <w:jc w:val="both"/>
        <w:rPr>
          <w:rFonts w:ascii="arial bold" w:hAnsi="arial bold"/>
          <w:b/>
          <w:bCs/>
          <w:shadow/>
          <w:color w:val="0000FF"/>
          <w:spacing w:val="8"/>
          <w:kern w:val="30"/>
          <w:sz w:val="10"/>
          <w:szCs w:val="6"/>
          <w:rtl/>
        </w:rPr>
      </w:pPr>
    </w:p>
    <w:p w:rsidR="000E525E" w:rsidRPr="000E525E" w:rsidRDefault="000E525E" w:rsidP="00232A86">
      <w:pPr>
        <w:ind w:left="57" w:right="57"/>
        <w:jc w:val="both"/>
        <w:rPr>
          <w:b/>
          <w:bCs/>
          <w:color w:val="C00000"/>
          <w:sz w:val="22"/>
          <w:szCs w:val="22"/>
          <w:u w:val="single"/>
          <w:rtl/>
        </w:rPr>
      </w:pPr>
      <w:r w:rsidRPr="000E525E">
        <w:rPr>
          <w:b/>
          <w:bCs/>
          <w:color w:val="C00000"/>
          <w:sz w:val="22"/>
          <w:szCs w:val="22"/>
          <w:u w:val="single"/>
          <w:rtl/>
        </w:rPr>
        <w:t xml:space="preserve">יום חמישי, 9 באפריל בשעה 21:20, </w:t>
      </w:r>
      <w:r w:rsidRPr="000E525E">
        <w:rPr>
          <w:rFonts w:hint="cs"/>
          <w:b/>
          <w:bCs/>
          <w:color w:val="C00000"/>
          <w:sz w:val="22"/>
          <w:szCs w:val="22"/>
          <w:highlight w:val="yellow"/>
          <w:u w:val="single"/>
          <w:rtl/>
        </w:rPr>
        <w:t>בכורה!</w:t>
      </w:r>
      <w:r w:rsidRPr="000E525E">
        <w:rPr>
          <w:rFonts w:hint="cs"/>
          <w:color w:val="C00000"/>
          <w:sz w:val="22"/>
          <w:szCs w:val="22"/>
          <w:u w:val="single"/>
          <w:rtl/>
        </w:rPr>
        <w:t xml:space="preserve"> </w:t>
      </w:r>
      <w:r w:rsidRPr="000E525E">
        <w:rPr>
          <w:color w:val="C00000"/>
          <w:sz w:val="22"/>
          <w:szCs w:val="22"/>
          <w:u w:val="single"/>
          <w:rtl/>
        </w:rPr>
        <w:t>שידור נוסף למחרת ב-16:25</w:t>
      </w:r>
    </w:p>
    <w:p w:rsidR="000E525E" w:rsidRPr="00232A86" w:rsidRDefault="000E525E" w:rsidP="00232A86">
      <w:pPr>
        <w:ind w:left="57" w:right="57"/>
        <w:jc w:val="both"/>
        <w:rPr>
          <w:rFonts w:ascii="arial bold" w:hAnsi="arial bold"/>
          <w:b/>
          <w:bCs/>
          <w:shadow/>
          <w:color w:val="0000FF"/>
          <w:spacing w:val="8"/>
          <w:kern w:val="30"/>
          <w:sz w:val="12"/>
          <w:szCs w:val="8"/>
          <w:rtl/>
        </w:rPr>
      </w:pPr>
    </w:p>
    <w:p w:rsidR="00AC3DB1" w:rsidRPr="00232A86" w:rsidRDefault="00AC3DB1" w:rsidP="00232A86">
      <w:pPr>
        <w:ind w:left="57" w:right="57"/>
        <w:jc w:val="both"/>
        <w:rPr>
          <w:kern w:val="0"/>
          <w:sz w:val="22"/>
          <w:szCs w:val="22"/>
          <w:rtl/>
          <w:lang w:eastAsia="en-US"/>
        </w:rPr>
      </w:pPr>
      <w:r w:rsidRPr="00CB23AB">
        <w:rPr>
          <w:kern w:val="0"/>
          <w:sz w:val="22"/>
          <w:szCs w:val="22"/>
          <w:rtl/>
          <w:lang w:eastAsia="en-US"/>
        </w:rPr>
        <w:t>מה הקשר בין מלחמת יום כיפור להחלטה לאשר פנייה ימינה ברמזור אדום בארה"ב? הידעתם שהנשיא פרנקלין רוזוולט נסע במכונית המשוריינת שהוחרמה מהמאפיונר הנודע אל קפונה? הידעתם שכל ה"ציוצים" של אזרחי ארה"ב בטוויטר מתועדים על-ידי ספריית הקונגרס? מה המדינה בארה"ב שהכי קרובה לפלורידה?  ספיישל מרתק ומשעשע שחושף 51 עובדות מדהימות על אנשים, מקומות ופריטים בארה"ב: החל מהפינוקים האהובים על האבות המייסדים של האומה האמריקנית,  דרך סיפורים על אוצרות קבורים, הרי געש ומכות ברק, הימצאותם של זהב ואבני חן במקומות בלתי-צפויים, ועד לאנקדוטות על נכדים נשיאותיים וחיות מחמד בבית הלבן.</w:t>
      </w:r>
    </w:p>
    <w:p w:rsidR="00AC3DB1" w:rsidRDefault="00AC3DB1" w:rsidP="00232A86">
      <w:pPr>
        <w:autoSpaceDE w:val="0"/>
        <w:autoSpaceDN w:val="0"/>
        <w:adjustRightInd w:val="0"/>
        <w:ind w:left="57" w:right="57"/>
        <w:jc w:val="both"/>
        <w:rPr>
          <w:b/>
          <w:bCs/>
          <w:sz w:val="18"/>
          <w:szCs w:val="18"/>
          <w:u w:val="single"/>
          <w:rtl/>
        </w:rPr>
      </w:pPr>
    </w:p>
    <w:p w:rsidR="00232A86" w:rsidRDefault="00232A86" w:rsidP="00232A86">
      <w:pPr>
        <w:autoSpaceDE w:val="0"/>
        <w:autoSpaceDN w:val="0"/>
        <w:adjustRightInd w:val="0"/>
        <w:ind w:left="57" w:right="57"/>
        <w:jc w:val="both"/>
        <w:rPr>
          <w:b/>
          <w:bCs/>
          <w:sz w:val="18"/>
          <w:szCs w:val="18"/>
          <w:u w:val="single"/>
          <w:rtl/>
        </w:rPr>
      </w:pPr>
    </w:p>
    <w:p w:rsidR="00232A86" w:rsidRDefault="00232A86" w:rsidP="00232A86">
      <w:pPr>
        <w:autoSpaceDE w:val="0"/>
        <w:autoSpaceDN w:val="0"/>
        <w:adjustRightInd w:val="0"/>
        <w:ind w:left="57" w:right="57"/>
        <w:jc w:val="both"/>
        <w:rPr>
          <w:b/>
          <w:bCs/>
          <w:sz w:val="18"/>
          <w:szCs w:val="18"/>
          <w:u w:val="single"/>
          <w:rtl/>
        </w:rPr>
      </w:pPr>
    </w:p>
    <w:p w:rsidR="00232A86" w:rsidRPr="00232A86" w:rsidRDefault="00232A86" w:rsidP="00AA045C">
      <w:pPr>
        <w:autoSpaceDE w:val="0"/>
        <w:autoSpaceDN w:val="0"/>
        <w:adjustRightInd w:val="0"/>
        <w:ind w:right="57"/>
        <w:jc w:val="both"/>
        <w:rPr>
          <w:b/>
          <w:bCs/>
          <w:sz w:val="18"/>
          <w:szCs w:val="18"/>
          <w:u w:val="single"/>
          <w:rtl/>
        </w:rPr>
      </w:pPr>
    </w:p>
    <w:p w:rsidR="00AC3DB1" w:rsidRDefault="00AC3DB1" w:rsidP="00232A86">
      <w:pPr>
        <w:ind w:left="57" w:right="57"/>
        <w:jc w:val="both"/>
        <w:rPr>
          <w:rFonts w:ascii="arial bold" w:hAnsi="arial bold"/>
          <w:b/>
          <w:bCs/>
          <w:shadow/>
          <w:color w:val="0000FF"/>
          <w:spacing w:val="8"/>
          <w:kern w:val="30"/>
          <w:sz w:val="30"/>
          <w:szCs w:val="28"/>
          <w:rtl/>
        </w:rPr>
      </w:pPr>
      <w:r w:rsidRPr="00232A86">
        <w:rPr>
          <w:rFonts w:ascii="arial bold" w:hAnsi="arial bold"/>
          <w:b/>
          <w:bCs/>
          <w:shadow/>
          <w:color w:val="0000FF"/>
          <w:spacing w:val="8"/>
          <w:kern w:val="30"/>
          <w:sz w:val="30"/>
          <w:szCs w:val="28"/>
          <w:rtl/>
        </w:rPr>
        <w:t>היקום: סודות העבר נפתרים</w:t>
      </w:r>
      <w:r w:rsidR="00232A86">
        <w:rPr>
          <w:rFonts w:ascii="arial bold" w:hAnsi="arial bold" w:hint="cs"/>
          <w:b/>
          <w:bCs/>
          <w:shadow/>
          <w:color w:val="0000FF"/>
          <w:spacing w:val="8"/>
          <w:kern w:val="30"/>
          <w:sz w:val="30"/>
          <w:szCs w:val="28"/>
          <w:rtl/>
        </w:rPr>
        <w:t xml:space="preserve"> /</w:t>
      </w:r>
      <w:r w:rsidRPr="00232A86">
        <w:rPr>
          <w:rFonts w:ascii="arial bold" w:hAnsi="arial bold"/>
          <w:b/>
          <w:bCs/>
          <w:shadow/>
          <w:color w:val="0000FF"/>
          <w:spacing w:val="8"/>
          <w:kern w:val="30"/>
          <w:sz w:val="30"/>
          <w:szCs w:val="28"/>
        </w:rPr>
        <w:t xml:space="preserve"> Universe: Ancient Mysteries Solved </w:t>
      </w:r>
    </w:p>
    <w:p w:rsidR="00232A86" w:rsidRPr="00232A86" w:rsidRDefault="00232A86" w:rsidP="00232A86">
      <w:pPr>
        <w:ind w:left="57" w:right="57"/>
        <w:jc w:val="both"/>
        <w:rPr>
          <w:rFonts w:ascii="arial bold" w:hAnsi="arial bold"/>
          <w:b/>
          <w:bCs/>
          <w:shadow/>
          <w:color w:val="0000FF"/>
          <w:spacing w:val="8"/>
          <w:kern w:val="30"/>
          <w:sz w:val="8"/>
          <w:szCs w:val="4"/>
          <w:rtl/>
        </w:rPr>
      </w:pPr>
    </w:p>
    <w:p w:rsidR="00232A86" w:rsidRPr="00232A86" w:rsidRDefault="00232A86" w:rsidP="00232A86">
      <w:pPr>
        <w:ind w:left="57" w:right="57"/>
        <w:jc w:val="both"/>
        <w:rPr>
          <w:b/>
          <w:bCs/>
          <w:color w:val="C00000"/>
          <w:sz w:val="22"/>
          <w:szCs w:val="22"/>
          <w:u w:val="single"/>
          <w:rtl/>
        </w:rPr>
      </w:pPr>
      <w:r w:rsidRPr="00232A86">
        <w:rPr>
          <w:b/>
          <w:bCs/>
          <w:color w:val="C00000"/>
          <w:sz w:val="22"/>
          <w:szCs w:val="22"/>
          <w:u w:val="single"/>
          <w:rtl/>
        </w:rPr>
        <w:t>פרק 1: סטונהנג' - יום שישי, 10 באפריל ב-21:20</w:t>
      </w:r>
    </w:p>
    <w:p w:rsidR="00232A86" w:rsidRPr="00232A86" w:rsidRDefault="00232A86" w:rsidP="00232A86">
      <w:pPr>
        <w:autoSpaceDE w:val="0"/>
        <w:autoSpaceDN w:val="0"/>
        <w:adjustRightInd w:val="0"/>
        <w:ind w:left="57" w:right="57"/>
        <w:jc w:val="both"/>
        <w:rPr>
          <w:b/>
          <w:bCs/>
          <w:sz w:val="6"/>
          <w:szCs w:val="6"/>
          <w:u w:val="single"/>
          <w:rtl/>
        </w:rPr>
      </w:pPr>
    </w:p>
    <w:p w:rsidR="00AC3DB1" w:rsidRPr="00CB23AB" w:rsidRDefault="00AC3DB1" w:rsidP="00232A86">
      <w:pPr>
        <w:ind w:left="57" w:right="57"/>
        <w:jc w:val="both"/>
        <w:rPr>
          <w:b/>
          <w:bCs/>
          <w:kern w:val="0"/>
          <w:sz w:val="25"/>
          <w:szCs w:val="25"/>
          <w:rtl/>
          <w:lang w:eastAsia="en-US"/>
        </w:rPr>
      </w:pPr>
      <w:r w:rsidRPr="00CB23AB">
        <w:rPr>
          <w:sz w:val="22"/>
          <w:szCs w:val="22"/>
          <w:rtl/>
        </w:rPr>
        <w:t xml:space="preserve">מיני-סדרה מרתקת (וסדרת בת של "היקום" הזכורה לטוב), המנסה לפתור את החידות הגדולות של העולם העתיק, באמצעות שימוש במומחים לצד טכנולוגיית </w:t>
      </w:r>
      <w:r w:rsidRPr="00CB23AB">
        <w:rPr>
          <w:sz w:val="22"/>
          <w:szCs w:val="22"/>
        </w:rPr>
        <w:t>CGI</w:t>
      </w:r>
      <w:r w:rsidRPr="00CB23AB">
        <w:rPr>
          <w:sz w:val="22"/>
          <w:szCs w:val="22"/>
          <w:rtl/>
        </w:rPr>
        <w:t xml:space="preserve"> משוכללת, כדי לגלות כיצד העבר שלנו קשור להיסטוריה של היקום</w:t>
      </w:r>
      <w:r w:rsidRPr="00CB23AB">
        <w:rPr>
          <w:color w:val="000000"/>
          <w:sz w:val="23"/>
          <w:szCs w:val="23"/>
          <w:rtl/>
        </w:rPr>
        <w:t>.</w:t>
      </w:r>
    </w:p>
    <w:p w:rsidR="00AC3DB1" w:rsidRDefault="00AC3DB1" w:rsidP="00CB23AB">
      <w:pPr>
        <w:autoSpaceDE w:val="0"/>
        <w:autoSpaceDN w:val="0"/>
        <w:adjustRightInd w:val="0"/>
        <w:ind w:left="57" w:right="57"/>
        <w:jc w:val="both"/>
        <w:rPr>
          <w:sz w:val="22"/>
          <w:szCs w:val="22"/>
          <w:rtl/>
        </w:rPr>
      </w:pPr>
      <w:r w:rsidRPr="00CB23AB">
        <w:rPr>
          <w:sz w:val="22"/>
          <w:szCs w:val="22"/>
          <w:rtl/>
        </w:rPr>
        <w:t>אתר מבני האבן המסתורי ניצב באנגליה כבר 5,000 שנה. נבחן את האפשרות כי הוא נבנה כדי לשמש מצפה כוכבים, וכמרים אסטרונומים זיהו כאן את דפוסי תנועות השמש והירח.</w:t>
      </w:r>
    </w:p>
    <w:p w:rsidR="00232A86" w:rsidRPr="00AA045C" w:rsidRDefault="00232A86" w:rsidP="00AA045C">
      <w:pPr>
        <w:autoSpaceDE w:val="0"/>
        <w:autoSpaceDN w:val="0"/>
        <w:adjustRightInd w:val="0"/>
        <w:ind w:right="57"/>
        <w:jc w:val="both"/>
        <w:rPr>
          <w:sz w:val="12"/>
          <w:szCs w:val="12"/>
          <w:rtl/>
        </w:rPr>
      </w:pPr>
    </w:p>
    <w:p w:rsidR="00AC3DB1" w:rsidRPr="00232A86" w:rsidRDefault="00AC3DB1" w:rsidP="00CB23AB">
      <w:pPr>
        <w:ind w:left="57" w:right="57"/>
        <w:jc w:val="both"/>
        <w:rPr>
          <w:b/>
          <w:bCs/>
          <w:color w:val="C00000"/>
          <w:sz w:val="22"/>
          <w:szCs w:val="22"/>
          <w:u w:val="single"/>
          <w:rtl/>
        </w:rPr>
      </w:pPr>
      <w:r w:rsidRPr="00232A86">
        <w:rPr>
          <w:b/>
          <w:bCs/>
          <w:color w:val="C00000"/>
          <w:sz w:val="22"/>
          <w:szCs w:val="22"/>
          <w:u w:val="single"/>
          <w:rtl/>
        </w:rPr>
        <w:t>פרק 2: פירמידות - יום שישי, 10 באפריל ב-22:10</w:t>
      </w:r>
    </w:p>
    <w:p w:rsidR="00AC3DB1" w:rsidRDefault="00AC3DB1" w:rsidP="00CB23AB">
      <w:pPr>
        <w:autoSpaceDE w:val="0"/>
        <w:autoSpaceDN w:val="0"/>
        <w:adjustRightInd w:val="0"/>
        <w:ind w:left="57" w:right="57"/>
        <w:jc w:val="both"/>
        <w:rPr>
          <w:sz w:val="22"/>
          <w:szCs w:val="22"/>
          <w:rtl/>
        </w:rPr>
      </w:pPr>
      <w:r w:rsidRPr="00CB23AB">
        <w:rPr>
          <w:sz w:val="22"/>
          <w:szCs w:val="22"/>
          <w:rtl/>
        </w:rPr>
        <w:t>מתחם הפירמידות בגיזה: כיצד ומתי נבנה הפלא הארכיטקטוני? האם המצרים הקדמונים השתמשו בידע על תנועת השמש או הכוכבים בבניית הפירמידות? האם המתחם נבנה כאתר פולחן לשמש?</w:t>
      </w:r>
    </w:p>
    <w:p w:rsidR="00232A86" w:rsidRPr="00AA045C" w:rsidRDefault="00232A86" w:rsidP="00CB23AB">
      <w:pPr>
        <w:autoSpaceDE w:val="0"/>
        <w:autoSpaceDN w:val="0"/>
        <w:adjustRightInd w:val="0"/>
        <w:ind w:left="57" w:right="57"/>
        <w:jc w:val="both"/>
        <w:rPr>
          <w:sz w:val="12"/>
          <w:szCs w:val="12"/>
          <w:rtl/>
        </w:rPr>
      </w:pPr>
    </w:p>
    <w:p w:rsidR="00AC3DB1" w:rsidRPr="00232A86" w:rsidRDefault="00AC3DB1" w:rsidP="00CB23AB">
      <w:pPr>
        <w:ind w:left="57" w:right="57"/>
        <w:jc w:val="both"/>
        <w:rPr>
          <w:b/>
          <w:bCs/>
          <w:color w:val="C00000"/>
          <w:sz w:val="22"/>
          <w:szCs w:val="22"/>
          <w:u w:val="single"/>
          <w:rtl/>
        </w:rPr>
      </w:pPr>
      <w:r w:rsidRPr="00232A86">
        <w:rPr>
          <w:b/>
          <w:bCs/>
          <w:color w:val="C00000"/>
          <w:sz w:val="22"/>
          <w:szCs w:val="22"/>
          <w:u w:val="single"/>
          <w:rtl/>
        </w:rPr>
        <w:t>פרק 3: חורבן שמיימי - יום שבת, 11 באפריל ב-21:20</w:t>
      </w:r>
    </w:p>
    <w:p w:rsidR="00AC3DB1" w:rsidRDefault="00AC3DB1" w:rsidP="00CB23AB">
      <w:pPr>
        <w:autoSpaceDE w:val="0"/>
        <w:autoSpaceDN w:val="0"/>
        <w:adjustRightInd w:val="0"/>
        <w:ind w:left="57" w:right="57"/>
        <w:jc w:val="both"/>
        <w:rPr>
          <w:sz w:val="22"/>
          <w:szCs w:val="22"/>
          <w:rtl/>
        </w:rPr>
      </w:pPr>
      <w:r w:rsidRPr="00CB23AB">
        <w:rPr>
          <w:sz w:val="22"/>
          <w:szCs w:val="22"/>
          <w:rtl/>
        </w:rPr>
        <w:t>סדום ועמורה: הסיפור המקראי על שתי הערים שהוכחדו במטר של אש וגופרית. אסטרונומים, ארכיאולוגים וחוקרי תנ"ך בוחנים את האפשרות כי מקור החורבן באסטרואיד שפגע בכדור הארץ</w:t>
      </w:r>
      <w:r w:rsidR="00903119" w:rsidRPr="00CB23AB">
        <w:rPr>
          <w:rFonts w:hint="cs"/>
          <w:sz w:val="22"/>
          <w:szCs w:val="22"/>
          <w:rtl/>
        </w:rPr>
        <w:t>.</w:t>
      </w:r>
    </w:p>
    <w:p w:rsidR="00232A86" w:rsidRPr="00AA045C" w:rsidRDefault="00232A86" w:rsidP="00CB23AB">
      <w:pPr>
        <w:autoSpaceDE w:val="0"/>
        <w:autoSpaceDN w:val="0"/>
        <w:adjustRightInd w:val="0"/>
        <w:ind w:left="57" w:right="57"/>
        <w:jc w:val="both"/>
        <w:rPr>
          <w:sz w:val="12"/>
          <w:szCs w:val="12"/>
          <w:rtl/>
        </w:rPr>
      </w:pPr>
    </w:p>
    <w:p w:rsidR="00AC3DB1" w:rsidRPr="00232A86" w:rsidRDefault="00AC3DB1" w:rsidP="00CB23AB">
      <w:pPr>
        <w:ind w:left="57" w:right="57"/>
        <w:jc w:val="both"/>
        <w:rPr>
          <w:b/>
          <w:bCs/>
          <w:color w:val="C00000"/>
          <w:sz w:val="22"/>
          <w:szCs w:val="22"/>
          <w:u w:val="single"/>
          <w:rtl/>
        </w:rPr>
      </w:pPr>
      <w:r w:rsidRPr="00232A86">
        <w:rPr>
          <w:b/>
          <w:bCs/>
          <w:color w:val="C00000"/>
          <w:sz w:val="22"/>
          <w:szCs w:val="22"/>
          <w:u w:val="single"/>
          <w:rtl/>
        </w:rPr>
        <w:t>פרק 4:  כוכב בית לחם - יום שבת, 11 באפריל ב-22:10</w:t>
      </w:r>
    </w:p>
    <w:p w:rsidR="00AC3DB1" w:rsidRPr="00CB23AB" w:rsidRDefault="00AC3DB1" w:rsidP="00CB23AB">
      <w:pPr>
        <w:autoSpaceDE w:val="0"/>
        <w:autoSpaceDN w:val="0"/>
        <w:adjustRightInd w:val="0"/>
        <w:ind w:left="57" w:right="57"/>
        <w:jc w:val="both"/>
        <w:rPr>
          <w:sz w:val="22"/>
          <w:szCs w:val="22"/>
          <w:rtl/>
        </w:rPr>
      </w:pPr>
      <w:r w:rsidRPr="00CB23AB">
        <w:rPr>
          <w:sz w:val="22"/>
          <w:szCs w:val="22"/>
          <w:rtl/>
        </w:rPr>
        <w:t>מה האמת מאחורי הגורם השמימי שבישר על הולדת ישו הנוצרי, כמתואר בברית החדשה? לפי תיאוריות עדכניות, מדובר בצירוף קוסמי של כוכב צדק עם מערכי כוכבים.</w:t>
      </w:r>
    </w:p>
    <w:p w:rsidR="00AC3DB1" w:rsidRPr="00CB23AB" w:rsidRDefault="00AC3DB1" w:rsidP="00CB23AB">
      <w:pPr>
        <w:autoSpaceDE w:val="0"/>
        <w:autoSpaceDN w:val="0"/>
        <w:adjustRightInd w:val="0"/>
        <w:ind w:left="57" w:right="57"/>
        <w:jc w:val="both"/>
        <w:rPr>
          <w:sz w:val="22"/>
          <w:szCs w:val="22"/>
          <w:rtl/>
        </w:rPr>
      </w:pPr>
    </w:p>
    <w:p w:rsidR="00AC3DB1" w:rsidRPr="00CB23AB" w:rsidRDefault="00AC3DB1" w:rsidP="00CB23AB">
      <w:pPr>
        <w:autoSpaceDE w:val="0"/>
        <w:autoSpaceDN w:val="0"/>
        <w:adjustRightInd w:val="0"/>
        <w:ind w:left="57" w:right="57"/>
        <w:jc w:val="both"/>
        <w:rPr>
          <w:sz w:val="22"/>
          <w:szCs w:val="22"/>
          <w:rtl/>
        </w:rPr>
      </w:pPr>
    </w:p>
    <w:p w:rsidR="009F0AB0" w:rsidRPr="00CB23AB" w:rsidRDefault="009F0AB0" w:rsidP="00CB23AB">
      <w:pPr>
        <w:autoSpaceDE w:val="0"/>
        <w:autoSpaceDN w:val="0"/>
        <w:adjustRightInd w:val="0"/>
        <w:ind w:left="57" w:right="57"/>
        <w:jc w:val="both"/>
        <w:rPr>
          <w:sz w:val="22"/>
          <w:szCs w:val="22"/>
          <w:rtl/>
        </w:rPr>
      </w:pPr>
    </w:p>
    <w:p w:rsidR="00AC3DB1" w:rsidRDefault="00AA045C" w:rsidP="00AA045C">
      <w:pPr>
        <w:ind w:left="57" w:right="57"/>
        <w:rPr>
          <w:rFonts w:ascii="arial bold" w:hAnsi="arial bold"/>
          <w:b/>
          <w:bCs/>
          <w:color w:val="FFFFFF" w:themeColor="background1"/>
          <w:sz w:val="30"/>
          <w:szCs w:val="32"/>
          <w:highlight w:val="darkRed"/>
          <w:rtl/>
        </w:rPr>
      </w:pPr>
      <w:r>
        <w:rPr>
          <w:rFonts w:ascii="arial bold" w:hAnsi="arial bold"/>
          <w:b/>
          <w:bCs/>
          <w:color w:val="FFFFFF" w:themeColor="background1"/>
          <w:sz w:val="30"/>
          <w:szCs w:val="32"/>
          <w:highlight w:val="darkRed"/>
          <w:rtl/>
        </w:rPr>
        <w:t>עונות חדשות לסדרות</w:t>
      </w:r>
      <w:r>
        <w:rPr>
          <w:rFonts w:ascii="arial bold" w:hAnsi="arial bold" w:hint="cs"/>
          <w:b/>
          <w:bCs/>
          <w:color w:val="FFFFFF" w:themeColor="background1"/>
          <w:sz w:val="30"/>
          <w:szCs w:val="32"/>
          <w:highlight w:val="darkRed"/>
          <w:rtl/>
        </w:rPr>
        <w:t>:</w:t>
      </w:r>
    </w:p>
    <w:p w:rsidR="00AA045C" w:rsidRPr="00AA045C" w:rsidRDefault="00AA045C" w:rsidP="00AA045C">
      <w:pPr>
        <w:ind w:left="57" w:right="57"/>
        <w:jc w:val="center"/>
        <w:rPr>
          <w:rFonts w:ascii="arial bold" w:hAnsi="arial bold"/>
          <w:b/>
          <w:bCs/>
          <w:color w:val="FFFFFF" w:themeColor="background1"/>
          <w:sz w:val="14"/>
          <w:szCs w:val="12"/>
          <w:highlight w:val="darkRed"/>
          <w:rtl/>
        </w:rPr>
      </w:pPr>
    </w:p>
    <w:p w:rsidR="00AA045C" w:rsidRPr="003E6F9A" w:rsidRDefault="00AA045C" w:rsidP="00AA045C">
      <w:pPr>
        <w:autoSpaceDE w:val="0"/>
        <w:autoSpaceDN w:val="0"/>
        <w:adjustRightInd w:val="0"/>
        <w:ind w:left="57" w:right="57"/>
        <w:jc w:val="both"/>
        <w:rPr>
          <w:b/>
          <w:bCs/>
          <w:rtl/>
        </w:rPr>
      </w:pPr>
      <w:r w:rsidRPr="003E6F9A">
        <w:rPr>
          <w:b/>
          <w:bCs/>
          <w:rtl/>
        </w:rPr>
        <w:t>עונה שניה לסדרה שהפכה ללהיט ענק ואחת הסדרות המצליחות בערוץ</w:t>
      </w:r>
      <w:r w:rsidRPr="003E6F9A">
        <w:rPr>
          <w:rFonts w:hint="cs"/>
          <w:b/>
          <w:bCs/>
          <w:rtl/>
        </w:rPr>
        <w:t>:</w:t>
      </w:r>
    </w:p>
    <w:p w:rsidR="00AA045C" w:rsidRPr="003E6F9A" w:rsidRDefault="00AA045C" w:rsidP="00AA045C">
      <w:pPr>
        <w:autoSpaceDE w:val="0"/>
        <w:autoSpaceDN w:val="0"/>
        <w:adjustRightInd w:val="0"/>
        <w:ind w:left="57" w:right="57"/>
        <w:jc w:val="both"/>
        <w:rPr>
          <w:sz w:val="10"/>
          <w:szCs w:val="10"/>
          <w:rtl/>
        </w:rPr>
      </w:pPr>
    </w:p>
    <w:p w:rsidR="00AC3DB1" w:rsidRDefault="00AC3DB1" w:rsidP="00AA045C">
      <w:pPr>
        <w:ind w:left="57" w:right="57"/>
        <w:jc w:val="both"/>
        <w:rPr>
          <w:rFonts w:ascii="arial bold" w:hAnsi="arial bold"/>
          <w:b/>
          <w:bCs/>
          <w:shadow/>
          <w:color w:val="0000FF"/>
          <w:spacing w:val="8"/>
          <w:kern w:val="30"/>
          <w:sz w:val="30"/>
          <w:szCs w:val="28"/>
          <w:rtl/>
        </w:rPr>
      </w:pPr>
      <w:r w:rsidRPr="00AA045C">
        <w:rPr>
          <w:rFonts w:ascii="arial bold" w:hAnsi="arial bold"/>
          <w:b/>
          <w:bCs/>
          <w:shadow/>
          <w:color w:val="0000FF"/>
          <w:spacing w:val="8"/>
          <w:kern w:val="30"/>
          <w:sz w:val="30"/>
          <w:szCs w:val="28"/>
          <w:rtl/>
        </w:rPr>
        <w:t>אוצר האי המקולל - עונה שניה</w:t>
      </w:r>
      <w:r w:rsidR="00AA045C" w:rsidRPr="00AA045C">
        <w:rPr>
          <w:rFonts w:ascii="arial bold" w:hAnsi="arial bold" w:hint="cs"/>
          <w:b/>
          <w:bCs/>
          <w:shadow/>
          <w:color w:val="0000FF"/>
          <w:spacing w:val="8"/>
          <w:kern w:val="30"/>
          <w:sz w:val="30"/>
          <w:szCs w:val="28"/>
          <w:rtl/>
        </w:rPr>
        <w:t xml:space="preserve"> /</w:t>
      </w:r>
      <w:r w:rsidRPr="00AA045C">
        <w:rPr>
          <w:rFonts w:ascii="arial bold" w:hAnsi="arial bold"/>
          <w:b/>
          <w:bCs/>
          <w:shadow/>
          <w:color w:val="0000FF"/>
          <w:spacing w:val="8"/>
          <w:kern w:val="30"/>
          <w:sz w:val="30"/>
          <w:szCs w:val="28"/>
        </w:rPr>
        <w:t xml:space="preserve"> The</w:t>
      </w:r>
      <w:r w:rsidR="00AA045C" w:rsidRPr="00AA045C">
        <w:rPr>
          <w:rFonts w:ascii="arial bold" w:hAnsi="arial bold"/>
          <w:b/>
          <w:bCs/>
          <w:shadow/>
          <w:color w:val="0000FF"/>
          <w:spacing w:val="8"/>
          <w:kern w:val="30"/>
          <w:sz w:val="30"/>
          <w:szCs w:val="28"/>
        </w:rPr>
        <w:t xml:space="preserve"> Curse of Oak Island - Season 2</w:t>
      </w:r>
      <w:r w:rsidRPr="00AA045C">
        <w:rPr>
          <w:rFonts w:ascii="arial bold" w:hAnsi="arial bold"/>
          <w:b/>
          <w:bCs/>
          <w:shadow/>
          <w:color w:val="0000FF"/>
          <w:spacing w:val="8"/>
          <w:kern w:val="30"/>
          <w:sz w:val="30"/>
          <w:szCs w:val="28"/>
        </w:rPr>
        <w:t xml:space="preserve"> </w:t>
      </w:r>
      <w:r w:rsidRPr="00AA045C">
        <w:rPr>
          <w:rFonts w:ascii="arial bold" w:hAnsi="arial bold"/>
          <w:b/>
          <w:bCs/>
          <w:shadow/>
          <w:color w:val="0000FF"/>
          <w:spacing w:val="8"/>
          <w:kern w:val="30"/>
          <w:sz w:val="30"/>
          <w:szCs w:val="28"/>
          <w:rtl/>
        </w:rPr>
        <w:t xml:space="preserve">  </w:t>
      </w:r>
    </w:p>
    <w:p w:rsidR="003E6F9A" w:rsidRPr="003E6F9A" w:rsidRDefault="003E6F9A" w:rsidP="00AA045C">
      <w:pPr>
        <w:ind w:left="57" w:right="57"/>
        <w:jc w:val="both"/>
        <w:rPr>
          <w:rFonts w:ascii="arial bold" w:hAnsi="arial bold"/>
          <w:b/>
          <w:bCs/>
          <w:shadow/>
          <w:color w:val="0000FF"/>
          <w:spacing w:val="8"/>
          <w:kern w:val="30"/>
          <w:sz w:val="8"/>
          <w:szCs w:val="4"/>
          <w:rtl/>
        </w:rPr>
      </w:pPr>
    </w:p>
    <w:p w:rsidR="00AA045C" w:rsidRPr="00AA045C" w:rsidRDefault="00AA045C" w:rsidP="00AA045C">
      <w:pPr>
        <w:ind w:left="57" w:right="57"/>
        <w:jc w:val="both"/>
        <w:rPr>
          <w:rFonts w:ascii="arial bold" w:hAnsi="arial bold"/>
          <w:b/>
          <w:bCs/>
          <w:shadow/>
          <w:color w:val="0000FF"/>
          <w:spacing w:val="8"/>
          <w:kern w:val="30"/>
          <w:sz w:val="8"/>
          <w:szCs w:val="2"/>
        </w:rPr>
      </w:pPr>
    </w:p>
    <w:p w:rsidR="00AA045C" w:rsidRPr="00AA045C" w:rsidRDefault="00AA045C" w:rsidP="00AA045C">
      <w:pPr>
        <w:ind w:left="57" w:right="57"/>
        <w:jc w:val="both"/>
        <w:rPr>
          <w:b/>
          <w:bCs/>
          <w:color w:val="C00000"/>
          <w:sz w:val="22"/>
          <w:szCs w:val="22"/>
          <w:u w:val="single"/>
          <w:rtl/>
        </w:rPr>
      </w:pPr>
      <w:r w:rsidRPr="00AA045C">
        <w:rPr>
          <w:b/>
          <w:bCs/>
          <w:color w:val="C00000"/>
          <w:sz w:val="22"/>
          <w:szCs w:val="22"/>
          <w:u w:val="single"/>
          <w:rtl/>
        </w:rPr>
        <w:t>ימי רביעי בשעה 21:20</w:t>
      </w:r>
      <w:r>
        <w:rPr>
          <w:b/>
          <w:bCs/>
          <w:color w:val="C00000"/>
          <w:sz w:val="22"/>
          <w:szCs w:val="22"/>
          <w:u w:val="single"/>
          <w:rtl/>
        </w:rPr>
        <w:t>, החל מ-29 באפריל</w:t>
      </w:r>
      <w:r>
        <w:rPr>
          <w:rFonts w:hint="cs"/>
          <w:b/>
          <w:bCs/>
          <w:color w:val="C00000"/>
          <w:sz w:val="22"/>
          <w:szCs w:val="22"/>
          <w:u w:val="single"/>
          <w:rtl/>
        </w:rPr>
        <w:t xml:space="preserve"> </w:t>
      </w:r>
      <w:r w:rsidRPr="00AA045C">
        <w:rPr>
          <w:rFonts w:hint="cs"/>
          <w:b/>
          <w:bCs/>
          <w:color w:val="C00000"/>
          <w:sz w:val="22"/>
          <w:szCs w:val="22"/>
          <w:highlight w:val="yellow"/>
          <w:u w:val="single"/>
          <w:rtl/>
        </w:rPr>
        <w:t>בכורה!</w:t>
      </w:r>
      <w:r w:rsidRPr="00AA045C">
        <w:rPr>
          <w:b/>
          <w:bCs/>
          <w:color w:val="C00000"/>
          <w:sz w:val="22"/>
          <w:szCs w:val="22"/>
          <w:u w:val="single"/>
          <w:rtl/>
        </w:rPr>
        <w:t xml:space="preserve"> </w:t>
      </w:r>
      <w:r w:rsidRPr="00AA045C">
        <w:rPr>
          <w:color w:val="C00000"/>
          <w:sz w:val="22"/>
          <w:szCs w:val="22"/>
          <w:u w:val="single"/>
          <w:rtl/>
        </w:rPr>
        <w:t>שידורים נוספים למחרת בשעה 18:00 ובימי שישי ב-22:10</w:t>
      </w:r>
    </w:p>
    <w:p w:rsidR="00AA045C" w:rsidRPr="00AA045C" w:rsidRDefault="00AA045C" w:rsidP="00CB23AB">
      <w:pPr>
        <w:autoSpaceDE w:val="0"/>
        <w:autoSpaceDN w:val="0"/>
        <w:adjustRightInd w:val="0"/>
        <w:ind w:left="57" w:right="57"/>
        <w:jc w:val="both"/>
        <w:rPr>
          <w:sz w:val="10"/>
          <w:szCs w:val="10"/>
          <w:rtl/>
        </w:rPr>
      </w:pPr>
    </w:p>
    <w:p w:rsidR="00AC3DB1" w:rsidRPr="00CB23AB" w:rsidRDefault="00AC3DB1" w:rsidP="00CB23AB">
      <w:pPr>
        <w:autoSpaceDE w:val="0"/>
        <w:autoSpaceDN w:val="0"/>
        <w:adjustRightInd w:val="0"/>
        <w:ind w:left="57" w:right="57"/>
        <w:jc w:val="both"/>
        <w:rPr>
          <w:sz w:val="22"/>
          <w:szCs w:val="22"/>
          <w:rtl/>
        </w:rPr>
      </w:pPr>
      <w:r w:rsidRPr="00CB23AB">
        <w:rPr>
          <w:sz w:val="22"/>
          <w:szCs w:val="22"/>
          <w:rtl/>
        </w:rPr>
        <w:t xml:space="preserve">האחים ריק ומארטי לאגינה, יוצאים להרפתקאת חייהם, במטרה לגלות את האוצר המסתורי החבוי למעלה מ-200 שנה באי אוק שבקנדה, האם יצליחו היכן שכל קודמיהם נכשלו? לפי אגדה עתיקה, על שבעה אנשים למות בטרם ייחשף סוד האוצר באי אוק. נכון להיום, מספר הקורבנות עומד על שש... </w:t>
      </w:r>
    </w:p>
    <w:p w:rsidR="00AC3DB1" w:rsidRPr="003E6F9A" w:rsidRDefault="00AC3DB1" w:rsidP="00CB23AB">
      <w:pPr>
        <w:ind w:left="57" w:right="57"/>
        <w:jc w:val="both"/>
        <w:rPr>
          <w:sz w:val="20"/>
          <w:szCs w:val="20"/>
          <w:rtl/>
        </w:rPr>
      </w:pPr>
    </w:p>
    <w:p w:rsidR="00AC3DB1" w:rsidRDefault="00AC3DB1" w:rsidP="00CB23AB">
      <w:pPr>
        <w:ind w:left="57" w:right="57"/>
        <w:jc w:val="both"/>
        <w:rPr>
          <w:sz w:val="22"/>
          <w:szCs w:val="22"/>
          <w:rtl/>
        </w:rPr>
      </w:pPr>
      <w:r w:rsidRPr="00CB23AB">
        <w:rPr>
          <w:sz w:val="22"/>
          <w:szCs w:val="22"/>
          <w:rtl/>
        </w:rPr>
        <w:t>כעת יש למארטי, הטיפוס הספקן יותר בצמד האחים, ממצאים ממשיים שעשויים לגרום להשקעת הכספית העצומה שלו (בשווי עשרות מיליוני דולרים!) להניב פירות, לצד אחיו ריק, הטיפוס האופטימי, השניים חוזרים לעונה שניה של הרפתקאות ומוכנים לקחת על עצמם סיכונים גדולים יותר מאשר בעונה הראשונה, כדי למצוא את התשובות לכל התעלומות שטומן בחובו האי המסתורי - ובעיקר - לאתר את המטמון המיוחל.</w:t>
      </w:r>
    </w:p>
    <w:p w:rsidR="003E6F9A" w:rsidRPr="00CB23AB" w:rsidRDefault="003E6F9A" w:rsidP="00CB23AB">
      <w:pPr>
        <w:ind w:left="57" w:right="57"/>
        <w:jc w:val="both"/>
        <w:rPr>
          <w:sz w:val="22"/>
          <w:szCs w:val="22"/>
          <w:rtl/>
        </w:rPr>
      </w:pPr>
    </w:p>
    <w:p w:rsidR="00AC3DB1" w:rsidRPr="00CB23AB" w:rsidRDefault="00AC3DB1" w:rsidP="00CB23AB">
      <w:pPr>
        <w:ind w:left="57" w:right="57"/>
        <w:jc w:val="both"/>
        <w:rPr>
          <w:b/>
          <w:bCs/>
          <w:sz w:val="22"/>
          <w:szCs w:val="22"/>
          <w:rtl/>
        </w:rPr>
      </w:pPr>
      <w:r w:rsidRPr="00CB23AB">
        <w:rPr>
          <w:b/>
          <w:bCs/>
          <w:sz w:val="22"/>
          <w:szCs w:val="22"/>
          <w:rtl/>
        </w:rPr>
        <w:t xml:space="preserve">במהלך עשרת פרקי העונה השניה נצפה בריק, מארטי והצוות שמסייע להם, מכפילים את המאמץ שהשקיעו בעונה שעברה, סורקים והופכים כל אבן באי באופן שיטתי, תוך שימוש במומחים בעלי שם וציוד טכנולוגי ומכני משוכלל ביותר. החיפושים רחבי היריעה יחלו בביצה שבה התגלה אותו מטבע ספרדי מסתורי בעונה שעברה. </w:t>
      </w:r>
    </w:p>
    <w:p w:rsidR="00AC3DB1" w:rsidRPr="00CB23AB" w:rsidRDefault="00AC3DB1" w:rsidP="00CB23AB">
      <w:pPr>
        <w:ind w:left="57" w:right="57"/>
        <w:jc w:val="both"/>
        <w:rPr>
          <w:sz w:val="22"/>
          <w:szCs w:val="22"/>
          <w:rtl/>
        </w:rPr>
      </w:pPr>
    </w:p>
    <w:p w:rsidR="00AC3DB1" w:rsidRPr="00CB23AB" w:rsidRDefault="00AC3DB1" w:rsidP="00CB23AB">
      <w:pPr>
        <w:ind w:left="57" w:right="57"/>
        <w:jc w:val="both"/>
        <w:rPr>
          <w:sz w:val="22"/>
          <w:szCs w:val="22"/>
          <w:rtl/>
        </w:rPr>
      </w:pPr>
      <w:r w:rsidRPr="00CB23AB">
        <w:rPr>
          <w:sz w:val="22"/>
          <w:szCs w:val="22"/>
          <w:rtl/>
        </w:rPr>
        <w:t>עוד העונה, האחים לאגינה ינסו לחשוף את הסיפור האמיתי שמאחורי מפרץ סמית', שלכאורה נוצר מעשה ידי אדם, להגיע לקרקעית הפיר של תושב האי דן בלאנקנשיפ (שכבר ארבעה עשורים תר עם בנו דייב אחר האוצר באי אוק), ואף להגיע לפריצת דרך בחיפושים באתר בו נמצא מכרה הכסף המקורי.</w:t>
      </w:r>
    </w:p>
    <w:p w:rsidR="00AC3DB1" w:rsidRPr="00CB23AB" w:rsidRDefault="00AC3DB1" w:rsidP="00CB23AB">
      <w:pPr>
        <w:ind w:left="57" w:right="57"/>
        <w:jc w:val="both"/>
        <w:rPr>
          <w:sz w:val="22"/>
          <w:szCs w:val="22"/>
          <w:rtl/>
        </w:rPr>
      </w:pPr>
    </w:p>
    <w:p w:rsidR="00AC3DB1" w:rsidRPr="00CB23AB" w:rsidRDefault="00AC3DB1" w:rsidP="00CB23AB">
      <w:pPr>
        <w:ind w:left="57" w:right="57"/>
        <w:jc w:val="both"/>
        <w:rPr>
          <w:sz w:val="22"/>
          <w:szCs w:val="22"/>
          <w:rtl/>
        </w:rPr>
      </w:pPr>
      <w:r w:rsidRPr="00CB23AB">
        <w:rPr>
          <w:sz w:val="22"/>
          <w:szCs w:val="22"/>
          <w:rtl/>
        </w:rPr>
        <w:t xml:space="preserve">החיפוש אחר האוצר המסתורי באי אוק הצליח עד עתה לייאש, לתסכל, ואף לגרום לפשיטת רגל לכל מי שניסה למצוא אותו. בכדי שמארטי וריק יסכנו את מיליוני הדולרים הדרושים על-מנת להגיע לקרקעית מכרה הכסף האגדי שבאי, הם צריכים למצוא הרבה יותר מאשר את אותו מטבע ספרדי בודד. הסיכונים מעולם לא היו גבוהים כמו בעונה הנוכחית – כמו גם האפשרות כי קללת האוצר האי תפגע גם בצמד האחים השאפתן. </w:t>
      </w:r>
    </w:p>
    <w:p w:rsidR="00AC3DB1" w:rsidRPr="003E6F9A" w:rsidRDefault="00AC3DB1" w:rsidP="00CB23AB">
      <w:pPr>
        <w:ind w:left="57" w:right="57"/>
        <w:jc w:val="both"/>
        <w:rPr>
          <w:b/>
          <w:bCs/>
          <w:sz w:val="20"/>
          <w:szCs w:val="20"/>
          <w:rtl/>
        </w:rPr>
      </w:pPr>
    </w:p>
    <w:p w:rsidR="00AC3DB1" w:rsidRPr="003E6F9A" w:rsidRDefault="00AC3DB1" w:rsidP="00CB23AB">
      <w:pPr>
        <w:ind w:left="57" w:right="57"/>
        <w:jc w:val="both"/>
        <w:rPr>
          <w:color w:val="0000FF"/>
          <w:rtl/>
        </w:rPr>
      </w:pPr>
      <w:r w:rsidRPr="003E6F9A">
        <w:rPr>
          <w:color w:val="0000FF"/>
          <w:rtl/>
        </w:rPr>
        <w:t>*לקראת עליית העונה השניה של "</w:t>
      </w:r>
      <w:r w:rsidRPr="003E6F9A">
        <w:rPr>
          <w:b/>
          <w:bCs/>
          <w:color w:val="0000FF"/>
          <w:rtl/>
        </w:rPr>
        <w:t>אוצר האי המקולל</w:t>
      </w:r>
      <w:r w:rsidRPr="003E6F9A">
        <w:rPr>
          <w:color w:val="0000FF"/>
          <w:rtl/>
        </w:rPr>
        <w:t>", נשדר מר</w:t>
      </w:r>
      <w:r w:rsidR="003E6F9A">
        <w:rPr>
          <w:color w:val="0000FF"/>
          <w:rtl/>
        </w:rPr>
        <w:t>תון של חמשת פרקי העונה הראשונה</w:t>
      </w:r>
      <w:r w:rsidR="003E6F9A">
        <w:rPr>
          <w:rFonts w:hint="cs"/>
          <w:color w:val="0000FF"/>
          <w:rtl/>
        </w:rPr>
        <w:t xml:space="preserve"> - </w:t>
      </w:r>
      <w:r w:rsidRPr="003E6F9A">
        <w:rPr>
          <w:color w:val="0000FF"/>
          <w:rtl/>
        </w:rPr>
        <w:t>ביום שבת, 25 באפריל, החל מהשעות 12:15 ו-23:00</w:t>
      </w:r>
    </w:p>
    <w:p w:rsidR="00AC3DB1" w:rsidRPr="00CB23AB" w:rsidRDefault="00AC3DB1" w:rsidP="00CB23AB">
      <w:pPr>
        <w:ind w:left="57" w:right="57"/>
        <w:jc w:val="both"/>
        <w:rPr>
          <w:b/>
          <w:bCs/>
          <w:sz w:val="22"/>
          <w:szCs w:val="22"/>
          <w:u w:val="single"/>
          <w:rtl/>
        </w:rPr>
      </w:pPr>
    </w:p>
    <w:p w:rsidR="00AC3DB1" w:rsidRPr="003E6F9A" w:rsidRDefault="00AC3DB1" w:rsidP="00CB23AB">
      <w:pPr>
        <w:ind w:left="57" w:right="57"/>
        <w:jc w:val="both"/>
        <w:rPr>
          <w:b/>
          <w:bCs/>
          <w:sz w:val="12"/>
          <w:szCs w:val="12"/>
          <w:u w:val="single"/>
          <w:rtl/>
        </w:rPr>
      </w:pPr>
    </w:p>
    <w:p w:rsidR="003E6F9A" w:rsidRDefault="00AC3DB1" w:rsidP="003E6F9A">
      <w:pPr>
        <w:ind w:left="57" w:right="57"/>
        <w:jc w:val="both"/>
        <w:rPr>
          <w:rFonts w:ascii="arial bold" w:hAnsi="arial bold"/>
          <w:b/>
          <w:bCs/>
          <w:shadow/>
          <w:color w:val="0000FF"/>
          <w:spacing w:val="8"/>
          <w:kern w:val="30"/>
          <w:sz w:val="30"/>
          <w:szCs w:val="28"/>
          <w:rtl/>
        </w:rPr>
      </w:pPr>
      <w:r w:rsidRPr="003E6F9A">
        <w:rPr>
          <w:rFonts w:ascii="arial bold" w:hAnsi="arial bold"/>
          <w:b/>
          <w:bCs/>
          <w:shadow/>
          <w:color w:val="0000FF"/>
          <w:spacing w:val="8"/>
          <w:kern w:val="30"/>
          <w:sz w:val="30"/>
          <w:szCs w:val="28"/>
          <w:rtl/>
        </w:rPr>
        <w:t>מי רוצה לעשות היסטוריה?</w:t>
      </w:r>
      <w:r w:rsidR="003E6F9A">
        <w:rPr>
          <w:rFonts w:ascii="arial bold" w:hAnsi="arial bold"/>
          <w:b/>
          <w:bCs/>
          <w:shadow/>
          <w:color w:val="0000FF"/>
          <w:spacing w:val="8"/>
          <w:kern w:val="30"/>
          <w:sz w:val="30"/>
          <w:szCs w:val="28"/>
          <w:rtl/>
        </w:rPr>
        <w:t>- עונה שניה</w:t>
      </w:r>
      <w:r w:rsidR="003E6F9A">
        <w:rPr>
          <w:rFonts w:ascii="arial bold" w:hAnsi="arial bold" w:hint="cs"/>
          <w:b/>
          <w:bCs/>
          <w:shadow/>
          <w:color w:val="0000FF"/>
          <w:spacing w:val="8"/>
          <w:kern w:val="30"/>
          <w:sz w:val="30"/>
          <w:szCs w:val="28"/>
          <w:rtl/>
        </w:rPr>
        <w:t xml:space="preserve"> /</w:t>
      </w:r>
      <w:proofErr w:type="spellStart"/>
      <w:r w:rsidRPr="003E6F9A">
        <w:rPr>
          <w:rFonts w:ascii="arial bold" w:hAnsi="arial bold"/>
          <w:b/>
          <w:bCs/>
          <w:shadow/>
          <w:color w:val="0000FF"/>
          <w:spacing w:val="8"/>
          <w:kern w:val="30"/>
          <w:sz w:val="30"/>
          <w:szCs w:val="28"/>
        </w:rPr>
        <w:t>Pawnography</w:t>
      </w:r>
      <w:proofErr w:type="spellEnd"/>
      <w:r w:rsidRPr="003E6F9A">
        <w:rPr>
          <w:rFonts w:ascii="arial bold" w:hAnsi="arial bold"/>
          <w:b/>
          <w:bCs/>
          <w:shadow/>
          <w:color w:val="0000FF"/>
          <w:spacing w:val="8"/>
          <w:kern w:val="30"/>
          <w:sz w:val="30"/>
          <w:szCs w:val="28"/>
        </w:rPr>
        <w:t xml:space="preserve"> - Season 2 </w:t>
      </w:r>
      <w:r w:rsidRPr="003E6F9A">
        <w:rPr>
          <w:rFonts w:ascii="arial bold" w:hAnsi="arial bold"/>
          <w:b/>
          <w:bCs/>
          <w:shadow/>
          <w:color w:val="0000FF"/>
          <w:spacing w:val="8"/>
          <w:kern w:val="30"/>
          <w:sz w:val="30"/>
          <w:szCs w:val="28"/>
          <w:rtl/>
        </w:rPr>
        <w:t xml:space="preserve"> </w:t>
      </w:r>
    </w:p>
    <w:p w:rsidR="003E6F9A" w:rsidRPr="003E6F9A" w:rsidRDefault="003E6F9A" w:rsidP="003E6F9A">
      <w:pPr>
        <w:ind w:left="57" w:right="57"/>
        <w:jc w:val="both"/>
        <w:rPr>
          <w:rFonts w:ascii="arial bold" w:hAnsi="arial bold"/>
          <w:b/>
          <w:bCs/>
          <w:shadow/>
          <w:color w:val="0000FF"/>
          <w:spacing w:val="8"/>
          <w:kern w:val="30"/>
          <w:sz w:val="8"/>
          <w:szCs w:val="4"/>
          <w:rtl/>
        </w:rPr>
      </w:pPr>
    </w:p>
    <w:p w:rsidR="003E6F9A" w:rsidRPr="003E6F9A" w:rsidRDefault="003E6F9A" w:rsidP="003E6F9A">
      <w:pPr>
        <w:ind w:left="57" w:right="57"/>
        <w:jc w:val="both"/>
        <w:rPr>
          <w:b/>
          <w:bCs/>
          <w:color w:val="C00000"/>
          <w:sz w:val="22"/>
          <w:szCs w:val="22"/>
          <w:u w:val="single"/>
          <w:rtl/>
        </w:rPr>
      </w:pPr>
      <w:r w:rsidRPr="003E6F9A">
        <w:rPr>
          <w:b/>
          <w:bCs/>
          <w:color w:val="C00000"/>
          <w:sz w:val="22"/>
          <w:szCs w:val="22"/>
          <w:u w:val="single"/>
          <w:rtl/>
        </w:rPr>
        <w:t>ימי שישי ב-18:00 (2 פרקים ברצף) החל מה-24 באפריל,</w:t>
      </w:r>
      <w:r w:rsidRPr="003E6F9A">
        <w:rPr>
          <w:rFonts w:hint="cs"/>
          <w:b/>
          <w:bCs/>
          <w:color w:val="C00000"/>
          <w:sz w:val="22"/>
          <w:szCs w:val="22"/>
          <w:u w:val="single"/>
          <w:rtl/>
        </w:rPr>
        <w:t xml:space="preserve"> </w:t>
      </w:r>
      <w:r w:rsidRPr="003E6F9A">
        <w:rPr>
          <w:rFonts w:hint="cs"/>
          <w:b/>
          <w:bCs/>
          <w:color w:val="C00000"/>
          <w:sz w:val="22"/>
          <w:szCs w:val="22"/>
          <w:highlight w:val="yellow"/>
          <w:u w:val="single"/>
          <w:rtl/>
        </w:rPr>
        <w:t>בכורה!</w:t>
      </w:r>
      <w:r w:rsidRPr="003E6F9A">
        <w:rPr>
          <w:rFonts w:hint="cs"/>
          <w:color w:val="C00000"/>
          <w:sz w:val="22"/>
          <w:szCs w:val="22"/>
          <w:u w:val="single"/>
          <w:rtl/>
        </w:rPr>
        <w:t xml:space="preserve"> </w:t>
      </w:r>
      <w:r w:rsidRPr="003E6F9A">
        <w:rPr>
          <w:color w:val="C00000"/>
          <w:sz w:val="22"/>
          <w:szCs w:val="22"/>
          <w:u w:val="single"/>
          <w:rtl/>
        </w:rPr>
        <w:t>שידור נוסף למחרת ב-16:00</w:t>
      </w:r>
    </w:p>
    <w:p w:rsidR="003E6F9A" w:rsidRPr="003E6F9A" w:rsidRDefault="003E6F9A" w:rsidP="003E6F9A">
      <w:pPr>
        <w:ind w:left="57" w:right="57"/>
        <w:jc w:val="both"/>
        <w:rPr>
          <w:rFonts w:ascii="arial bold" w:hAnsi="arial bold"/>
          <w:b/>
          <w:bCs/>
          <w:shadow/>
          <w:color w:val="0000FF"/>
          <w:spacing w:val="8"/>
          <w:kern w:val="30"/>
          <w:sz w:val="12"/>
          <w:szCs w:val="8"/>
          <w:rtl/>
        </w:rPr>
      </w:pPr>
    </w:p>
    <w:p w:rsidR="00AC3DB1" w:rsidRDefault="00AC3DB1" w:rsidP="00CB23AB">
      <w:pPr>
        <w:pStyle w:val="NormalWeb"/>
        <w:spacing w:before="0" w:after="0"/>
        <w:ind w:left="57" w:right="57"/>
        <w:jc w:val="both"/>
        <w:rPr>
          <w:rFonts w:ascii="Arial" w:hAnsi="Arial" w:cs="Arial"/>
          <w:b/>
          <w:bCs/>
          <w:color w:val="000000"/>
          <w:rtl/>
        </w:rPr>
      </w:pPr>
      <w:r w:rsidRPr="00CB23AB">
        <w:rPr>
          <w:rFonts w:ascii="Arial" w:hAnsi="Arial" w:cs="Arial"/>
          <w:b/>
          <w:bCs/>
          <w:color w:val="000000"/>
          <w:rtl/>
        </w:rPr>
        <w:t>עונה חדשה לשעשועון טריוויה משעשע בהשתתפות כוכבי "היסטוריה למכירה" - השעשועון היחיד שלא רוצה שהמשתתפים ינצחו!</w:t>
      </w:r>
    </w:p>
    <w:p w:rsidR="003E6F9A" w:rsidRPr="003E6F9A" w:rsidRDefault="003E6F9A" w:rsidP="00CB23AB">
      <w:pPr>
        <w:pStyle w:val="NormalWeb"/>
        <w:spacing w:before="0" w:after="0"/>
        <w:ind w:left="57" w:right="57"/>
        <w:jc w:val="both"/>
        <w:rPr>
          <w:rFonts w:ascii="Arial" w:hAnsi="Arial" w:cs="Arial"/>
          <w:b/>
          <w:bCs/>
          <w:color w:val="000000"/>
          <w:sz w:val="6"/>
          <w:szCs w:val="6"/>
          <w:rtl/>
        </w:rPr>
      </w:pPr>
    </w:p>
    <w:p w:rsidR="003E6F9A" w:rsidRDefault="00AC3DB1" w:rsidP="003E6F9A">
      <w:pPr>
        <w:pStyle w:val="NormalWeb"/>
        <w:spacing w:before="0" w:after="0"/>
        <w:ind w:left="57" w:right="57"/>
        <w:jc w:val="both"/>
        <w:rPr>
          <w:rFonts w:ascii="Arial" w:hAnsi="Arial" w:cs="Arial"/>
          <w:color w:val="auto"/>
          <w:rtl/>
        </w:rPr>
      </w:pPr>
      <w:r w:rsidRPr="003E6F9A">
        <w:rPr>
          <w:rFonts w:ascii="Arial" w:hAnsi="Arial" w:cs="Arial"/>
          <w:color w:val="auto"/>
          <w:u w:val="single"/>
          <w:rtl/>
        </w:rPr>
        <w:t xml:space="preserve">עונה שניה לשעשועון הטריוויה המבדר בהגשת הקומיקאי השנון </w:t>
      </w:r>
      <w:r w:rsidRPr="003E6F9A">
        <w:rPr>
          <w:rFonts w:ascii="Arial" w:hAnsi="Arial" w:cs="Arial"/>
          <w:b/>
          <w:bCs/>
          <w:color w:val="auto"/>
          <w:u w:val="single"/>
          <w:rtl/>
        </w:rPr>
        <w:t>כריסטופר טיטוס</w:t>
      </w:r>
      <w:r w:rsidRPr="003E6F9A">
        <w:rPr>
          <w:rFonts w:ascii="Arial" w:hAnsi="Arial" w:cs="Arial"/>
          <w:color w:val="auto"/>
          <w:u w:val="single"/>
          <w:rtl/>
        </w:rPr>
        <w:t xml:space="preserve">, בו מתחרים בעלי ידע בטריוויה היסטורית, מתמודדים אחד נגד השני – ונגד כוכבי סדרת הלהיט "היסטוריה למכירה":  </w:t>
      </w:r>
      <w:r w:rsidRPr="003E6F9A">
        <w:rPr>
          <w:rFonts w:ascii="Arial" w:hAnsi="Arial" w:cs="Arial"/>
          <w:b/>
          <w:bCs/>
          <w:color w:val="auto"/>
          <w:u w:val="single"/>
          <w:rtl/>
        </w:rPr>
        <w:t>ריק הריסון, קורי הריסון</w:t>
      </w:r>
      <w:r w:rsidRPr="003E6F9A">
        <w:rPr>
          <w:rFonts w:ascii="Arial" w:hAnsi="Arial" w:cs="Arial"/>
          <w:color w:val="auto"/>
          <w:u w:val="single"/>
          <w:rtl/>
        </w:rPr>
        <w:t xml:space="preserve"> וכמובן אוסטין "</w:t>
      </w:r>
      <w:r w:rsidRPr="003E6F9A">
        <w:rPr>
          <w:rFonts w:ascii="Arial" w:hAnsi="Arial" w:cs="Arial"/>
          <w:b/>
          <w:bCs/>
          <w:color w:val="auto"/>
          <w:u w:val="single"/>
          <w:rtl/>
        </w:rPr>
        <w:t>צ'אמלי</w:t>
      </w:r>
      <w:r w:rsidRPr="003E6F9A">
        <w:rPr>
          <w:rFonts w:ascii="Arial" w:hAnsi="Arial" w:cs="Arial"/>
          <w:color w:val="auto"/>
          <w:u w:val="single"/>
          <w:rtl/>
        </w:rPr>
        <w:t>" ראסל!</w:t>
      </w:r>
      <w:r w:rsidRPr="003E6F9A">
        <w:rPr>
          <w:rFonts w:ascii="Arial" w:hAnsi="Arial" w:cs="Arial"/>
          <w:color w:val="auto"/>
          <w:rtl/>
        </w:rPr>
        <w:t xml:space="preserve"> </w:t>
      </w:r>
    </w:p>
    <w:p w:rsidR="003E6F9A" w:rsidRPr="003E6F9A" w:rsidRDefault="003E6F9A" w:rsidP="003E6F9A">
      <w:pPr>
        <w:pStyle w:val="NormalWeb"/>
        <w:spacing w:before="0" w:after="0"/>
        <w:ind w:left="57" w:right="57"/>
        <w:jc w:val="both"/>
        <w:rPr>
          <w:rFonts w:ascii="Arial" w:hAnsi="Arial" w:cs="Arial"/>
          <w:color w:val="auto"/>
          <w:sz w:val="14"/>
          <w:szCs w:val="14"/>
          <w:rtl/>
        </w:rPr>
      </w:pPr>
    </w:p>
    <w:p w:rsidR="003E6F9A" w:rsidRDefault="00AC3DB1" w:rsidP="003E6F9A">
      <w:pPr>
        <w:pStyle w:val="NormalWeb"/>
        <w:spacing w:before="0" w:after="0"/>
        <w:ind w:left="57" w:right="57"/>
        <w:jc w:val="both"/>
        <w:rPr>
          <w:rFonts w:ascii="Arial" w:hAnsi="Arial" w:cs="Arial"/>
          <w:color w:val="auto"/>
          <w:sz w:val="22"/>
          <w:szCs w:val="22"/>
          <w:rtl/>
        </w:rPr>
      </w:pPr>
      <w:r w:rsidRPr="00CB23AB">
        <w:rPr>
          <w:rFonts w:ascii="Arial" w:hAnsi="Arial" w:cs="Arial"/>
          <w:color w:val="auto"/>
          <w:sz w:val="22"/>
          <w:szCs w:val="22"/>
          <w:rtl/>
        </w:rPr>
        <w:t xml:space="preserve">במסגרת השעשועון הדינמי, מתקיימים שלושה סבבים של שאלות ידע על חפצים היסטוריים המככבים בסדרה על חנות המשכון המפורסמת של משפחת הריסון בלאס וגאס. הפרס הסופי לזוכה בשעשועון הוא כסף מזומן, לצד פריטים יקרי-ערך מהחנות עצמה, ולא סתם מהחנות – אלא מהאוסף הפרטי של ריק הריסון!  </w:t>
      </w:r>
    </w:p>
    <w:p w:rsidR="003E6F9A" w:rsidRPr="003E6F9A" w:rsidRDefault="003E6F9A" w:rsidP="003E6F9A">
      <w:pPr>
        <w:pStyle w:val="NormalWeb"/>
        <w:spacing w:before="0" w:after="0"/>
        <w:ind w:left="57" w:right="57"/>
        <w:jc w:val="both"/>
        <w:rPr>
          <w:rFonts w:ascii="Arial" w:hAnsi="Arial" w:cs="Arial"/>
          <w:color w:val="auto"/>
          <w:sz w:val="16"/>
          <w:szCs w:val="16"/>
          <w:rtl/>
        </w:rPr>
      </w:pPr>
    </w:p>
    <w:p w:rsidR="00AC3DB1" w:rsidRPr="00CB23AB" w:rsidRDefault="00AC3DB1" w:rsidP="003E6F9A">
      <w:pPr>
        <w:pStyle w:val="NormalWeb"/>
        <w:spacing w:before="0" w:after="0"/>
        <w:ind w:left="57" w:right="57"/>
        <w:jc w:val="both"/>
        <w:rPr>
          <w:rFonts w:ascii="Arial" w:hAnsi="Arial" w:cs="Arial"/>
          <w:color w:val="auto"/>
          <w:sz w:val="22"/>
          <w:szCs w:val="22"/>
          <w:rtl/>
        </w:rPr>
      </w:pPr>
      <w:r w:rsidRPr="00CB23AB">
        <w:rPr>
          <w:rFonts w:ascii="Arial" w:hAnsi="Arial" w:cs="Arial"/>
          <w:color w:val="auto"/>
          <w:sz w:val="22"/>
          <w:szCs w:val="22"/>
          <w:rtl/>
        </w:rPr>
        <w:t>מדי פרק, ריק, קורי וצ'אמלי מנסים לשמור בחירוף נפש על הפריטים מהחנות ולנצח בתחרות את מחתריהם מרובי הידע והביטחון העצמי</w:t>
      </w:r>
      <w:r w:rsidR="00903119" w:rsidRPr="00CB23AB">
        <w:rPr>
          <w:rFonts w:ascii="Arial" w:hAnsi="Arial" w:cs="Arial" w:hint="cs"/>
          <w:color w:val="auto"/>
          <w:sz w:val="22"/>
          <w:szCs w:val="22"/>
          <w:rtl/>
        </w:rPr>
        <w:t>,</w:t>
      </w:r>
      <w:r w:rsidRPr="00CB23AB">
        <w:rPr>
          <w:rFonts w:ascii="Arial" w:hAnsi="Arial" w:cs="Arial"/>
          <w:color w:val="auto"/>
          <w:sz w:val="22"/>
          <w:szCs w:val="22"/>
          <w:rtl/>
        </w:rPr>
        <w:t xml:space="preserve"> כאשר ריק ינסה כל טריק כדי לזכות ולשמר בחזקתו את הפריטים היקרים מהאוסף שלו</w:t>
      </w:r>
      <w:r w:rsidR="00903119" w:rsidRPr="00CB23AB">
        <w:rPr>
          <w:rFonts w:ascii="Arial" w:hAnsi="Arial" w:cs="Arial" w:hint="cs"/>
          <w:color w:val="auto"/>
          <w:sz w:val="22"/>
          <w:szCs w:val="22"/>
          <w:rtl/>
        </w:rPr>
        <w:t>.</w:t>
      </w:r>
      <w:r w:rsidR="003E6F9A">
        <w:rPr>
          <w:rFonts w:ascii="Arial" w:hAnsi="Arial" w:cs="Arial" w:hint="cs"/>
          <w:color w:val="auto"/>
          <w:sz w:val="22"/>
          <w:szCs w:val="22"/>
          <w:rtl/>
        </w:rPr>
        <w:t xml:space="preserve"> </w:t>
      </w:r>
      <w:r w:rsidRPr="00CB23AB">
        <w:rPr>
          <w:rFonts w:ascii="Arial" w:hAnsi="Arial" w:cs="Arial"/>
          <w:color w:val="auto"/>
          <w:sz w:val="22"/>
          <w:szCs w:val="22"/>
          <w:rtl/>
        </w:rPr>
        <w:t>האם יצליח מתחרה בר-מזל לגבור על ריק הריסון? או שמא יצליח הכוכב של התכנית המצליחה בערוץ ההיסטוריה להיות זה שידו על העליונה, ולשמור על פריטיו והכסף המזומן שבכיסו?</w:t>
      </w:r>
    </w:p>
    <w:p w:rsidR="00AC3DB1" w:rsidRPr="00CB23AB" w:rsidRDefault="00AC3DB1" w:rsidP="00CB23AB">
      <w:pPr>
        <w:autoSpaceDE w:val="0"/>
        <w:autoSpaceDN w:val="0"/>
        <w:adjustRightInd w:val="0"/>
        <w:ind w:left="57" w:right="57"/>
        <w:jc w:val="both"/>
        <w:rPr>
          <w:b/>
          <w:bCs/>
          <w:sz w:val="22"/>
          <w:szCs w:val="22"/>
          <w:u w:val="single"/>
          <w:rtl/>
        </w:rPr>
      </w:pPr>
    </w:p>
    <w:p w:rsidR="00AC3DB1" w:rsidRPr="003E6F9A" w:rsidRDefault="00AC3DB1" w:rsidP="003E6F9A">
      <w:pPr>
        <w:ind w:right="57"/>
        <w:jc w:val="both"/>
        <w:rPr>
          <w:b/>
          <w:bCs/>
          <w:sz w:val="18"/>
          <w:szCs w:val="18"/>
          <w:u w:val="single"/>
          <w:rtl/>
        </w:rPr>
      </w:pPr>
    </w:p>
    <w:p w:rsidR="00AC3DB1" w:rsidRDefault="003E6F9A" w:rsidP="003E6F9A">
      <w:pPr>
        <w:ind w:left="57" w:right="57"/>
        <w:rPr>
          <w:rFonts w:ascii="arial bold" w:hAnsi="arial bold"/>
          <w:b/>
          <w:bCs/>
          <w:color w:val="FFFFFF" w:themeColor="background1"/>
          <w:sz w:val="30"/>
          <w:szCs w:val="32"/>
          <w:highlight w:val="darkRed"/>
          <w:rtl/>
        </w:rPr>
      </w:pPr>
      <w:r>
        <w:rPr>
          <w:rFonts w:ascii="arial bold" w:hAnsi="arial bold"/>
          <w:b/>
          <w:bCs/>
          <w:color w:val="FFFFFF" w:themeColor="background1"/>
          <w:sz w:val="30"/>
          <w:szCs w:val="32"/>
          <w:highlight w:val="darkRed"/>
          <w:rtl/>
        </w:rPr>
        <w:t>מרתונים באפריל</w:t>
      </w:r>
      <w:r>
        <w:rPr>
          <w:rFonts w:ascii="arial bold" w:hAnsi="arial bold" w:hint="cs"/>
          <w:b/>
          <w:bCs/>
          <w:color w:val="FFFFFF" w:themeColor="background1"/>
          <w:sz w:val="30"/>
          <w:szCs w:val="32"/>
          <w:highlight w:val="darkRed"/>
          <w:rtl/>
        </w:rPr>
        <w:t>:</w:t>
      </w:r>
    </w:p>
    <w:p w:rsidR="003E6F9A" w:rsidRPr="003E6F9A" w:rsidRDefault="003E6F9A" w:rsidP="003E6F9A">
      <w:pPr>
        <w:ind w:left="57" w:right="57"/>
        <w:rPr>
          <w:rFonts w:ascii="arial bold" w:hAnsi="arial bold"/>
          <w:b/>
          <w:bCs/>
          <w:color w:val="FFFFFF" w:themeColor="background1"/>
          <w:sz w:val="16"/>
          <w:szCs w:val="14"/>
          <w:highlight w:val="darkRed"/>
          <w:rtl/>
        </w:rPr>
      </w:pPr>
    </w:p>
    <w:p w:rsidR="003E6F9A" w:rsidRDefault="00AC3DB1" w:rsidP="00CB23AB">
      <w:pPr>
        <w:ind w:left="57" w:right="57"/>
        <w:jc w:val="both"/>
        <w:rPr>
          <w:rFonts w:ascii="arial bold" w:hAnsi="arial bold"/>
          <w:b/>
          <w:bCs/>
          <w:shadow/>
          <w:color w:val="0000FF"/>
          <w:spacing w:val="8"/>
          <w:kern w:val="30"/>
          <w:sz w:val="30"/>
          <w:szCs w:val="28"/>
          <w:rtl/>
        </w:rPr>
      </w:pPr>
      <w:r w:rsidRPr="003E6F9A">
        <w:rPr>
          <w:rFonts w:ascii="arial bold" w:hAnsi="arial bold"/>
          <w:b/>
          <w:bCs/>
          <w:shadow/>
          <w:color w:val="0000FF"/>
          <w:spacing w:val="8"/>
          <w:kern w:val="30"/>
          <w:sz w:val="30"/>
          <w:szCs w:val="28"/>
          <w:rtl/>
        </w:rPr>
        <w:t>מרתון "קרבות אויר"</w:t>
      </w:r>
      <w:r w:rsidR="003E6F9A">
        <w:rPr>
          <w:rFonts w:ascii="arial bold" w:hAnsi="arial bold" w:hint="cs"/>
          <w:b/>
          <w:bCs/>
          <w:shadow/>
          <w:color w:val="0000FF"/>
          <w:spacing w:val="8"/>
          <w:kern w:val="30"/>
          <w:sz w:val="30"/>
          <w:szCs w:val="28"/>
          <w:rtl/>
        </w:rPr>
        <w:t xml:space="preserve"> /</w:t>
      </w:r>
      <w:r w:rsidRPr="003E6F9A">
        <w:rPr>
          <w:rFonts w:ascii="arial bold" w:hAnsi="arial bold"/>
          <w:b/>
          <w:bCs/>
          <w:shadow/>
          <w:color w:val="0000FF"/>
          <w:spacing w:val="8"/>
          <w:kern w:val="30"/>
          <w:sz w:val="30"/>
          <w:szCs w:val="28"/>
          <w:rtl/>
        </w:rPr>
        <w:t xml:space="preserve"> </w:t>
      </w:r>
      <w:r w:rsidRPr="003E6F9A">
        <w:rPr>
          <w:rFonts w:ascii="arial bold" w:hAnsi="arial bold"/>
          <w:b/>
          <w:bCs/>
          <w:shadow/>
          <w:color w:val="0000FF"/>
          <w:spacing w:val="8"/>
          <w:kern w:val="30"/>
          <w:sz w:val="30"/>
          <w:szCs w:val="28"/>
        </w:rPr>
        <w:t>Dogfights Marathon</w:t>
      </w:r>
      <w:r w:rsidRPr="003E6F9A">
        <w:rPr>
          <w:rFonts w:ascii="arial bold" w:hAnsi="arial bold"/>
          <w:b/>
          <w:bCs/>
          <w:shadow/>
          <w:color w:val="0000FF"/>
          <w:spacing w:val="8"/>
          <w:kern w:val="30"/>
          <w:sz w:val="30"/>
          <w:szCs w:val="28"/>
          <w:rtl/>
        </w:rPr>
        <w:t xml:space="preserve"> </w:t>
      </w:r>
    </w:p>
    <w:p w:rsidR="003E6F9A" w:rsidRPr="003E6F9A" w:rsidRDefault="003E6F9A" w:rsidP="00CB23AB">
      <w:pPr>
        <w:ind w:left="57" w:right="57"/>
        <w:jc w:val="both"/>
        <w:rPr>
          <w:b/>
          <w:bCs/>
          <w:color w:val="C00000"/>
          <w:sz w:val="4"/>
          <w:szCs w:val="4"/>
          <w:u w:val="single"/>
          <w:rtl/>
        </w:rPr>
      </w:pPr>
    </w:p>
    <w:p w:rsidR="003E6F9A" w:rsidRPr="003E6F9A" w:rsidRDefault="00AC3DB1" w:rsidP="003E6F9A">
      <w:pPr>
        <w:ind w:left="57" w:right="57"/>
        <w:jc w:val="both"/>
        <w:rPr>
          <w:b/>
          <w:bCs/>
          <w:color w:val="C00000"/>
          <w:sz w:val="22"/>
          <w:szCs w:val="22"/>
          <w:u w:val="single"/>
          <w:rtl/>
        </w:rPr>
      </w:pPr>
      <w:r w:rsidRPr="003E6F9A">
        <w:rPr>
          <w:b/>
          <w:bCs/>
          <w:color w:val="C00000"/>
          <w:sz w:val="22"/>
          <w:szCs w:val="22"/>
          <w:u w:val="single"/>
          <w:rtl/>
        </w:rPr>
        <w:t>שבת, 4 באפריל מ-12:10</w:t>
      </w:r>
      <w:r w:rsidR="003E6F9A" w:rsidRPr="003E6F9A">
        <w:rPr>
          <w:b/>
          <w:bCs/>
          <w:color w:val="C00000"/>
          <w:sz w:val="22"/>
          <w:szCs w:val="22"/>
          <w:u w:val="single"/>
          <w:rtl/>
        </w:rPr>
        <w:t xml:space="preserve"> </w:t>
      </w:r>
      <w:r w:rsidR="003E6F9A" w:rsidRPr="003E6F9A">
        <w:rPr>
          <w:color w:val="C00000"/>
          <w:sz w:val="22"/>
          <w:szCs w:val="22"/>
          <w:u w:val="single"/>
          <w:rtl/>
        </w:rPr>
        <w:t>שידור נוסף בשישי, 10 באפריל החל מ-18:50</w:t>
      </w:r>
    </w:p>
    <w:p w:rsidR="00AC3DB1" w:rsidRPr="003E6F9A" w:rsidRDefault="00AC3DB1" w:rsidP="00CB23AB">
      <w:pPr>
        <w:ind w:left="57" w:right="57"/>
        <w:jc w:val="both"/>
        <w:rPr>
          <w:b/>
          <w:bCs/>
          <w:color w:val="C00000"/>
          <w:sz w:val="2"/>
          <w:szCs w:val="2"/>
          <w:u w:val="single"/>
          <w:rtl/>
        </w:rPr>
      </w:pPr>
    </w:p>
    <w:p w:rsidR="003E6F9A" w:rsidRPr="003E6F9A" w:rsidRDefault="003E6F9A" w:rsidP="00CB23AB">
      <w:pPr>
        <w:ind w:left="57" w:right="57"/>
        <w:jc w:val="both"/>
        <w:rPr>
          <w:rFonts w:ascii="arial bold" w:hAnsi="arial bold"/>
          <w:b/>
          <w:bCs/>
          <w:shadow/>
          <w:color w:val="0000FF"/>
          <w:spacing w:val="8"/>
          <w:kern w:val="30"/>
          <w:sz w:val="8"/>
          <w:szCs w:val="8"/>
        </w:rPr>
      </w:pPr>
    </w:p>
    <w:p w:rsidR="00AC3DB1" w:rsidRPr="00CB23AB" w:rsidRDefault="003E6F9A" w:rsidP="00CB23AB">
      <w:pPr>
        <w:pStyle w:val="Footer"/>
        <w:tabs>
          <w:tab w:val="clear" w:pos="4153"/>
          <w:tab w:val="clear" w:pos="8306"/>
        </w:tabs>
        <w:ind w:left="57" w:right="57"/>
        <w:jc w:val="both"/>
        <w:rPr>
          <w:rFonts w:cs="Arial"/>
          <w:sz w:val="22"/>
          <w:szCs w:val="22"/>
          <w:rtl/>
        </w:rPr>
      </w:pPr>
      <w:r>
        <w:rPr>
          <w:rFonts w:cs="Arial"/>
          <w:b/>
          <w:bCs/>
          <w:sz w:val="22"/>
          <w:szCs w:val="22"/>
          <w:rtl/>
        </w:rPr>
        <w:t>במוקד הסדרה</w:t>
      </w:r>
      <w:r w:rsidR="00AC3DB1" w:rsidRPr="003E6F9A">
        <w:rPr>
          <w:rFonts w:cs="Arial"/>
          <w:b/>
          <w:bCs/>
          <w:sz w:val="22"/>
          <w:szCs w:val="22"/>
          <w:rtl/>
        </w:rPr>
        <w:t xml:space="preserve"> שחזור של קרבות האוויר המפורסמים, המסוכנים והנועזים בתולדות התעופה</w:t>
      </w:r>
      <w:r w:rsidR="00AC3DB1" w:rsidRPr="00CB23AB">
        <w:rPr>
          <w:rFonts w:cs="Arial"/>
          <w:sz w:val="22"/>
          <w:szCs w:val="22"/>
          <w:rtl/>
        </w:rPr>
        <w:t xml:space="preserve">. באמצעות שילוב בין קטעי ארכיון נדירים, </w:t>
      </w:r>
      <w:r>
        <w:rPr>
          <w:rFonts w:cs="Arial"/>
          <w:sz w:val="22"/>
          <w:szCs w:val="22"/>
          <w:rtl/>
        </w:rPr>
        <w:t xml:space="preserve">אנימציית מחשב משוכללת וראיונות </w:t>
      </w:r>
      <w:r w:rsidR="00AC3DB1" w:rsidRPr="00CB23AB">
        <w:rPr>
          <w:rFonts w:cs="Arial"/>
          <w:sz w:val="22"/>
          <w:szCs w:val="22"/>
          <w:rtl/>
        </w:rPr>
        <w:t>עם הטייסים שנטלו חלק באותם קרבות, נזכה לחוש את טעמו של קרב אווירי כאילו היינו בתא הטייס!</w:t>
      </w:r>
      <w:r w:rsidR="001216E3" w:rsidRPr="00CB23AB">
        <w:rPr>
          <w:rFonts w:cs="Arial"/>
          <w:sz w:val="22"/>
          <w:szCs w:val="22"/>
          <w:rtl/>
        </w:rPr>
        <w:t>.</w:t>
      </w:r>
    </w:p>
    <w:p w:rsidR="00AC3DB1" w:rsidRPr="003E6F9A" w:rsidRDefault="00AC3DB1" w:rsidP="00CB23AB">
      <w:pPr>
        <w:autoSpaceDE w:val="0"/>
        <w:autoSpaceDN w:val="0"/>
        <w:adjustRightInd w:val="0"/>
        <w:ind w:left="57" w:right="57"/>
        <w:jc w:val="both"/>
        <w:rPr>
          <w:b/>
          <w:bCs/>
          <w:sz w:val="8"/>
          <w:szCs w:val="8"/>
          <w:u w:val="single"/>
          <w:rtl/>
        </w:rPr>
      </w:pPr>
    </w:p>
    <w:p w:rsidR="00AC3DB1" w:rsidRPr="00CB23AB" w:rsidRDefault="00AC3DB1" w:rsidP="00CB23AB">
      <w:pPr>
        <w:ind w:left="57" w:right="57"/>
        <w:jc w:val="both"/>
        <w:rPr>
          <w:sz w:val="22"/>
          <w:szCs w:val="22"/>
          <w:rtl/>
          <w:lang w:eastAsia="en-US"/>
        </w:rPr>
      </w:pPr>
      <w:r w:rsidRPr="003E6F9A">
        <w:rPr>
          <w:rtl/>
        </w:rPr>
        <w:t>פרקי הסדרה בוחנים קרבות אוויר שהתחוללו בין השאר בשתי מלחמות העולם, מלחמת קוריאה, וייטנאם, מלחמת המפרץ הראשונה ומלחמת ששת הימים</w:t>
      </w:r>
      <w:r w:rsidR="003E6F9A">
        <w:rPr>
          <w:sz w:val="22"/>
          <w:szCs w:val="22"/>
          <w:rtl/>
        </w:rPr>
        <w:t xml:space="preserve">. </w:t>
      </w:r>
      <w:r w:rsidRPr="00CB23AB">
        <w:rPr>
          <w:sz w:val="22"/>
          <w:szCs w:val="22"/>
          <w:rtl/>
        </w:rPr>
        <w:t>הסדרה משחזרת קרבות האוויר מפורסמים, ומשלבת קטעי ארכיון נדירים, אנימציית מחשב משוכללת וראיונות  עם הטייסים, שנטלו חלק באותם קרבות. כך נזכה לחוש את טעמו של קרב אווירי כאילו היינו בתא הטייס.</w:t>
      </w:r>
      <w:r w:rsidRPr="00CB23AB">
        <w:rPr>
          <w:sz w:val="22"/>
          <w:szCs w:val="22"/>
          <w:lang w:eastAsia="en-US"/>
        </w:rPr>
        <w:t xml:space="preserve"> </w:t>
      </w:r>
      <w:r w:rsidRPr="00CB23AB">
        <w:rPr>
          <w:sz w:val="22"/>
          <w:szCs w:val="22"/>
          <w:rtl/>
          <w:lang w:eastAsia="en-US"/>
        </w:rPr>
        <w:t xml:space="preserve">החל ממטוסי המוסטנג, דרך המיגים הרוסיים, המיראז'ים הצרפתיים ועד מטוסי </w:t>
      </w:r>
      <w:r w:rsidR="00903119" w:rsidRPr="00CB23AB">
        <w:rPr>
          <w:rFonts w:hint="cs"/>
          <w:sz w:val="22"/>
          <w:szCs w:val="22"/>
          <w:rtl/>
          <w:lang w:eastAsia="en-US"/>
        </w:rPr>
        <w:t xml:space="preserve">       </w:t>
      </w:r>
      <w:r w:rsidRPr="00CB23AB">
        <w:rPr>
          <w:sz w:val="22"/>
          <w:szCs w:val="22"/>
          <w:rtl/>
          <w:lang w:eastAsia="en-US"/>
        </w:rPr>
        <w:t>ה-</w:t>
      </w:r>
      <w:r w:rsidR="00903119" w:rsidRPr="00CB23AB">
        <w:rPr>
          <w:sz w:val="22"/>
          <w:szCs w:val="22"/>
          <w:lang w:eastAsia="en-US"/>
        </w:rPr>
        <w:t xml:space="preserve"> </w:t>
      </w:r>
      <w:r w:rsidRPr="00CB23AB">
        <w:rPr>
          <w:sz w:val="22"/>
          <w:szCs w:val="22"/>
          <w:lang w:eastAsia="en-US"/>
        </w:rPr>
        <w:t xml:space="preserve">F-15 </w:t>
      </w:r>
      <w:r w:rsidRPr="00CB23AB">
        <w:rPr>
          <w:sz w:val="22"/>
          <w:szCs w:val="22"/>
          <w:rtl/>
          <w:lang w:eastAsia="en-US"/>
        </w:rPr>
        <w:t xml:space="preserve">אמריקניים, ניתן לבחון את ההתפתחות ההיסטורית של מטוסי הקרב לאורך השנים והקרבות בהם נטלו חלק.    </w:t>
      </w:r>
    </w:p>
    <w:p w:rsidR="00AC3DB1" w:rsidRPr="003E6F9A" w:rsidRDefault="00AC3DB1" w:rsidP="003E6F9A">
      <w:pPr>
        <w:ind w:right="57"/>
        <w:jc w:val="both"/>
        <w:rPr>
          <w:b/>
          <w:bCs/>
          <w:sz w:val="22"/>
          <w:szCs w:val="22"/>
          <w:rtl/>
        </w:rPr>
      </w:pPr>
    </w:p>
    <w:p w:rsidR="003E6F9A" w:rsidRDefault="00AC3DB1" w:rsidP="00CB23AB">
      <w:pPr>
        <w:ind w:left="57" w:right="57"/>
        <w:jc w:val="both"/>
        <w:rPr>
          <w:rFonts w:ascii="arial bold" w:hAnsi="arial bold"/>
          <w:b/>
          <w:bCs/>
          <w:shadow/>
          <w:color w:val="0000FF"/>
          <w:spacing w:val="8"/>
          <w:kern w:val="30"/>
          <w:sz w:val="30"/>
          <w:szCs w:val="28"/>
          <w:rtl/>
        </w:rPr>
      </w:pPr>
      <w:r w:rsidRPr="003E6F9A">
        <w:rPr>
          <w:rFonts w:ascii="arial bold" w:hAnsi="arial bold"/>
          <w:b/>
          <w:bCs/>
          <w:shadow/>
          <w:color w:val="0000FF"/>
          <w:spacing w:val="8"/>
          <w:kern w:val="30"/>
          <w:sz w:val="30"/>
          <w:szCs w:val="28"/>
          <w:rtl/>
        </w:rPr>
        <w:t>מרתון "מלחמות העולם"</w:t>
      </w:r>
      <w:r w:rsidR="003E6F9A">
        <w:rPr>
          <w:rFonts w:ascii="arial bold" w:hAnsi="arial bold" w:hint="cs"/>
          <w:b/>
          <w:bCs/>
          <w:shadow/>
          <w:color w:val="0000FF"/>
          <w:spacing w:val="8"/>
          <w:kern w:val="30"/>
          <w:sz w:val="30"/>
          <w:szCs w:val="28"/>
          <w:rtl/>
        </w:rPr>
        <w:t xml:space="preserve"> /</w:t>
      </w:r>
      <w:r w:rsidRPr="003E6F9A">
        <w:rPr>
          <w:rFonts w:ascii="arial bold" w:hAnsi="arial bold"/>
          <w:b/>
          <w:bCs/>
          <w:shadow/>
          <w:color w:val="0000FF"/>
          <w:spacing w:val="8"/>
          <w:kern w:val="30"/>
          <w:sz w:val="30"/>
          <w:szCs w:val="28"/>
          <w:rtl/>
        </w:rPr>
        <w:t xml:space="preserve"> </w:t>
      </w:r>
      <w:r w:rsidRPr="003E6F9A">
        <w:rPr>
          <w:rFonts w:ascii="arial bold" w:hAnsi="arial bold"/>
          <w:b/>
          <w:bCs/>
          <w:shadow/>
          <w:color w:val="0000FF"/>
          <w:spacing w:val="8"/>
          <w:kern w:val="30"/>
          <w:sz w:val="30"/>
          <w:szCs w:val="28"/>
        </w:rPr>
        <w:t>World Wars Marathon</w:t>
      </w:r>
      <w:r w:rsidRPr="003E6F9A">
        <w:rPr>
          <w:rFonts w:ascii="arial bold" w:hAnsi="arial bold"/>
          <w:b/>
          <w:bCs/>
          <w:shadow/>
          <w:color w:val="0000FF"/>
          <w:spacing w:val="8"/>
          <w:kern w:val="30"/>
          <w:sz w:val="30"/>
          <w:szCs w:val="28"/>
          <w:rtl/>
        </w:rPr>
        <w:t xml:space="preserve"> </w:t>
      </w:r>
    </w:p>
    <w:p w:rsidR="003E6F9A" w:rsidRPr="003E6F9A" w:rsidRDefault="003E6F9A" w:rsidP="00CB23AB">
      <w:pPr>
        <w:ind w:left="57" w:right="57"/>
        <w:jc w:val="both"/>
        <w:rPr>
          <w:rFonts w:ascii="arial bold" w:hAnsi="arial bold"/>
          <w:b/>
          <w:bCs/>
          <w:shadow/>
          <w:color w:val="0000FF"/>
          <w:spacing w:val="8"/>
          <w:kern w:val="30"/>
          <w:sz w:val="8"/>
          <w:szCs w:val="4"/>
          <w:rtl/>
        </w:rPr>
      </w:pPr>
    </w:p>
    <w:p w:rsidR="003E6F9A" w:rsidRPr="003E6F9A" w:rsidRDefault="003E6F9A" w:rsidP="003E6F9A">
      <w:pPr>
        <w:ind w:right="57"/>
        <w:jc w:val="both"/>
        <w:rPr>
          <w:b/>
          <w:bCs/>
          <w:color w:val="C00000"/>
          <w:sz w:val="8"/>
          <w:szCs w:val="2"/>
          <w:u w:val="single"/>
          <w:rtl/>
        </w:rPr>
      </w:pPr>
    </w:p>
    <w:p w:rsidR="003E6F9A" w:rsidRPr="003E6F9A" w:rsidRDefault="00AC3DB1" w:rsidP="003E6F9A">
      <w:pPr>
        <w:ind w:left="57" w:right="57"/>
        <w:jc w:val="both"/>
        <w:rPr>
          <w:b/>
          <w:bCs/>
          <w:color w:val="C00000"/>
          <w:sz w:val="22"/>
          <w:szCs w:val="22"/>
          <w:u w:val="single"/>
          <w:rtl/>
        </w:rPr>
      </w:pPr>
      <w:r w:rsidRPr="003E6F9A">
        <w:rPr>
          <w:b/>
          <w:bCs/>
          <w:color w:val="C00000"/>
          <w:sz w:val="22"/>
          <w:szCs w:val="22"/>
          <w:u w:val="single"/>
          <w:rtl/>
        </w:rPr>
        <w:t>שבת, 11 באפריל מ-13:00</w:t>
      </w:r>
      <w:r w:rsidR="003E6F9A" w:rsidRPr="003E6F9A">
        <w:rPr>
          <w:b/>
          <w:bCs/>
          <w:color w:val="C00000"/>
          <w:sz w:val="22"/>
          <w:szCs w:val="22"/>
          <w:u w:val="single"/>
          <w:rtl/>
        </w:rPr>
        <w:t xml:space="preserve"> </w:t>
      </w:r>
      <w:r w:rsidR="003E6F9A" w:rsidRPr="003E6F9A">
        <w:rPr>
          <w:color w:val="C00000"/>
          <w:sz w:val="22"/>
          <w:szCs w:val="22"/>
          <w:u w:val="single"/>
          <w:rtl/>
        </w:rPr>
        <w:t>שידור נוסף בשישי, 17 באפריל ב-21:10</w:t>
      </w:r>
    </w:p>
    <w:p w:rsidR="003E6F9A" w:rsidRPr="003E6F9A" w:rsidRDefault="003E6F9A" w:rsidP="003E6F9A">
      <w:pPr>
        <w:ind w:right="57"/>
        <w:jc w:val="both"/>
        <w:rPr>
          <w:rFonts w:ascii="arial bold" w:hAnsi="arial bold"/>
          <w:b/>
          <w:bCs/>
          <w:shadow/>
          <w:color w:val="0000FF"/>
          <w:spacing w:val="8"/>
          <w:kern w:val="30"/>
          <w:sz w:val="14"/>
          <w:szCs w:val="10"/>
          <w:rtl/>
        </w:rPr>
      </w:pPr>
    </w:p>
    <w:p w:rsidR="003E6F9A" w:rsidRDefault="00AC3DB1" w:rsidP="00CB23AB">
      <w:pPr>
        <w:ind w:left="57" w:right="57"/>
        <w:jc w:val="both"/>
        <w:rPr>
          <w:b/>
          <w:bCs/>
          <w:color w:val="000000"/>
          <w:sz w:val="22"/>
          <w:szCs w:val="22"/>
          <w:shd w:val="clear" w:color="auto" w:fill="FFFFFF"/>
          <w:rtl/>
        </w:rPr>
      </w:pPr>
      <w:r w:rsidRPr="00CB23AB">
        <w:rPr>
          <w:b/>
          <w:bCs/>
          <w:color w:val="000000"/>
          <w:sz w:val="22"/>
          <w:szCs w:val="22"/>
          <w:shd w:val="clear" w:color="auto" w:fill="FFFFFF"/>
          <w:rtl/>
        </w:rPr>
        <w:t>סדרה מרתקת ומושקעת, המגוללת סיפור דרמטי של שלושה עשורים קטלניים במאה ה-20:</w:t>
      </w:r>
      <w:r w:rsidRPr="00CB23AB">
        <w:rPr>
          <w:color w:val="000000"/>
          <w:sz w:val="22"/>
          <w:szCs w:val="22"/>
          <w:shd w:val="clear" w:color="auto" w:fill="FFFFFF"/>
          <w:rtl/>
        </w:rPr>
        <w:t xml:space="preserve"> שלושים שנים </w:t>
      </w:r>
      <w:r w:rsidR="003E6F9A">
        <w:rPr>
          <w:color w:val="000000"/>
          <w:sz w:val="22"/>
          <w:szCs w:val="22"/>
          <w:shd w:val="clear" w:color="auto" w:fill="FFFFFF"/>
          <w:rtl/>
        </w:rPr>
        <w:t>במהלכן התרחשו שתי מלחמות העולם</w:t>
      </w:r>
      <w:r w:rsidR="003E6F9A">
        <w:rPr>
          <w:rFonts w:hint="cs"/>
          <w:color w:val="000000"/>
          <w:sz w:val="22"/>
          <w:szCs w:val="22"/>
          <w:shd w:val="clear" w:color="auto" w:fill="FFFFFF"/>
          <w:rtl/>
        </w:rPr>
        <w:t xml:space="preserve"> </w:t>
      </w:r>
      <w:r w:rsidRPr="00CB23AB">
        <w:rPr>
          <w:color w:val="000000"/>
          <w:sz w:val="22"/>
          <w:szCs w:val="22"/>
          <w:shd w:val="clear" w:color="auto" w:fill="FFFFFF"/>
          <w:rtl/>
        </w:rPr>
        <w:t xml:space="preserve">דרך עיני המנהיגים והמפקדים שאישיותם ואופיים עוצבו בשוחות מלחמת העולם הראשונה, שהשלכותיה הדרמטיות  הביאו את העולם על סף חורבן מוחלט במלחמה שנייה. </w:t>
      </w:r>
    </w:p>
    <w:p w:rsidR="003E6F9A" w:rsidRPr="003E6F9A" w:rsidRDefault="003E6F9A" w:rsidP="00CB23AB">
      <w:pPr>
        <w:ind w:left="57" w:right="57"/>
        <w:jc w:val="both"/>
        <w:rPr>
          <w:b/>
          <w:bCs/>
          <w:color w:val="000000"/>
          <w:sz w:val="8"/>
          <w:szCs w:val="8"/>
          <w:shd w:val="clear" w:color="auto" w:fill="FFFFFF"/>
          <w:rtl/>
        </w:rPr>
      </w:pPr>
    </w:p>
    <w:p w:rsidR="00AC3DB1" w:rsidRDefault="00AC3DB1" w:rsidP="00CB23AB">
      <w:pPr>
        <w:ind w:left="57" w:right="57"/>
        <w:jc w:val="both"/>
        <w:rPr>
          <w:color w:val="000000"/>
          <w:sz w:val="22"/>
          <w:szCs w:val="22"/>
          <w:shd w:val="clear" w:color="auto" w:fill="FFFFFF"/>
          <w:rtl/>
        </w:rPr>
      </w:pPr>
      <w:r w:rsidRPr="00CB23AB">
        <w:rPr>
          <w:b/>
          <w:bCs/>
          <w:color w:val="000000"/>
          <w:sz w:val="22"/>
          <w:szCs w:val="22"/>
          <w:shd w:val="clear" w:color="auto" w:fill="FFFFFF"/>
          <w:rtl/>
        </w:rPr>
        <w:t>הסדרה תתמקד בדמויות המפתח של מלחמת העולם השניה: היטלר, צ'רצ'יל, סטלין, רוזוולט, מוסוליני, דה-גול, מקארתור וטוג'ו.</w:t>
      </w:r>
      <w:r w:rsidRPr="00CB23AB">
        <w:rPr>
          <w:color w:val="000000"/>
          <w:sz w:val="22"/>
          <w:szCs w:val="22"/>
          <w:shd w:val="clear" w:color="auto" w:fill="FFFFFF"/>
          <w:rtl/>
        </w:rPr>
        <w:t xml:space="preserve">  הסדרה היוקרתית, שצולמה בארה"ב ובאירופה, כוללת ראיונות עם מנהיגים עכשוויים דוגמת קולין פאוול, ג'ון מייג'ור וג'ון מקיין, המעניקים תובנות מעניינות על התנהגות מנהיגי העבר במצבי המשבר בהם היו נתונים.</w:t>
      </w:r>
      <w:r w:rsidRPr="00CB23AB">
        <w:rPr>
          <w:color w:val="000000"/>
          <w:sz w:val="22"/>
          <w:szCs w:val="22"/>
          <w:shd w:val="clear" w:color="auto" w:fill="FFFFFF"/>
        </w:rPr>
        <w:t xml:space="preserve"> </w:t>
      </w:r>
      <w:r w:rsidRPr="00CB23AB">
        <w:rPr>
          <w:color w:val="000000"/>
          <w:sz w:val="22"/>
          <w:szCs w:val="22"/>
          <w:shd w:val="clear" w:color="auto" w:fill="FFFFFF"/>
          <w:rtl/>
        </w:rPr>
        <w:t>מעט יותר מ-20 שנה בלבד מפרידות בין שני העימותים הגדולים ביותר של המאה העשרים: מלחמת העולם הראשונה והשנייה. היסטוריוניום רבים טוענים כי אלו לא היו שתי מלחמות נפרדות, אלא רצף מדמם מתמשך אחד, שפגע תחילה בתושבי אירפה בלבד, אך לאחר מכן התרחב לעולם כולו.</w:t>
      </w:r>
    </w:p>
    <w:p w:rsidR="003E6F9A" w:rsidRPr="003E6F9A" w:rsidRDefault="003E6F9A" w:rsidP="00CB23AB">
      <w:pPr>
        <w:ind w:left="57" w:right="57"/>
        <w:jc w:val="both"/>
        <w:rPr>
          <w:color w:val="000000"/>
          <w:sz w:val="14"/>
          <w:szCs w:val="14"/>
          <w:shd w:val="clear" w:color="auto" w:fill="FFFFFF"/>
          <w:rtl/>
        </w:rPr>
      </w:pPr>
    </w:p>
    <w:p w:rsidR="00AC3DB1" w:rsidRPr="00CB23AB" w:rsidRDefault="00AC3DB1" w:rsidP="00CB23AB">
      <w:pPr>
        <w:ind w:left="57" w:right="57"/>
        <w:jc w:val="both"/>
        <w:rPr>
          <w:color w:val="000000"/>
          <w:sz w:val="22"/>
          <w:szCs w:val="22"/>
          <w:shd w:val="clear" w:color="auto" w:fill="FFFFFF"/>
          <w:rtl/>
        </w:rPr>
      </w:pPr>
      <w:r w:rsidRPr="00CB23AB">
        <w:rPr>
          <w:color w:val="000000"/>
          <w:sz w:val="22"/>
          <w:szCs w:val="22"/>
          <w:shd w:val="clear" w:color="auto" w:fill="FFFFFF"/>
          <w:rtl/>
        </w:rPr>
        <w:t xml:space="preserve">כך קורה, שהדמויות המזוהות ביותר עם מלחמת העולם השניה, היו בעצמן מעורבות בשתי מלחמות העולם; תחילה כחיילים לכודים </w:t>
      </w:r>
      <w:r w:rsidR="00903119" w:rsidRPr="00CB23AB">
        <w:rPr>
          <w:rFonts w:hint="cs"/>
          <w:color w:val="000000"/>
          <w:sz w:val="22"/>
          <w:szCs w:val="22"/>
          <w:shd w:val="clear" w:color="auto" w:fill="FFFFFF"/>
          <w:rtl/>
        </w:rPr>
        <w:t xml:space="preserve">או מנהיגים בתחילת דרכם, </w:t>
      </w:r>
      <w:r w:rsidRPr="00CB23AB">
        <w:rPr>
          <w:color w:val="000000"/>
          <w:sz w:val="22"/>
          <w:szCs w:val="22"/>
          <w:shd w:val="clear" w:color="auto" w:fill="FFFFFF"/>
          <w:rtl/>
        </w:rPr>
        <w:t>במלחמות השוחות של בלגיה וצרפת (קרבות הסום ו-איפר), ושנים לאחר מכן, כמנהיגי מדינות וגנרלים בכירים, השולחים חיילים למערכה באותן שדות קרב ממש, דוגמת הפלישה לנורמנדי והקרב על הבליטה.</w:t>
      </w:r>
    </w:p>
    <w:p w:rsidR="00AC3DB1" w:rsidRPr="00CB23AB" w:rsidRDefault="00AC3DB1" w:rsidP="00CB23AB">
      <w:pPr>
        <w:ind w:left="57" w:right="57"/>
        <w:jc w:val="both"/>
        <w:rPr>
          <w:color w:val="000000"/>
          <w:sz w:val="22"/>
          <w:szCs w:val="22"/>
          <w:shd w:val="clear" w:color="auto" w:fill="FFFFFF"/>
          <w:rtl/>
        </w:rPr>
      </w:pPr>
    </w:p>
    <w:p w:rsidR="00AC3DB1" w:rsidRPr="00CB23AB" w:rsidRDefault="00AC3DB1" w:rsidP="003E6F9A">
      <w:pPr>
        <w:autoSpaceDE w:val="0"/>
        <w:autoSpaceDN w:val="0"/>
        <w:adjustRightInd w:val="0"/>
        <w:ind w:right="57"/>
        <w:jc w:val="both"/>
        <w:rPr>
          <w:b/>
          <w:bCs/>
          <w:sz w:val="22"/>
          <w:szCs w:val="22"/>
          <w:u w:val="single"/>
          <w:rtl/>
        </w:rPr>
      </w:pPr>
    </w:p>
    <w:p w:rsidR="003E6F9A" w:rsidRPr="0063445A" w:rsidRDefault="00AC3DB1" w:rsidP="0063445A">
      <w:pPr>
        <w:ind w:left="57" w:right="57"/>
        <w:rPr>
          <w:rFonts w:ascii="arial bold" w:hAnsi="arial bold"/>
          <w:b/>
          <w:bCs/>
          <w:color w:val="FFFFFF" w:themeColor="background1"/>
          <w:sz w:val="30"/>
          <w:szCs w:val="32"/>
          <w:highlight w:val="darkRed"/>
          <w:rtl/>
        </w:rPr>
      </w:pPr>
      <w:r w:rsidRPr="0063445A">
        <w:rPr>
          <w:rFonts w:ascii="arial bold" w:hAnsi="arial bold"/>
          <w:b/>
          <w:bCs/>
          <w:color w:val="FFFFFF" w:themeColor="background1"/>
          <w:sz w:val="30"/>
          <w:szCs w:val="32"/>
          <w:highlight w:val="darkRed"/>
          <w:rtl/>
        </w:rPr>
        <w:t>מרתון "רומא העתיקה</w:t>
      </w:r>
      <w:r w:rsidR="003E6F9A" w:rsidRPr="0063445A">
        <w:rPr>
          <w:rFonts w:ascii="arial bold" w:hAnsi="arial bold"/>
          <w:b/>
          <w:bCs/>
          <w:color w:val="FFFFFF" w:themeColor="background1"/>
          <w:sz w:val="30"/>
          <w:szCs w:val="32"/>
          <w:highlight w:val="darkRed"/>
          <w:rtl/>
        </w:rPr>
        <w:t>"</w:t>
      </w:r>
      <w:r w:rsidRPr="0063445A">
        <w:rPr>
          <w:rFonts w:ascii="arial bold" w:hAnsi="arial bold"/>
          <w:b/>
          <w:bCs/>
          <w:color w:val="FFFFFF" w:themeColor="background1"/>
          <w:sz w:val="30"/>
          <w:szCs w:val="32"/>
          <w:highlight w:val="darkRed"/>
          <w:rtl/>
        </w:rPr>
        <w:t xml:space="preserve"> </w:t>
      </w:r>
    </w:p>
    <w:p w:rsidR="003E6F9A" w:rsidRPr="003E6F9A" w:rsidRDefault="003E6F9A" w:rsidP="003E6F9A">
      <w:pPr>
        <w:ind w:left="57" w:right="57"/>
        <w:jc w:val="both"/>
        <w:rPr>
          <w:b/>
          <w:bCs/>
          <w:color w:val="C00000"/>
          <w:sz w:val="4"/>
          <w:szCs w:val="4"/>
          <w:u w:val="single"/>
          <w:rtl/>
        </w:rPr>
      </w:pPr>
    </w:p>
    <w:p w:rsidR="00AC3DB1" w:rsidRPr="003E6F9A" w:rsidRDefault="00AC3DB1" w:rsidP="003E6F9A">
      <w:pPr>
        <w:ind w:left="57" w:right="57"/>
        <w:jc w:val="both"/>
        <w:rPr>
          <w:rFonts w:ascii="arial bold" w:hAnsi="arial bold"/>
          <w:b/>
          <w:bCs/>
          <w:shadow/>
          <w:color w:val="0000FF"/>
          <w:spacing w:val="8"/>
          <w:kern w:val="30"/>
          <w:sz w:val="30"/>
          <w:szCs w:val="28"/>
          <w:rtl/>
        </w:rPr>
      </w:pPr>
      <w:r w:rsidRPr="003E6F9A">
        <w:rPr>
          <w:b/>
          <w:bCs/>
          <w:color w:val="C00000"/>
          <w:sz w:val="22"/>
          <w:szCs w:val="22"/>
          <w:u w:val="single"/>
          <w:rtl/>
        </w:rPr>
        <w:t xml:space="preserve">יום שבת, 18 באפריל,  </w:t>
      </w:r>
      <w:r w:rsidR="0063445A">
        <w:rPr>
          <w:rFonts w:hint="cs"/>
          <w:b/>
          <w:bCs/>
          <w:color w:val="C00000"/>
          <w:sz w:val="22"/>
          <w:szCs w:val="22"/>
          <w:u w:val="single"/>
          <w:rtl/>
        </w:rPr>
        <w:t xml:space="preserve">החל </w:t>
      </w:r>
      <w:r w:rsidRPr="003E6F9A">
        <w:rPr>
          <w:b/>
          <w:bCs/>
          <w:color w:val="C00000"/>
          <w:sz w:val="22"/>
          <w:szCs w:val="22"/>
          <w:u w:val="single"/>
          <w:rtl/>
        </w:rPr>
        <w:t>מ</w:t>
      </w:r>
      <w:r w:rsidR="0063445A">
        <w:rPr>
          <w:rFonts w:hint="cs"/>
          <w:b/>
          <w:bCs/>
          <w:color w:val="C00000"/>
          <w:sz w:val="22"/>
          <w:szCs w:val="22"/>
          <w:u w:val="single"/>
          <w:rtl/>
        </w:rPr>
        <w:t>ה</w:t>
      </w:r>
      <w:r w:rsidRPr="003E6F9A">
        <w:rPr>
          <w:b/>
          <w:bCs/>
          <w:color w:val="C00000"/>
          <w:sz w:val="22"/>
          <w:szCs w:val="22"/>
          <w:u w:val="single"/>
          <w:rtl/>
        </w:rPr>
        <w:t>שעה 12:00</w:t>
      </w:r>
    </w:p>
    <w:p w:rsidR="003E6F9A" w:rsidRPr="003E6F9A" w:rsidRDefault="003E6F9A" w:rsidP="00CB23AB">
      <w:pPr>
        <w:ind w:left="57" w:right="57"/>
        <w:jc w:val="both"/>
        <w:rPr>
          <w:b/>
          <w:bCs/>
          <w:color w:val="C00000"/>
          <w:sz w:val="6"/>
          <w:szCs w:val="6"/>
          <w:u w:val="single"/>
          <w:rtl/>
        </w:rPr>
      </w:pPr>
    </w:p>
    <w:p w:rsidR="00AC3DB1" w:rsidRPr="00CB23AB" w:rsidRDefault="00AC3DB1" w:rsidP="00CB23AB">
      <w:pPr>
        <w:ind w:left="57" w:right="57"/>
        <w:jc w:val="both"/>
        <w:rPr>
          <w:rFonts w:ascii="Verdana" w:hAnsi="Verdana"/>
          <w:sz w:val="22"/>
          <w:szCs w:val="22"/>
          <w:rtl/>
        </w:rPr>
      </w:pPr>
      <w:r w:rsidRPr="00CB23AB">
        <w:rPr>
          <w:rFonts w:ascii="Verdana" w:hAnsi="Verdana" w:hint="eastAsia"/>
          <w:sz w:val="22"/>
          <w:szCs w:val="22"/>
          <w:rtl/>
        </w:rPr>
        <w:t>לפי</w:t>
      </w:r>
      <w:r w:rsidRPr="00CB23AB">
        <w:rPr>
          <w:rFonts w:ascii="Verdana" w:hAnsi="Verdana"/>
          <w:sz w:val="22"/>
          <w:szCs w:val="22"/>
          <w:rtl/>
        </w:rPr>
        <w:t xml:space="preserve"> </w:t>
      </w:r>
      <w:r w:rsidRPr="00CB23AB">
        <w:rPr>
          <w:rFonts w:ascii="Verdana" w:hAnsi="Verdana" w:hint="eastAsia"/>
          <w:sz w:val="22"/>
          <w:szCs w:val="22"/>
          <w:rtl/>
        </w:rPr>
        <w:t>המסורת</w:t>
      </w:r>
      <w:r w:rsidRPr="00CB23AB">
        <w:rPr>
          <w:rFonts w:ascii="Verdana" w:hAnsi="Verdana"/>
          <w:sz w:val="22"/>
          <w:szCs w:val="22"/>
          <w:rtl/>
        </w:rPr>
        <w:t xml:space="preserve"> </w:t>
      </w:r>
      <w:r w:rsidRPr="00CB23AB">
        <w:rPr>
          <w:rFonts w:ascii="Verdana" w:hAnsi="Verdana" w:hint="eastAsia"/>
          <w:sz w:val="22"/>
          <w:szCs w:val="22"/>
          <w:rtl/>
        </w:rPr>
        <w:t>הרומאית</w:t>
      </w:r>
      <w:r w:rsidRPr="00CB23AB">
        <w:rPr>
          <w:rFonts w:ascii="Verdana" w:hAnsi="Verdana"/>
          <w:sz w:val="22"/>
          <w:szCs w:val="22"/>
          <w:rtl/>
        </w:rPr>
        <w:t xml:space="preserve">, </w:t>
      </w:r>
      <w:r w:rsidRPr="00CB23AB">
        <w:rPr>
          <w:rFonts w:ascii="Verdana" w:hAnsi="Verdana" w:hint="eastAsia"/>
          <w:sz w:val="22"/>
          <w:szCs w:val="22"/>
          <w:rtl/>
        </w:rPr>
        <w:t>ב</w:t>
      </w:r>
      <w:r w:rsidRPr="00CB23AB">
        <w:rPr>
          <w:rFonts w:ascii="Verdana" w:hAnsi="Verdana"/>
          <w:sz w:val="22"/>
          <w:szCs w:val="22"/>
          <w:rtl/>
        </w:rPr>
        <w:t xml:space="preserve">-21 </w:t>
      </w:r>
      <w:r w:rsidRPr="00CB23AB">
        <w:rPr>
          <w:rFonts w:ascii="Verdana" w:hAnsi="Verdana" w:hint="eastAsia"/>
          <w:sz w:val="22"/>
          <w:szCs w:val="22"/>
          <w:rtl/>
        </w:rPr>
        <w:t>באפריל</w:t>
      </w:r>
      <w:r w:rsidRPr="00CB23AB">
        <w:rPr>
          <w:rFonts w:ascii="Verdana" w:hAnsi="Verdana"/>
          <w:sz w:val="22"/>
          <w:szCs w:val="22"/>
          <w:rtl/>
        </w:rPr>
        <w:t xml:space="preserve">, </w:t>
      </w:r>
      <w:r w:rsidRPr="00CB23AB">
        <w:rPr>
          <w:rFonts w:ascii="Verdana" w:hAnsi="Verdana" w:hint="eastAsia"/>
          <w:sz w:val="22"/>
          <w:szCs w:val="22"/>
          <w:rtl/>
        </w:rPr>
        <w:t>שנת</w:t>
      </w:r>
      <w:r w:rsidRPr="00CB23AB">
        <w:rPr>
          <w:rFonts w:ascii="Verdana" w:hAnsi="Verdana"/>
          <w:sz w:val="22"/>
          <w:szCs w:val="22"/>
          <w:rtl/>
        </w:rPr>
        <w:t xml:space="preserve"> 753 </w:t>
      </w:r>
      <w:r w:rsidRPr="00CB23AB">
        <w:rPr>
          <w:rFonts w:ascii="Verdana" w:hAnsi="Verdana" w:hint="eastAsia"/>
          <w:sz w:val="22"/>
          <w:szCs w:val="22"/>
          <w:rtl/>
        </w:rPr>
        <w:t>לפני</w:t>
      </w:r>
      <w:r w:rsidRPr="00CB23AB">
        <w:rPr>
          <w:rFonts w:ascii="Verdana" w:hAnsi="Verdana"/>
          <w:sz w:val="22"/>
          <w:szCs w:val="22"/>
          <w:rtl/>
        </w:rPr>
        <w:t xml:space="preserve"> </w:t>
      </w:r>
      <w:r w:rsidRPr="00CB23AB">
        <w:rPr>
          <w:rFonts w:ascii="Verdana" w:hAnsi="Verdana" w:hint="eastAsia"/>
          <w:sz w:val="22"/>
          <w:szCs w:val="22"/>
          <w:rtl/>
        </w:rPr>
        <w:t>הספירה</w:t>
      </w:r>
      <w:r w:rsidRPr="00CB23AB">
        <w:rPr>
          <w:rFonts w:ascii="Verdana" w:hAnsi="Verdana"/>
          <w:sz w:val="22"/>
          <w:szCs w:val="22"/>
          <w:rtl/>
        </w:rPr>
        <w:t xml:space="preserve">, </w:t>
      </w:r>
      <w:r w:rsidRPr="00CB23AB">
        <w:rPr>
          <w:rFonts w:ascii="Verdana" w:hAnsi="Verdana" w:hint="eastAsia"/>
          <w:sz w:val="22"/>
          <w:szCs w:val="22"/>
          <w:rtl/>
        </w:rPr>
        <w:t>נוסדה</w:t>
      </w:r>
      <w:r w:rsidRPr="00CB23AB">
        <w:rPr>
          <w:rFonts w:ascii="Verdana" w:hAnsi="Verdana"/>
          <w:sz w:val="22"/>
          <w:szCs w:val="22"/>
          <w:rtl/>
        </w:rPr>
        <w:t xml:space="preserve"> </w:t>
      </w:r>
      <w:r w:rsidRPr="00CB23AB">
        <w:rPr>
          <w:rFonts w:ascii="Verdana" w:hAnsi="Verdana" w:hint="eastAsia"/>
          <w:sz w:val="22"/>
          <w:szCs w:val="22"/>
          <w:rtl/>
        </w:rPr>
        <w:t>העיר</w:t>
      </w:r>
      <w:r w:rsidRPr="00CB23AB">
        <w:rPr>
          <w:rFonts w:ascii="Verdana" w:hAnsi="Verdana"/>
          <w:sz w:val="22"/>
          <w:szCs w:val="22"/>
          <w:rtl/>
        </w:rPr>
        <w:t xml:space="preserve"> </w:t>
      </w:r>
      <w:r w:rsidRPr="00CB23AB">
        <w:rPr>
          <w:rFonts w:ascii="Verdana" w:hAnsi="Verdana" w:hint="eastAsia"/>
          <w:sz w:val="22"/>
          <w:szCs w:val="22"/>
          <w:rtl/>
        </w:rPr>
        <w:t>רומא</w:t>
      </w:r>
      <w:r w:rsidRPr="00CB23AB">
        <w:rPr>
          <w:rFonts w:ascii="Verdana" w:hAnsi="Verdana"/>
          <w:sz w:val="22"/>
          <w:szCs w:val="22"/>
          <w:rtl/>
        </w:rPr>
        <w:t xml:space="preserve"> </w:t>
      </w:r>
      <w:r w:rsidRPr="00CB23AB">
        <w:rPr>
          <w:rFonts w:ascii="Verdana" w:hAnsi="Verdana" w:hint="eastAsia"/>
          <w:sz w:val="22"/>
          <w:szCs w:val="22"/>
          <w:rtl/>
        </w:rPr>
        <w:t>על</w:t>
      </w:r>
      <w:r w:rsidRPr="00CB23AB">
        <w:rPr>
          <w:rFonts w:ascii="Verdana" w:hAnsi="Verdana"/>
          <w:sz w:val="22"/>
          <w:szCs w:val="22"/>
          <w:rtl/>
        </w:rPr>
        <w:t>-</w:t>
      </w:r>
      <w:r w:rsidRPr="00CB23AB">
        <w:rPr>
          <w:rFonts w:ascii="Verdana" w:hAnsi="Verdana" w:hint="eastAsia"/>
          <w:sz w:val="22"/>
          <w:szCs w:val="22"/>
          <w:rtl/>
        </w:rPr>
        <w:t>ידי</w:t>
      </w:r>
      <w:r w:rsidRPr="00CB23AB">
        <w:rPr>
          <w:rFonts w:ascii="Verdana" w:hAnsi="Verdana"/>
          <w:sz w:val="22"/>
          <w:szCs w:val="22"/>
          <w:rtl/>
        </w:rPr>
        <w:t xml:space="preserve"> </w:t>
      </w:r>
      <w:r w:rsidRPr="00CB23AB">
        <w:rPr>
          <w:rFonts w:ascii="Verdana" w:hAnsi="Verdana" w:hint="eastAsia"/>
          <w:sz w:val="22"/>
          <w:szCs w:val="22"/>
          <w:rtl/>
        </w:rPr>
        <w:t>האחים</w:t>
      </w:r>
      <w:r w:rsidRPr="00CB23AB">
        <w:rPr>
          <w:rFonts w:ascii="Verdana" w:hAnsi="Verdana"/>
          <w:sz w:val="22"/>
          <w:szCs w:val="22"/>
          <w:rtl/>
        </w:rPr>
        <w:t xml:space="preserve"> </w:t>
      </w:r>
      <w:r w:rsidRPr="00CB23AB">
        <w:rPr>
          <w:rFonts w:ascii="Verdana" w:hAnsi="Verdana" w:hint="eastAsia"/>
          <w:sz w:val="22"/>
          <w:szCs w:val="22"/>
          <w:rtl/>
        </w:rPr>
        <w:t>התאומים</w:t>
      </w:r>
      <w:r w:rsidRPr="00CB23AB">
        <w:rPr>
          <w:rFonts w:ascii="Verdana" w:hAnsi="Verdana"/>
          <w:sz w:val="22"/>
          <w:szCs w:val="22"/>
          <w:rtl/>
        </w:rPr>
        <w:t xml:space="preserve"> </w:t>
      </w:r>
      <w:r w:rsidRPr="00CB23AB">
        <w:rPr>
          <w:rFonts w:ascii="Verdana" w:hAnsi="Verdana" w:hint="eastAsia"/>
          <w:sz w:val="22"/>
          <w:szCs w:val="22"/>
          <w:rtl/>
        </w:rPr>
        <w:t>רמוס</w:t>
      </w:r>
      <w:r w:rsidRPr="00CB23AB">
        <w:rPr>
          <w:rFonts w:ascii="Verdana" w:hAnsi="Verdana"/>
          <w:sz w:val="22"/>
          <w:szCs w:val="22"/>
          <w:rtl/>
        </w:rPr>
        <w:t xml:space="preserve"> </w:t>
      </w:r>
      <w:r w:rsidRPr="00CB23AB">
        <w:rPr>
          <w:rFonts w:ascii="Verdana" w:hAnsi="Verdana" w:hint="eastAsia"/>
          <w:sz w:val="22"/>
          <w:szCs w:val="22"/>
          <w:rtl/>
        </w:rPr>
        <w:t>ורומולס</w:t>
      </w:r>
      <w:r w:rsidRPr="00CB23AB">
        <w:rPr>
          <w:rFonts w:ascii="Verdana" w:hAnsi="Verdana"/>
          <w:sz w:val="22"/>
          <w:szCs w:val="22"/>
          <w:rtl/>
        </w:rPr>
        <w:t xml:space="preserve">, </w:t>
      </w:r>
      <w:r w:rsidRPr="00CB23AB">
        <w:rPr>
          <w:rFonts w:ascii="Verdana" w:hAnsi="Verdana" w:hint="eastAsia"/>
          <w:sz w:val="22"/>
          <w:szCs w:val="22"/>
          <w:rtl/>
        </w:rPr>
        <w:t>שהיה</w:t>
      </w:r>
      <w:r w:rsidRPr="00CB23AB">
        <w:rPr>
          <w:rFonts w:ascii="Verdana" w:hAnsi="Verdana"/>
          <w:sz w:val="22"/>
          <w:szCs w:val="22"/>
          <w:rtl/>
        </w:rPr>
        <w:t xml:space="preserve"> </w:t>
      </w:r>
      <w:r w:rsidRPr="00CB23AB">
        <w:rPr>
          <w:rFonts w:ascii="Verdana" w:hAnsi="Verdana" w:hint="eastAsia"/>
          <w:sz w:val="22"/>
          <w:szCs w:val="22"/>
          <w:rtl/>
        </w:rPr>
        <w:t>למלכה</w:t>
      </w:r>
      <w:r w:rsidRPr="00CB23AB">
        <w:rPr>
          <w:rFonts w:ascii="Verdana" w:hAnsi="Verdana"/>
          <w:sz w:val="22"/>
          <w:szCs w:val="22"/>
          <w:rtl/>
        </w:rPr>
        <w:t xml:space="preserve"> </w:t>
      </w:r>
      <w:r w:rsidRPr="00CB23AB">
        <w:rPr>
          <w:rFonts w:ascii="Verdana" w:hAnsi="Verdana" w:hint="eastAsia"/>
          <w:sz w:val="22"/>
          <w:szCs w:val="22"/>
          <w:rtl/>
        </w:rPr>
        <w:t>הראשון</w:t>
      </w:r>
      <w:r w:rsidRPr="00CB23AB">
        <w:rPr>
          <w:rFonts w:ascii="Verdana" w:hAnsi="Verdana"/>
          <w:sz w:val="22"/>
          <w:szCs w:val="22"/>
          <w:rtl/>
        </w:rPr>
        <w:t xml:space="preserve"> </w:t>
      </w:r>
      <w:r w:rsidRPr="00CB23AB">
        <w:rPr>
          <w:rFonts w:ascii="Verdana" w:hAnsi="Verdana" w:hint="eastAsia"/>
          <w:sz w:val="22"/>
          <w:szCs w:val="22"/>
          <w:rtl/>
        </w:rPr>
        <w:t>של</w:t>
      </w:r>
      <w:r w:rsidRPr="00CB23AB">
        <w:rPr>
          <w:rFonts w:ascii="Verdana" w:hAnsi="Verdana"/>
          <w:sz w:val="22"/>
          <w:szCs w:val="22"/>
          <w:rtl/>
        </w:rPr>
        <w:t xml:space="preserve"> </w:t>
      </w:r>
      <w:r w:rsidRPr="00CB23AB">
        <w:rPr>
          <w:rFonts w:ascii="Verdana" w:hAnsi="Verdana" w:hint="eastAsia"/>
          <w:sz w:val="22"/>
          <w:szCs w:val="22"/>
          <w:rtl/>
        </w:rPr>
        <w:t>העיר</w:t>
      </w:r>
      <w:r w:rsidRPr="00CB23AB">
        <w:rPr>
          <w:rFonts w:ascii="Verdana" w:hAnsi="Verdana"/>
          <w:sz w:val="22"/>
          <w:szCs w:val="22"/>
          <w:rtl/>
        </w:rPr>
        <w:t xml:space="preserve">. </w:t>
      </w:r>
      <w:r w:rsidRPr="00CB23AB">
        <w:rPr>
          <w:rFonts w:ascii="Verdana" w:hAnsi="Verdana" w:hint="eastAsia"/>
          <w:sz w:val="22"/>
          <w:szCs w:val="22"/>
          <w:rtl/>
        </w:rPr>
        <w:t>ערוץ</w:t>
      </w:r>
      <w:r w:rsidRPr="00CB23AB">
        <w:rPr>
          <w:rFonts w:ascii="Verdana" w:hAnsi="Verdana"/>
          <w:sz w:val="22"/>
          <w:szCs w:val="22"/>
          <w:rtl/>
        </w:rPr>
        <w:t xml:space="preserve"> </w:t>
      </w:r>
      <w:r w:rsidRPr="00CB23AB">
        <w:rPr>
          <w:rFonts w:ascii="Verdana" w:hAnsi="Verdana" w:hint="eastAsia"/>
          <w:sz w:val="22"/>
          <w:szCs w:val="22"/>
          <w:rtl/>
        </w:rPr>
        <w:t>ההיסטוריה</w:t>
      </w:r>
      <w:r w:rsidRPr="00CB23AB">
        <w:rPr>
          <w:rFonts w:ascii="Verdana" w:hAnsi="Verdana"/>
          <w:sz w:val="22"/>
          <w:szCs w:val="22"/>
          <w:rtl/>
        </w:rPr>
        <w:t xml:space="preserve"> </w:t>
      </w:r>
      <w:r w:rsidRPr="00CB23AB">
        <w:rPr>
          <w:rFonts w:ascii="Verdana" w:hAnsi="Verdana" w:hint="eastAsia"/>
          <w:sz w:val="22"/>
          <w:szCs w:val="22"/>
          <w:rtl/>
        </w:rPr>
        <w:t>מציין</w:t>
      </w:r>
      <w:r w:rsidRPr="00CB23AB">
        <w:rPr>
          <w:rFonts w:ascii="Verdana" w:hAnsi="Verdana"/>
          <w:sz w:val="22"/>
          <w:szCs w:val="22"/>
          <w:rtl/>
        </w:rPr>
        <w:t xml:space="preserve"> </w:t>
      </w:r>
      <w:r w:rsidRPr="00CB23AB">
        <w:rPr>
          <w:rFonts w:ascii="Verdana" w:hAnsi="Verdana" w:hint="eastAsia"/>
          <w:sz w:val="22"/>
          <w:szCs w:val="22"/>
          <w:rtl/>
        </w:rPr>
        <w:t>את</w:t>
      </w:r>
      <w:r w:rsidRPr="00CB23AB">
        <w:rPr>
          <w:rFonts w:ascii="Verdana" w:hAnsi="Verdana"/>
          <w:sz w:val="22"/>
          <w:szCs w:val="22"/>
          <w:rtl/>
        </w:rPr>
        <w:t xml:space="preserve"> </w:t>
      </w:r>
      <w:r w:rsidRPr="00CB23AB">
        <w:rPr>
          <w:rFonts w:ascii="Verdana" w:hAnsi="Verdana" w:hint="eastAsia"/>
          <w:sz w:val="22"/>
          <w:szCs w:val="22"/>
          <w:rtl/>
        </w:rPr>
        <w:t>האירוע</w:t>
      </w:r>
      <w:r w:rsidRPr="00CB23AB">
        <w:rPr>
          <w:rFonts w:ascii="Verdana" w:hAnsi="Verdana"/>
          <w:sz w:val="22"/>
          <w:szCs w:val="22"/>
          <w:rtl/>
        </w:rPr>
        <w:t xml:space="preserve"> </w:t>
      </w:r>
      <w:r w:rsidRPr="00CB23AB">
        <w:rPr>
          <w:rFonts w:ascii="Verdana" w:hAnsi="Verdana" w:hint="eastAsia"/>
          <w:sz w:val="22"/>
          <w:szCs w:val="22"/>
          <w:rtl/>
        </w:rPr>
        <w:t>ההיסטוריה</w:t>
      </w:r>
      <w:r w:rsidRPr="00CB23AB">
        <w:rPr>
          <w:rFonts w:ascii="Verdana" w:hAnsi="Verdana"/>
          <w:sz w:val="22"/>
          <w:szCs w:val="22"/>
          <w:rtl/>
        </w:rPr>
        <w:t xml:space="preserve"> </w:t>
      </w:r>
      <w:r w:rsidRPr="00CB23AB">
        <w:rPr>
          <w:rFonts w:ascii="Verdana" w:hAnsi="Verdana" w:hint="eastAsia"/>
          <w:sz w:val="22"/>
          <w:szCs w:val="22"/>
          <w:rtl/>
        </w:rPr>
        <w:t>ומשדר</w:t>
      </w:r>
      <w:r w:rsidRPr="00CB23AB">
        <w:rPr>
          <w:rFonts w:ascii="Verdana" w:hAnsi="Verdana"/>
          <w:sz w:val="22"/>
          <w:szCs w:val="22"/>
          <w:rtl/>
        </w:rPr>
        <w:t xml:space="preserve"> </w:t>
      </w:r>
      <w:r w:rsidRPr="00CB23AB">
        <w:rPr>
          <w:rFonts w:ascii="Verdana" w:hAnsi="Verdana" w:hint="eastAsia"/>
          <w:sz w:val="22"/>
          <w:szCs w:val="22"/>
          <w:rtl/>
        </w:rPr>
        <w:t>מספר</w:t>
      </w:r>
      <w:r w:rsidRPr="00CB23AB">
        <w:rPr>
          <w:rFonts w:ascii="Verdana" w:hAnsi="Verdana"/>
          <w:sz w:val="22"/>
          <w:szCs w:val="22"/>
          <w:rtl/>
        </w:rPr>
        <w:t xml:space="preserve"> </w:t>
      </w:r>
      <w:r w:rsidRPr="00CB23AB">
        <w:rPr>
          <w:rFonts w:ascii="Verdana" w:hAnsi="Verdana" w:hint="eastAsia"/>
          <w:sz w:val="22"/>
          <w:szCs w:val="22"/>
          <w:rtl/>
        </w:rPr>
        <w:t>תכניות</w:t>
      </w:r>
      <w:r w:rsidRPr="00CB23AB">
        <w:rPr>
          <w:rFonts w:ascii="Verdana" w:hAnsi="Verdana"/>
          <w:sz w:val="22"/>
          <w:szCs w:val="22"/>
          <w:rtl/>
        </w:rPr>
        <w:t xml:space="preserve"> </w:t>
      </w:r>
      <w:r w:rsidRPr="00CB23AB">
        <w:rPr>
          <w:rFonts w:ascii="Verdana" w:hAnsi="Verdana" w:hint="eastAsia"/>
          <w:sz w:val="22"/>
          <w:szCs w:val="22"/>
          <w:rtl/>
        </w:rPr>
        <w:t>העוסקות</w:t>
      </w:r>
      <w:r w:rsidRPr="00CB23AB">
        <w:rPr>
          <w:rFonts w:ascii="Verdana" w:hAnsi="Verdana"/>
          <w:sz w:val="22"/>
          <w:szCs w:val="22"/>
          <w:rtl/>
        </w:rPr>
        <w:t xml:space="preserve"> </w:t>
      </w:r>
      <w:r w:rsidRPr="00CB23AB">
        <w:rPr>
          <w:rFonts w:ascii="Verdana" w:hAnsi="Verdana" w:hint="eastAsia"/>
          <w:sz w:val="22"/>
          <w:szCs w:val="22"/>
          <w:rtl/>
        </w:rPr>
        <w:t>בעיר</w:t>
      </w:r>
      <w:r w:rsidRPr="00CB23AB">
        <w:rPr>
          <w:rFonts w:ascii="Verdana" w:hAnsi="Verdana"/>
          <w:sz w:val="22"/>
          <w:szCs w:val="22"/>
          <w:rtl/>
        </w:rPr>
        <w:t xml:space="preserve"> </w:t>
      </w:r>
      <w:r w:rsidRPr="00CB23AB">
        <w:rPr>
          <w:rFonts w:ascii="Verdana" w:hAnsi="Verdana" w:hint="eastAsia"/>
          <w:sz w:val="22"/>
          <w:szCs w:val="22"/>
          <w:rtl/>
        </w:rPr>
        <w:t>שלא</w:t>
      </w:r>
      <w:r w:rsidRPr="00CB23AB">
        <w:rPr>
          <w:rFonts w:ascii="Verdana" w:hAnsi="Verdana"/>
          <w:sz w:val="22"/>
          <w:szCs w:val="22"/>
          <w:rtl/>
        </w:rPr>
        <w:t xml:space="preserve"> </w:t>
      </w:r>
      <w:r w:rsidRPr="00CB23AB">
        <w:rPr>
          <w:rFonts w:ascii="Verdana" w:hAnsi="Verdana" w:hint="eastAsia"/>
          <w:sz w:val="22"/>
          <w:szCs w:val="22"/>
          <w:rtl/>
        </w:rPr>
        <w:t>נבנתה</w:t>
      </w:r>
      <w:r w:rsidRPr="00CB23AB">
        <w:rPr>
          <w:rFonts w:ascii="Verdana" w:hAnsi="Verdana"/>
          <w:sz w:val="22"/>
          <w:szCs w:val="22"/>
          <w:rtl/>
        </w:rPr>
        <w:t xml:space="preserve"> </w:t>
      </w:r>
      <w:r w:rsidRPr="00CB23AB">
        <w:rPr>
          <w:rFonts w:ascii="Verdana" w:hAnsi="Verdana" w:hint="eastAsia"/>
          <w:sz w:val="22"/>
          <w:szCs w:val="22"/>
          <w:rtl/>
        </w:rPr>
        <w:t>ביום</w:t>
      </w:r>
      <w:r w:rsidRPr="00CB23AB">
        <w:rPr>
          <w:rFonts w:ascii="Verdana" w:hAnsi="Verdana"/>
          <w:sz w:val="22"/>
          <w:szCs w:val="22"/>
          <w:rtl/>
        </w:rPr>
        <w:t>:</w:t>
      </w:r>
    </w:p>
    <w:p w:rsidR="00AC3DB1" w:rsidRPr="003E6F9A" w:rsidRDefault="00AC3DB1" w:rsidP="00CB23AB">
      <w:pPr>
        <w:ind w:left="57" w:right="57"/>
        <w:jc w:val="both"/>
        <w:rPr>
          <w:b/>
          <w:bCs/>
          <w:sz w:val="18"/>
          <w:szCs w:val="18"/>
          <w:rtl/>
        </w:rPr>
      </w:pPr>
    </w:p>
    <w:p w:rsidR="00AC3DB1" w:rsidRDefault="00AC3DB1" w:rsidP="00CB23AB">
      <w:pPr>
        <w:ind w:left="57" w:right="57"/>
        <w:jc w:val="both"/>
        <w:rPr>
          <w:rFonts w:ascii="arial bold" w:hAnsi="arial bold"/>
          <w:b/>
          <w:bCs/>
          <w:shadow/>
          <w:color w:val="0000FF"/>
          <w:spacing w:val="8"/>
          <w:kern w:val="30"/>
          <w:sz w:val="30"/>
          <w:szCs w:val="28"/>
          <w:rtl/>
        </w:rPr>
      </w:pPr>
      <w:r w:rsidRPr="003E6F9A">
        <w:rPr>
          <w:rFonts w:ascii="arial bold" w:hAnsi="arial bold" w:hint="eastAsia"/>
          <w:b/>
          <w:bCs/>
          <w:shadow/>
          <w:color w:val="0000FF"/>
          <w:spacing w:val="8"/>
          <w:kern w:val="30"/>
          <w:sz w:val="30"/>
          <w:szCs w:val="28"/>
          <w:rtl/>
        </w:rPr>
        <w:t>ערים</w:t>
      </w:r>
      <w:r w:rsidRPr="003E6F9A">
        <w:rPr>
          <w:rFonts w:ascii="arial bold" w:hAnsi="arial bold"/>
          <w:b/>
          <w:bCs/>
          <w:shadow/>
          <w:color w:val="0000FF"/>
          <w:spacing w:val="8"/>
          <w:kern w:val="30"/>
          <w:sz w:val="30"/>
          <w:szCs w:val="28"/>
          <w:rtl/>
        </w:rPr>
        <w:t xml:space="preserve">: </w:t>
      </w:r>
      <w:r w:rsidRPr="003E6F9A">
        <w:rPr>
          <w:rFonts w:ascii="arial bold" w:hAnsi="arial bold" w:hint="eastAsia"/>
          <w:b/>
          <w:bCs/>
          <w:shadow/>
          <w:color w:val="0000FF"/>
          <w:spacing w:val="8"/>
          <w:kern w:val="30"/>
          <w:sz w:val="30"/>
          <w:szCs w:val="28"/>
          <w:rtl/>
        </w:rPr>
        <w:t>עולם</w:t>
      </w:r>
      <w:r w:rsidRPr="003E6F9A">
        <w:rPr>
          <w:rFonts w:ascii="arial bold" w:hAnsi="arial bold"/>
          <w:b/>
          <w:bCs/>
          <w:shadow/>
          <w:color w:val="0000FF"/>
          <w:spacing w:val="8"/>
          <w:kern w:val="30"/>
          <w:sz w:val="30"/>
          <w:szCs w:val="28"/>
          <w:rtl/>
        </w:rPr>
        <w:t xml:space="preserve"> </w:t>
      </w:r>
      <w:r w:rsidRPr="003E6F9A">
        <w:rPr>
          <w:rFonts w:ascii="arial bold" w:hAnsi="arial bold" w:hint="eastAsia"/>
          <w:b/>
          <w:bCs/>
          <w:shadow/>
          <w:color w:val="0000FF"/>
          <w:spacing w:val="8"/>
          <w:kern w:val="30"/>
          <w:sz w:val="30"/>
          <w:szCs w:val="28"/>
          <w:rtl/>
        </w:rPr>
        <w:t>תת</w:t>
      </w:r>
      <w:r w:rsidRPr="003E6F9A">
        <w:rPr>
          <w:rFonts w:ascii="arial bold" w:hAnsi="arial bold"/>
          <w:b/>
          <w:bCs/>
          <w:shadow/>
          <w:color w:val="0000FF"/>
          <w:spacing w:val="8"/>
          <w:kern w:val="30"/>
          <w:sz w:val="30"/>
          <w:szCs w:val="28"/>
          <w:rtl/>
        </w:rPr>
        <w:t>-</w:t>
      </w:r>
      <w:r w:rsidRPr="003E6F9A">
        <w:rPr>
          <w:rFonts w:ascii="arial bold" w:hAnsi="arial bold" w:hint="eastAsia"/>
          <w:b/>
          <w:bCs/>
          <w:shadow/>
          <w:color w:val="0000FF"/>
          <w:spacing w:val="8"/>
          <w:kern w:val="30"/>
          <w:sz w:val="30"/>
          <w:szCs w:val="28"/>
          <w:rtl/>
        </w:rPr>
        <w:t>קרקעי</w:t>
      </w:r>
      <w:r w:rsidRPr="003E6F9A">
        <w:rPr>
          <w:rFonts w:ascii="arial bold" w:hAnsi="arial bold"/>
          <w:b/>
          <w:bCs/>
          <w:shadow/>
          <w:color w:val="0000FF"/>
          <w:spacing w:val="8"/>
          <w:kern w:val="30"/>
          <w:sz w:val="30"/>
          <w:szCs w:val="28"/>
          <w:rtl/>
        </w:rPr>
        <w:t xml:space="preserve"> - </w:t>
      </w:r>
      <w:r w:rsidRPr="003E6F9A">
        <w:rPr>
          <w:rFonts w:ascii="arial bold" w:hAnsi="arial bold" w:hint="eastAsia"/>
          <w:b/>
          <w:bCs/>
          <w:shadow/>
          <w:color w:val="0000FF"/>
          <w:spacing w:val="8"/>
          <w:kern w:val="30"/>
          <w:sz w:val="30"/>
          <w:szCs w:val="28"/>
          <w:rtl/>
        </w:rPr>
        <w:t>עלייתה</w:t>
      </w:r>
      <w:r w:rsidRPr="003E6F9A">
        <w:rPr>
          <w:rFonts w:ascii="arial bold" w:hAnsi="arial bold"/>
          <w:b/>
          <w:bCs/>
          <w:shadow/>
          <w:color w:val="0000FF"/>
          <w:spacing w:val="8"/>
          <w:kern w:val="30"/>
          <w:sz w:val="30"/>
          <w:szCs w:val="28"/>
          <w:rtl/>
        </w:rPr>
        <w:t xml:space="preserve"> </w:t>
      </w:r>
      <w:r w:rsidRPr="003E6F9A">
        <w:rPr>
          <w:rFonts w:ascii="arial bold" w:hAnsi="arial bold" w:hint="eastAsia"/>
          <w:b/>
          <w:bCs/>
          <w:shadow/>
          <w:color w:val="0000FF"/>
          <w:spacing w:val="8"/>
          <w:kern w:val="30"/>
          <w:sz w:val="30"/>
          <w:szCs w:val="28"/>
          <w:rtl/>
        </w:rPr>
        <w:t>של</w:t>
      </w:r>
      <w:r w:rsidRPr="003E6F9A">
        <w:rPr>
          <w:rFonts w:ascii="arial bold" w:hAnsi="arial bold"/>
          <w:b/>
          <w:bCs/>
          <w:shadow/>
          <w:color w:val="0000FF"/>
          <w:spacing w:val="8"/>
          <w:kern w:val="30"/>
          <w:sz w:val="30"/>
          <w:szCs w:val="28"/>
          <w:rtl/>
        </w:rPr>
        <w:t xml:space="preserve"> </w:t>
      </w:r>
      <w:r w:rsidRPr="003E6F9A">
        <w:rPr>
          <w:rFonts w:ascii="arial bold" w:hAnsi="arial bold" w:hint="eastAsia"/>
          <w:b/>
          <w:bCs/>
          <w:shadow/>
          <w:color w:val="0000FF"/>
          <w:spacing w:val="8"/>
          <w:kern w:val="30"/>
          <w:sz w:val="30"/>
          <w:szCs w:val="28"/>
          <w:rtl/>
        </w:rPr>
        <w:t>רומא</w:t>
      </w:r>
      <w:r w:rsidR="003E6F9A">
        <w:rPr>
          <w:rFonts w:ascii="arial bold" w:hAnsi="arial bold" w:hint="cs"/>
          <w:b/>
          <w:bCs/>
          <w:shadow/>
          <w:color w:val="0000FF"/>
          <w:spacing w:val="8"/>
          <w:kern w:val="30"/>
          <w:sz w:val="30"/>
          <w:szCs w:val="28"/>
          <w:rtl/>
        </w:rPr>
        <w:t xml:space="preserve"> /</w:t>
      </w:r>
      <w:r w:rsidRPr="003E6F9A">
        <w:rPr>
          <w:rFonts w:ascii="arial bold" w:hAnsi="arial bold"/>
          <w:b/>
          <w:bCs/>
          <w:shadow/>
          <w:color w:val="0000FF"/>
          <w:spacing w:val="8"/>
          <w:kern w:val="30"/>
          <w:sz w:val="30"/>
          <w:szCs w:val="28"/>
          <w:rtl/>
        </w:rPr>
        <w:t xml:space="preserve"> </w:t>
      </w:r>
      <w:r w:rsidRPr="003E6F9A">
        <w:rPr>
          <w:rFonts w:ascii="arial bold" w:hAnsi="arial bold"/>
          <w:b/>
          <w:bCs/>
          <w:shadow/>
          <w:color w:val="0000FF"/>
          <w:spacing w:val="8"/>
          <w:kern w:val="30"/>
          <w:sz w:val="30"/>
          <w:szCs w:val="28"/>
        </w:rPr>
        <w:t>Rome: The Rise</w:t>
      </w:r>
    </w:p>
    <w:p w:rsidR="003E6F9A" w:rsidRPr="003E6F9A" w:rsidRDefault="003E6F9A" w:rsidP="003E6F9A">
      <w:pPr>
        <w:ind w:left="57" w:right="57"/>
        <w:jc w:val="both"/>
        <w:rPr>
          <w:b/>
          <w:bCs/>
          <w:color w:val="C00000"/>
          <w:sz w:val="22"/>
          <w:szCs w:val="22"/>
          <w:u w:val="single"/>
          <w:rtl/>
        </w:rPr>
      </w:pPr>
      <w:r w:rsidRPr="003E6F9A">
        <w:rPr>
          <w:b/>
          <w:bCs/>
          <w:color w:val="C00000"/>
          <w:sz w:val="22"/>
          <w:szCs w:val="22"/>
          <w:u w:val="single"/>
          <w:rtl/>
        </w:rPr>
        <w:t>יום שבת, 18 באפריל בשעות 12:00 ו-21:35</w:t>
      </w:r>
    </w:p>
    <w:p w:rsidR="003E6F9A" w:rsidRPr="003E6F9A" w:rsidRDefault="003E6F9A" w:rsidP="00CB23AB">
      <w:pPr>
        <w:ind w:left="57" w:right="57"/>
        <w:jc w:val="both"/>
        <w:rPr>
          <w:rFonts w:ascii="arial bold" w:hAnsi="arial bold"/>
          <w:b/>
          <w:bCs/>
          <w:shadow/>
          <w:color w:val="0000FF"/>
          <w:spacing w:val="8"/>
          <w:kern w:val="30"/>
          <w:sz w:val="10"/>
          <w:szCs w:val="6"/>
          <w:rtl/>
        </w:rPr>
      </w:pPr>
    </w:p>
    <w:p w:rsidR="00AC3DB1" w:rsidRPr="00CB23AB" w:rsidRDefault="00AC3DB1" w:rsidP="00CB23AB">
      <w:pPr>
        <w:ind w:left="57" w:right="57"/>
        <w:jc w:val="both"/>
        <w:rPr>
          <w:b/>
          <w:bCs/>
          <w:rtl/>
        </w:rPr>
      </w:pPr>
      <w:r w:rsidRPr="00CB23AB">
        <w:rPr>
          <w:kern w:val="0"/>
          <w:sz w:val="22"/>
          <w:szCs w:val="22"/>
          <w:rtl/>
          <w:lang w:eastAsia="en-US"/>
        </w:rPr>
        <w:t>כיצד הפכו הרומאים לאימפריה חובקת עולם? חלק גדול מהתשובה טמון מתחת לאדמה. החל משכונות מגורים, דרך מערכות ביוב, אקוודוקטים ותיאטראות, נגלה כי רבים מפלאי ההנדסה המודרנית נבנו בהשראת התכנון הרומי.</w:t>
      </w:r>
    </w:p>
    <w:p w:rsidR="00AC3DB1" w:rsidRPr="00CB23AB" w:rsidRDefault="00AC3DB1" w:rsidP="00CB23AB">
      <w:pPr>
        <w:ind w:left="57" w:right="57"/>
        <w:jc w:val="both"/>
        <w:rPr>
          <w:rFonts w:ascii="Verdana" w:hAnsi="Verdana"/>
          <w:b/>
          <w:bCs/>
          <w:rtl/>
        </w:rPr>
      </w:pPr>
    </w:p>
    <w:p w:rsidR="00AC3DB1" w:rsidRPr="003E6F9A" w:rsidRDefault="00AC3DB1" w:rsidP="00CB23AB">
      <w:pPr>
        <w:ind w:left="57" w:right="57"/>
        <w:jc w:val="both"/>
        <w:rPr>
          <w:rFonts w:ascii="arial bold" w:hAnsi="arial bold"/>
          <w:b/>
          <w:bCs/>
          <w:shadow/>
          <w:color w:val="0000FF"/>
          <w:kern w:val="30"/>
          <w:sz w:val="30"/>
          <w:szCs w:val="28"/>
          <w:rtl/>
        </w:rPr>
      </w:pPr>
      <w:r w:rsidRPr="003E6F9A">
        <w:rPr>
          <w:rFonts w:ascii="arial bold" w:hAnsi="arial bold" w:hint="eastAsia"/>
          <w:b/>
          <w:bCs/>
          <w:shadow/>
          <w:color w:val="0000FF"/>
          <w:kern w:val="30"/>
          <w:sz w:val="30"/>
          <w:szCs w:val="28"/>
          <w:rtl/>
        </w:rPr>
        <w:t>ערים</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עולם</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תת</w:t>
      </w:r>
      <w:r w:rsidRPr="003E6F9A">
        <w:rPr>
          <w:rFonts w:ascii="arial bold" w:hAnsi="arial bold"/>
          <w:b/>
          <w:bCs/>
          <w:shadow/>
          <w:color w:val="0000FF"/>
          <w:kern w:val="30"/>
          <w:sz w:val="30"/>
          <w:szCs w:val="28"/>
          <w:rtl/>
        </w:rPr>
        <w:t>-</w:t>
      </w:r>
      <w:r w:rsidRPr="003E6F9A">
        <w:rPr>
          <w:rFonts w:ascii="arial bold" w:hAnsi="arial bold" w:hint="eastAsia"/>
          <w:b/>
          <w:bCs/>
          <w:shadow/>
          <w:color w:val="0000FF"/>
          <w:kern w:val="30"/>
          <w:sz w:val="30"/>
          <w:szCs w:val="28"/>
          <w:rtl/>
        </w:rPr>
        <w:t>קרקעי</w:t>
      </w:r>
      <w:r w:rsidRPr="003E6F9A">
        <w:rPr>
          <w:rFonts w:ascii="arial bold" w:hAnsi="arial bold"/>
          <w:b/>
          <w:bCs/>
          <w:shadow/>
          <w:color w:val="0000FF"/>
          <w:kern w:val="30"/>
          <w:sz w:val="30"/>
          <w:szCs w:val="28"/>
          <w:rtl/>
        </w:rPr>
        <w:t xml:space="preserve"> - </w:t>
      </w:r>
      <w:r w:rsidRPr="003E6F9A">
        <w:rPr>
          <w:rFonts w:ascii="arial bold" w:hAnsi="arial bold" w:hint="eastAsia"/>
          <w:b/>
          <w:bCs/>
          <w:shadow/>
          <w:color w:val="0000FF"/>
          <w:kern w:val="30"/>
          <w:sz w:val="30"/>
          <w:szCs w:val="28"/>
          <w:rtl/>
        </w:rPr>
        <w:t>האימפריה</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החשאית</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של</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רומא</w:t>
      </w:r>
      <w:r w:rsidR="003E6F9A" w:rsidRPr="003E6F9A">
        <w:rPr>
          <w:rFonts w:ascii="arial bold" w:hAnsi="arial bold" w:hint="cs"/>
          <w:b/>
          <w:bCs/>
          <w:shadow/>
          <w:color w:val="0000FF"/>
          <w:kern w:val="30"/>
          <w:sz w:val="30"/>
          <w:szCs w:val="28"/>
          <w:rtl/>
        </w:rPr>
        <w:t xml:space="preserve"> /</w:t>
      </w:r>
      <w:r w:rsidRPr="003E6F9A">
        <w:rPr>
          <w:rFonts w:ascii="arial bold" w:hAnsi="arial bold"/>
          <w:b/>
          <w:bCs/>
          <w:shadow/>
          <w:color w:val="0000FF"/>
          <w:kern w:val="30"/>
          <w:sz w:val="30"/>
          <w:szCs w:val="28"/>
        </w:rPr>
        <w:t>Rome's Hidden Empire</w:t>
      </w:r>
    </w:p>
    <w:p w:rsidR="003E6F9A" w:rsidRPr="003E6F9A" w:rsidRDefault="003E6F9A" w:rsidP="003E6F9A">
      <w:pPr>
        <w:ind w:left="57" w:right="57"/>
        <w:jc w:val="both"/>
        <w:rPr>
          <w:b/>
          <w:bCs/>
          <w:color w:val="C00000"/>
          <w:sz w:val="22"/>
          <w:szCs w:val="22"/>
          <w:u w:val="single"/>
          <w:rtl/>
        </w:rPr>
      </w:pPr>
      <w:r w:rsidRPr="003E6F9A">
        <w:rPr>
          <w:rFonts w:hint="eastAsia"/>
          <w:b/>
          <w:bCs/>
          <w:color w:val="C00000"/>
          <w:sz w:val="22"/>
          <w:szCs w:val="22"/>
          <w:u w:val="single"/>
          <w:rtl/>
        </w:rPr>
        <w:t>י</w:t>
      </w:r>
      <w:r w:rsidRPr="003E6F9A">
        <w:rPr>
          <w:b/>
          <w:bCs/>
          <w:color w:val="C00000"/>
          <w:sz w:val="22"/>
          <w:szCs w:val="22"/>
          <w:u w:val="single"/>
          <w:rtl/>
        </w:rPr>
        <w:t>ום שבת, 18 באפריל בשעות 12:50 ו-22:25</w:t>
      </w:r>
    </w:p>
    <w:p w:rsidR="003E6F9A" w:rsidRPr="003E6F9A" w:rsidRDefault="003E6F9A" w:rsidP="00CB23AB">
      <w:pPr>
        <w:ind w:left="57" w:right="57"/>
        <w:jc w:val="both"/>
        <w:rPr>
          <w:kern w:val="0"/>
          <w:sz w:val="4"/>
          <w:szCs w:val="4"/>
          <w:rtl/>
          <w:lang w:eastAsia="en-US"/>
        </w:rPr>
      </w:pPr>
    </w:p>
    <w:p w:rsidR="00AC3DB1" w:rsidRPr="00CB23AB" w:rsidRDefault="00AC3DB1" w:rsidP="00CB23AB">
      <w:pPr>
        <w:ind w:left="57" w:right="57"/>
        <w:jc w:val="both"/>
        <w:rPr>
          <w:b/>
          <w:bCs/>
          <w:rtl/>
        </w:rPr>
      </w:pPr>
      <w:r w:rsidRPr="00CB23AB">
        <w:rPr>
          <w:kern w:val="0"/>
          <w:sz w:val="22"/>
          <w:szCs w:val="22"/>
          <w:rtl/>
          <w:lang w:eastAsia="en-US"/>
        </w:rPr>
        <w:t>רומא היא עיר בה העבר פוגש את ההווה בכל פינת רחוב, וכל שליטיה הותירו בה את חותמם, מעל ומתחת לאדמה. סיור מרתק ברחובות הבירה האיטלקית, חושף עדויות לחיים באימפריה הרומית בימי שליטים כמו אוגוסטוס ונ</w:t>
      </w:r>
      <w:r w:rsidR="002418F7" w:rsidRPr="00CB23AB">
        <w:rPr>
          <w:rFonts w:hint="cs"/>
          <w:kern w:val="0"/>
          <w:sz w:val="22"/>
          <w:szCs w:val="22"/>
          <w:rtl/>
          <w:lang w:eastAsia="en-US"/>
        </w:rPr>
        <w:t>י</w:t>
      </w:r>
      <w:r w:rsidRPr="00CB23AB">
        <w:rPr>
          <w:kern w:val="0"/>
          <w:sz w:val="22"/>
          <w:szCs w:val="22"/>
          <w:rtl/>
          <w:lang w:eastAsia="en-US"/>
        </w:rPr>
        <w:t xml:space="preserve">רון. </w:t>
      </w:r>
    </w:p>
    <w:p w:rsidR="00AC3DB1" w:rsidRPr="00CB23AB" w:rsidRDefault="00AC3DB1" w:rsidP="00CB23AB">
      <w:pPr>
        <w:ind w:left="57" w:right="57"/>
        <w:jc w:val="both"/>
        <w:rPr>
          <w:b/>
          <w:bCs/>
          <w:rtl/>
        </w:rPr>
      </w:pPr>
    </w:p>
    <w:p w:rsidR="00AC3DB1" w:rsidRDefault="00AC3DB1" w:rsidP="003E6F9A">
      <w:pPr>
        <w:ind w:left="57" w:right="57"/>
        <w:jc w:val="both"/>
        <w:rPr>
          <w:rFonts w:ascii="arial bold" w:hAnsi="arial bold"/>
          <w:b/>
          <w:bCs/>
          <w:shadow/>
          <w:color w:val="0000FF"/>
          <w:kern w:val="30"/>
          <w:sz w:val="30"/>
          <w:szCs w:val="28"/>
          <w:rtl/>
        </w:rPr>
      </w:pPr>
      <w:r w:rsidRPr="003E6F9A">
        <w:rPr>
          <w:rFonts w:ascii="arial bold" w:hAnsi="arial bold" w:hint="eastAsia"/>
          <w:b/>
          <w:bCs/>
          <w:shadow/>
          <w:color w:val="0000FF"/>
          <w:kern w:val="30"/>
          <w:sz w:val="30"/>
          <w:szCs w:val="28"/>
          <w:rtl/>
        </w:rPr>
        <w:t>רומא</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העתיקה</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חיים</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בחטא</w:t>
      </w:r>
      <w:r w:rsidR="003E6F9A">
        <w:rPr>
          <w:rFonts w:ascii="arial bold" w:hAnsi="arial bold" w:hint="cs"/>
          <w:b/>
          <w:bCs/>
          <w:shadow/>
          <w:color w:val="0000FF"/>
          <w:kern w:val="30"/>
          <w:sz w:val="30"/>
          <w:szCs w:val="28"/>
          <w:rtl/>
        </w:rPr>
        <w:t xml:space="preserve"> /</w:t>
      </w:r>
      <w:r w:rsidRPr="003E6F9A">
        <w:rPr>
          <w:rFonts w:ascii="arial bold" w:hAnsi="arial bold"/>
          <w:b/>
          <w:bCs/>
          <w:shadow/>
          <w:color w:val="0000FF"/>
          <w:kern w:val="30"/>
          <w:sz w:val="30"/>
          <w:szCs w:val="28"/>
          <w:rtl/>
        </w:rPr>
        <w:t xml:space="preserve"> </w:t>
      </w:r>
      <w:r w:rsidRPr="003E6F9A">
        <w:rPr>
          <w:rFonts w:ascii="arial bold" w:hAnsi="arial bold"/>
          <w:b/>
          <w:bCs/>
          <w:shadow/>
          <w:color w:val="0000FF"/>
          <w:kern w:val="30"/>
          <w:sz w:val="30"/>
          <w:szCs w:val="28"/>
        </w:rPr>
        <w:t xml:space="preserve">   Roman Vice</w:t>
      </w:r>
    </w:p>
    <w:p w:rsidR="003E6F9A" w:rsidRPr="003E6F9A" w:rsidRDefault="003E6F9A" w:rsidP="003E6F9A">
      <w:pPr>
        <w:ind w:left="57" w:right="57"/>
        <w:jc w:val="both"/>
        <w:rPr>
          <w:b/>
          <w:bCs/>
          <w:color w:val="C00000"/>
          <w:sz w:val="22"/>
          <w:szCs w:val="22"/>
          <w:u w:val="single"/>
          <w:rtl/>
        </w:rPr>
      </w:pPr>
      <w:r w:rsidRPr="003E6F9A">
        <w:rPr>
          <w:rFonts w:hint="eastAsia"/>
          <w:b/>
          <w:bCs/>
          <w:color w:val="C00000"/>
          <w:sz w:val="22"/>
          <w:szCs w:val="22"/>
          <w:u w:val="single"/>
          <w:rtl/>
        </w:rPr>
        <w:t>י</w:t>
      </w:r>
      <w:r w:rsidRPr="003E6F9A">
        <w:rPr>
          <w:b/>
          <w:bCs/>
          <w:color w:val="C00000"/>
          <w:sz w:val="22"/>
          <w:szCs w:val="22"/>
          <w:u w:val="single"/>
          <w:rtl/>
        </w:rPr>
        <w:t>ום שבת, 18 באפריל בשעות 13:40 ו-23:15</w:t>
      </w:r>
    </w:p>
    <w:p w:rsidR="003E6F9A" w:rsidRPr="003E6F9A" w:rsidRDefault="003E6F9A" w:rsidP="003E6F9A">
      <w:pPr>
        <w:ind w:left="57" w:right="57"/>
        <w:jc w:val="both"/>
        <w:rPr>
          <w:rFonts w:ascii="arial bold" w:hAnsi="arial bold"/>
          <w:b/>
          <w:bCs/>
          <w:shadow/>
          <w:color w:val="0000FF"/>
          <w:kern w:val="30"/>
          <w:sz w:val="8"/>
          <w:szCs w:val="4"/>
          <w:rtl/>
        </w:rPr>
      </w:pPr>
    </w:p>
    <w:p w:rsidR="00AC3DB1" w:rsidRPr="00CB23AB" w:rsidRDefault="00AC3DB1" w:rsidP="00CB23AB">
      <w:pPr>
        <w:ind w:left="57" w:right="57"/>
        <w:jc w:val="both"/>
        <w:rPr>
          <w:rFonts w:ascii="Verdana" w:hAnsi="Verdana"/>
          <w:sz w:val="22"/>
          <w:szCs w:val="22"/>
          <w:rtl/>
        </w:rPr>
      </w:pPr>
      <w:r w:rsidRPr="00CB23AB">
        <w:rPr>
          <w:color w:val="000000"/>
          <w:kern w:val="0"/>
          <w:sz w:val="22"/>
          <w:szCs w:val="22"/>
          <w:rtl/>
          <w:lang w:eastAsia="en-US"/>
        </w:rPr>
        <w:t>פריחת האימפריה הרומית בעת העתיקה הביאה עמה גם תופעות של שחיתות, אכזריות והפקרות מוסרית ברמות חסרות תקדים. קיסרים כמו אוגוסטוס, טיבריוס ונ</w:t>
      </w:r>
      <w:r w:rsidR="002418F7" w:rsidRPr="00CB23AB">
        <w:rPr>
          <w:rFonts w:hint="cs"/>
          <w:color w:val="000000"/>
          <w:kern w:val="0"/>
          <w:sz w:val="22"/>
          <w:szCs w:val="22"/>
          <w:rtl/>
          <w:lang w:eastAsia="en-US"/>
        </w:rPr>
        <w:t>י</w:t>
      </w:r>
      <w:r w:rsidRPr="00CB23AB">
        <w:rPr>
          <w:color w:val="000000"/>
          <w:kern w:val="0"/>
          <w:sz w:val="22"/>
          <w:szCs w:val="22"/>
          <w:rtl/>
          <w:lang w:eastAsia="en-US"/>
        </w:rPr>
        <w:t>רו</w:t>
      </w:r>
      <w:r w:rsidR="002418F7" w:rsidRPr="00CB23AB">
        <w:rPr>
          <w:rFonts w:hint="cs"/>
          <w:color w:val="000000"/>
          <w:kern w:val="0"/>
          <w:sz w:val="22"/>
          <w:szCs w:val="22"/>
          <w:rtl/>
          <w:lang w:eastAsia="en-US"/>
        </w:rPr>
        <w:t>ן</w:t>
      </w:r>
      <w:r w:rsidRPr="00CB23AB">
        <w:rPr>
          <w:color w:val="000000"/>
          <w:kern w:val="0"/>
          <w:sz w:val="22"/>
          <w:szCs w:val="22"/>
          <w:rtl/>
          <w:lang w:eastAsia="en-US"/>
        </w:rPr>
        <w:t xml:space="preserve"> בנו את האימפריה הגדולה מכולם, אך גם הגדירו מחדש את המושג "סדום ועמורה".</w:t>
      </w:r>
    </w:p>
    <w:p w:rsidR="00AC3DB1" w:rsidRPr="00CB23AB" w:rsidRDefault="00AC3DB1" w:rsidP="00CB23AB">
      <w:pPr>
        <w:ind w:left="57" w:right="57"/>
        <w:jc w:val="both"/>
        <w:rPr>
          <w:b/>
          <w:bCs/>
          <w:rtl/>
        </w:rPr>
      </w:pPr>
    </w:p>
    <w:p w:rsidR="00AC3DB1" w:rsidRDefault="00AC3DB1" w:rsidP="00CB23AB">
      <w:pPr>
        <w:ind w:left="57" w:right="57"/>
        <w:jc w:val="both"/>
        <w:rPr>
          <w:rFonts w:ascii="arial bold" w:hAnsi="arial bold"/>
          <w:b/>
          <w:bCs/>
          <w:shadow/>
          <w:color w:val="0000FF"/>
          <w:kern w:val="30"/>
          <w:sz w:val="30"/>
          <w:szCs w:val="28"/>
          <w:rtl/>
        </w:rPr>
      </w:pPr>
      <w:r w:rsidRPr="003E6F9A">
        <w:rPr>
          <w:rFonts w:ascii="arial bold" w:hAnsi="arial bold" w:hint="eastAsia"/>
          <w:b/>
          <w:bCs/>
          <w:shadow/>
          <w:color w:val="0000FF"/>
          <w:kern w:val="30"/>
          <w:sz w:val="30"/>
          <w:szCs w:val="28"/>
          <w:rtl/>
        </w:rPr>
        <w:t>חידושי</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העולם</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העתיק</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האימפריה</w:t>
      </w:r>
      <w:r w:rsidRPr="003E6F9A">
        <w:rPr>
          <w:rFonts w:ascii="arial bold" w:hAnsi="arial bold"/>
          <w:b/>
          <w:bCs/>
          <w:shadow/>
          <w:color w:val="0000FF"/>
          <w:kern w:val="30"/>
          <w:sz w:val="30"/>
          <w:szCs w:val="28"/>
          <w:rtl/>
        </w:rPr>
        <w:t xml:space="preserve"> </w:t>
      </w:r>
      <w:r w:rsidRPr="003E6F9A">
        <w:rPr>
          <w:rFonts w:ascii="arial bold" w:hAnsi="arial bold" w:hint="eastAsia"/>
          <w:b/>
          <w:bCs/>
          <w:shadow/>
          <w:color w:val="0000FF"/>
          <w:kern w:val="30"/>
          <w:sz w:val="30"/>
          <w:szCs w:val="28"/>
          <w:rtl/>
        </w:rPr>
        <w:t>הרומית</w:t>
      </w:r>
      <w:r w:rsidR="003E6F9A">
        <w:rPr>
          <w:rFonts w:ascii="arial bold" w:hAnsi="arial bold" w:hint="cs"/>
          <w:b/>
          <w:bCs/>
          <w:shadow/>
          <w:color w:val="0000FF"/>
          <w:kern w:val="30"/>
          <w:sz w:val="30"/>
          <w:szCs w:val="28"/>
          <w:rtl/>
        </w:rPr>
        <w:t xml:space="preserve"> /</w:t>
      </w:r>
      <w:r w:rsidRPr="003E6F9A">
        <w:rPr>
          <w:rFonts w:ascii="arial bold" w:hAnsi="arial bold"/>
          <w:b/>
          <w:bCs/>
          <w:shadow/>
          <w:color w:val="0000FF"/>
          <w:kern w:val="30"/>
          <w:sz w:val="26"/>
          <w:szCs w:val="20"/>
        </w:rPr>
        <w:t>Ancient Impossible: The Roman Empire</w:t>
      </w:r>
    </w:p>
    <w:p w:rsidR="003E6F9A" w:rsidRPr="003E6F9A" w:rsidRDefault="003E6F9A" w:rsidP="00CB23AB">
      <w:pPr>
        <w:ind w:left="57" w:right="57"/>
        <w:jc w:val="both"/>
        <w:rPr>
          <w:rFonts w:ascii="arial bold" w:hAnsi="arial bold"/>
          <w:b/>
          <w:bCs/>
          <w:shadow/>
          <w:color w:val="0000FF"/>
          <w:kern w:val="30"/>
          <w:sz w:val="8"/>
          <w:szCs w:val="2"/>
          <w:rtl/>
        </w:rPr>
      </w:pPr>
    </w:p>
    <w:p w:rsidR="003E6F9A" w:rsidRPr="003E6F9A" w:rsidRDefault="003E6F9A" w:rsidP="003E6F9A">
      <w:pPr>
        <w:ind w:left="57" w:right="57"/>
        <w:jc w:val="both"/>
        <w:rPr>
          <w:b/>
          <w:bCs/>
          <w:color w:val="C00000"/>
          <w:sz w:val="22"/>
          <w:szCs w:val="22"/>
          <w:u w:val="single"/>
          <w:rtl/>
        </w:rPr>
      </w:pPr>
      <w:r w:rsidRPr="003E6F9A">
        <w:rPr>
          <w:rFonts w:hint="eastAsia"/>
          <w:b/>
          <w:bCs/>
          <w:color w:val="C00000"/>
          <w:sz w:val="22"/>
          <w:szCs w:val="22"/>
          <w:u w:val="single"/>
          <w:rtl/>
        </w:rPr>
        <w:t>י</w:t>
      </w:r>
      <w:r w:rsidRPr="003E6F9A">
        <w:rPr>
          <w:b/>
          <w:bCs/>
          <w:color w:val="C00000"/>
          <w:sz w:val="22"/>
          <w:szCs w:val="22"/>
          <w:u w:val="single"/>
          <w:rtl/>
        </w:rPr>
        <w:t>ום שבת, 18 באפריל בשעות 15:15 ו-00:50</w:t>
      </w:r>
    </w:p>
    <w:p w:rsidR="003E6F9A" w:rsidRPr="003E6F9A" w:rsidRDefault="003E6F9A" w:rsidP="00CB23AB">
      <w:pPr>
        <w:suppressAutoHyphens w:val="0"/>
        <w:ind w:left="57" w:right="57"/>
        <w:jc w:val="both"/>
        <w:rPr>
          <w:color w:val="000000"/>
          <w:kern w:val="0"/>
          <w:sz w:val="6"/>
          <w:szCs w:val="6"/>
          <w:rtl/>
          <w:lang w:eastAsia="en-US"/>
        </w:rPr>
      </w:pPr>
    </w:p>
    <w:p w:rsidR="00AC3DB1" w:rsidRPr="00CB23AB" w:rsidRDefault="00AC3DB1" w:rsidP="00CB23AB">
      <w:pPr>
        <w:suppressAutoHyphens w:val="0"/>
        <w:ind w:left="57" w:right="57"/>
        <w:jc w:val="both"/>
        <w:rPr>
          <w:color w:val="000000"/>
          <w:kern w:val="0"/>
          <w:sz w:val="22"/>
          <w:szCs w:val="22"/>
          <w:lang w:eastAsia="en-US"/>
        </w:rPr>
      </w:pPr>
      <w:r w:rsidRPr="00CB23AB">
        <w:rPr>
          <w:color w:val="000000"/>
          <w:kern w:val="0"/>
          <w:sz w:val="22"/>
          <w:szCs w:val="22"/>
          <w:rtl/>
          <w:lang w:eastAsia="en-US"/>
        </w:rPr>
        <w:t>פרק מיוחד בוחן במבט לעומק את היקף התושיה והאמביציה של האימפריה הרומית, אחת האימפריות הגדולות ו</w:t>
      </w:r>
      <w:r w:rsidR="002418F7" w:rsidRPr="00CB23AB">
        <w:rPr>
          <w:rFonts w:hint="cs"/>
          <w:color w:val="000000"/>
          <w:kern w:val="0"/>
          <w:sz w:val="22"/>
          <w:szCs w:val="22"/>
          <w:rtl/>
          <w:lang w:eastAsia="en-US"/>
        </w:rPr>
        <w:t>ה</w:t>
      </w:r>
      <w:r w:rsidRPr="00CB23AB">
        <w:rPr>
          <w:color w:val="000000"/>
          <w:kern w:val="0"/>
          <w:sz w:val="22"/>
          <w:szCs w:val="22"/>
          <w:rtl/>
          <w:lang w:eastAsia="en-US"/>
        </w:rPr>
        <w:t>חזקות ששלטו בעולם</w:t>
      </w:r>
      <w:r w:rsidR="002418F7" w:rsidRPr="00CB23AB">
        <w:rPr>
          <w:rFonts w:hint="cs"/>
          <w:color w:val="000000"/>
          <w:kern w:val="0"/>
          <w:sz w:val="22"/>
          <w:szCs w:val="22"/>
          <w:rtl/>
          <w:lang w:eastAsia="en-US"/>
        </w:rPr>
        <w:t xml:space="preserve"> מאז ומעולם</w:t>
      </w:r>
      <w:r w:rsidRPr="00CB23AB">
        <w:rPr>
          <w:color w:val="000000"/>
          <w:kern w:val="0"/>
          <w:sz w:val="22"/>
          <w:szCs w:val="22"/>
          <w:rtl/>
          <w:lang w:eastAsia="en-US"/>
        </w:rPr>
        <w:t xml:space="preserve">. בין השאר, נסקור את פועלו של קיסר שאפתן שיזם סלילת דרך מאירופה למרכז אסיה, </w:t>
      </w:r>
      <w:r w:rsidR="002418F7" w:rsidRPr="00CB23AB">
        <w:rPr>
          <w:color w:val="000000"/>
          <w:kern w:val="0"/>
          <w:sz w:val="22"/>
          <w:szCs w:val="22"/>
          <w:rtl/>
          <w:lang w:eastAsia="en-US"/>
        </w:rPr>
        <w:t>ו</w:t>
      </w:r>
      <w:r w:rsidR="002418F7" w:rsidRPr="00CB23AB">
        <w:rPr>
          <w:rFonts w:hint="cs"/>
          <w:color w:val="000000"/>
          <w:kern w:val="0"/>
          <w:sz w:val="22"/>
          <w:szCs w:val="22"/>
          <w:rtl/>
          <w:lang w:eastAsia="en-US"/>
        </w:rPr>
        <w:t>גם</w:t>
      </w:r>
      <w:r w:rsidR="002418F7" w:rsidRPr="00CB23AB">
        <w:rPr>
          <w:color w:val="000000"/>
          <w:kern w:val="0"/>
          <w:sz w:val="22"/>
          <w:szCs w:val="22"/>
          <w:rtl/>
          <w:lang w:eastAsia="en-US"/>
        </w:rPr>
        <w:t xml:space="preserve"> </w:t>
      </w:r>
      <w:r w:rsidRPr="00CB23AB">
        <w:rPr>
          <w:color w:val="000000"/>
          <w:kern w:val="0"/>
          <w:sz w:val="22"/>
          <w:szCs w:val="22"/>
          <w:rtl/>
          <w:lang w:eastAsia="en-US"/>
        </w:rPr>
        <w:t>נציץ אל הארמון המוזהב של נ</w:t>
      </w:r>
      <w:r w:rsidR="002418F7" w:rsidRPr="00CB23AB">
        <w:rPr>
          <w:rFonts w:hint="cs"/>
          <w:color w:val="000000"/>
          <w:kern w:val="0"/>
          <w:sz w:val="22"/>
          <w:szCs w:val="22"/>
          <w:rtl/>
          <w:lang w:eastAsia="en-US"/>
        </w:rPr>
        <w:t>י</w:t>
      </w:r>
      <w:r w:rsidRPr="00CB23AB">
        <w:rPr>
          <w:color w:val="000000"/>
          <w:kern w:val="0"/>
          <w:sz w:val="22"/>
          <w:szCs w:val="22"/>
          <w:rtl/>
          <w:lang w:eastAsia="en-US"/>
        </w:rPr>
        <w:t xml:space="preserve">רון - שכלל מעליות ותקרה מסתובבת. </w:t>
      </w:r>
      <w:r w:rsidR="002418F7" w:rsidRPr="00CB23AB">
        <w:rPr>
          <w:rFonts w:hint="cs"/>
          <w:color w:val="000000"/>
          <w:kern w:val="0"/>
          <w:sz w:val="22"/>
          <w:szCs w:val="22"/>
          <w:rtl/>
          <w:lang w:eastAsia="en-US"/>
        </w:rPr>
        <w:t xml:space="preserve">וכך, </w:t>
      </w:r>
      <w:bookmarkStart w:id="0" w:name="_GoBack"/>
      <w:bookmarkEnd w:id="0"/>
      <w:r w:rsidR="002418F7" w:rsidRPr="00CB23AB">
        <w:rPr>
          <w:rFonts w:hint="cs"/>
          <w:color w:val="000000"/>
          <w:kern w:val="0"/>
          <w:sz w:val="22"/>
          <w:szCs w:val="22"/>
          <w:rtl/>
          <w:lang w:eastAsia="en-US"/>
        </w:rPr>
        <w:t xml:space="preserve">ננסה להבין </w:t>
      </w:r>
      <w:r w:rsidRPr="00CB23AB">
        <w:rPr>
          <w:color w:val="000000"/>
          <w:kern w:val="0"/>
          <w:sz w:val="22"/>
          <w:szCs w:val="22"/>
          <w:rtl/>
          <w:lang w:eastAsia="en-US"/>
        </w:rPr>
        <w:t>כי</w:t>
      </w:r>
      <w:r w:rsidR="002418F7" w:rsidRPr="00CB23AB">
        <w:rPr>
          <w:rFonts w:hint="cs"/>
          <w:color w:val="000000"/>
          <w:kern w:val="0"/>
          <w:sz w:val="22"/>
          <w:szCs w:val="22"/>
          <w:rtl/>
          <w:lang w:eastAsia="en-US"/>
        </w:rPr>
        <w:t>צ</w:t>
      </w:r>
      <w:r w:rsidRPr="00CB23AB">
        <w:rPr>
          <w:color w:val="000000"/>
          <w:kern w:val="0"/>
          <w:sz w:val="22"/>
          <w:szCs w:val="22"/>
          <w:rtl/>
          <w:lang w:eastAsia="en-US"/>
        </w:rPr>
        <w:t xml:space="preserve">ד הצליחו הרומאים להגיע להישגים טכנולוגיים שכאלו לפני </w:t>
      </w:r>
      <w:r w:rsidR="002418F7" w:rsidRPr="00CB23AB">
        <w:rPr>
          <w:rFonts w:hint="cs"/>
          <w:color w:val="000000"/>
          <w:kern w:val="0"/>
          <w:sz w:val="22"/>
          <w:szCs w:val="22"/>
          <w:rtl/>
          <w:lang w:eastAsia="en-US"/>
        </w:rPr>
        <w:t>כ-2000 שנה.</w:t>
      </w:r>
    </w:p>
    <w:p w:rsidR="00AC3DB1" w:rsidRPr="00CB23AB" w:rsidRDefault="00AC3DB1" w:rsidP="00CB23AB">
      <w:pPr>
        <w:ind w:left="57" w:right="57"/>
        <w:jc w:val="both"/>
        <w:rPr>
          <w:sz w:val="22"/>
          <w:szCs w:val="22"/>
          <w:rtl/>
        </w:rPr>
      </w:pPr>
    </w:p>
    <w:p w:rsidR="00AC3DB1" w:rsidRPr="00CB23AB" w:rsidRDefault="00AC3DB1" w:rsidP="00CB23AB">
      <w:pPr>
        <w:ind w:left="57" w:right="57"/>
        <w:jc w:val="both"/>
        <w:rPr>
          <w:sz w:val="22"/>
          <w:szCs w:val="22"/>
          <w:rtl/>
        </w:rPr>
      </w:pPr>
    </w:p>
    <w:sectPr w:rsidR="00AC3DB1" w:rsidRPr="00CB23AB" w:rsidSect="00CB23AB">
      <w:headerReference w:type="default" r:id="rId15"/>
      <w:footerReference w:type="default" r:id="rId16"/>
      <w:pgSz w:w="11906" w:h="16838"/>
      <w:pgMar w:top="1418" w:right="991" w:bottom="1361" w:left="993" w:header="567" w:footer="567" w:gutter="0"/>
      <w:cols w:space="720"/>
      <w:bidi/>
      <w:docGrid w:linePitch="36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1E7" w:rsidRDefault="000161E7">
      <w:r>
        <w:separator/>
      </w:r>
    </w:p>
  </w:endnote>
  <w:endnote w:type="continuationSeparator" w:id="0">
    <w:p w:rsidR="000161E7" w:rsidRDefault="000161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arial bold">
    <w:panose1 w:val="020B0704020202020204"/>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F" w:rsidRPr="0043354F" w:rsidRDefault="00203438">
    <w:pPr>
      <w:jc w:val="center"/>
      <w:rPr>
        <w:rFonts w:asciiTheme="minorBidi" w:hAnsiTheme="minorBidi" w:cstheme="minorBidi"/>
        <w:b/>
        <w:bCs/>
        <w:sz w:val="20"/>
        <w:szCs w:val="20"/>
        <w:rtl/>
      </w:rPr>
    </w:pPr>
    <w:hyperlink r:id="rId1" w:history="1">
      <w:r w:rsidR="0081510F">
        <w:rPr>
          <w:rStyle w:val="Hyperlink"/>
          <w:rFonts w:cs="Arial"/>
          <w:sz w:val="20"/>
          <w:szCs w:val="20"/>
        </w:rPr>
        <w:t>www.HistoryChannel.co.il</w:t>
      </w:r>
    </w:hyperlink>
  </w:p>
  <w:p w:rsidR="0081510F" w:rsidRPr="0043354F" w:rsidRDefault="0081510F" w:rsidP="009E0922">
    <w:pPr>
      <w:pStyle w:val="Footer"/>
      <w:pBdr>
        <w:top w:val="single" w:sz="18" w:space="1" w:color="FFFF00"/>
      </w:pBdr>
      <w:jc w:val="center"/>
      <w:rPr>
        <w:rFonts w:asciiTheme="minorBidi" w:hAnsiTheme="minorBidi" w:cstheme="minorBidi"/>
        <w:sz w:val="20"/>
        <w:rtl/>
      </w:rPr>
    </w:pPr>
    <w:r w:rsidRPr="0043354F">
      <w:rPr>
        <w:rFonts w:asciiTheme="minorBidi" w:hAnsiTheme="minorBidi" w:cstheme="minorBidi"/>
        <w:b/>
        <w:bCs/>
        <w:sz w:val="20"/>
        <w:rtl/>
      </w:rPr>
      <w:t xml:space="preserve">טלעד / אן.אם.סי. יונייטד </w:t>
    </w:r>
    <w:r w:rsidRPr="0043354F">
      <w:rPr>
        <w:rFonts w:asciiTheme="minorBidi" w:hAnsiTheme="minorBidi" w:cstheme="minorBidi"/>
        <w:sz w:val="20"/>
        <w:rtl/>
      </w:rPr>
      <w:t xml:space="preserve">סינמה סיטי צומת גלילות, ת.ד </w:t>
    </w:r>
    <w:r w:rsidRPr="0043354F">
      <w:rPr>
        <w:rFonts w:asciiTheme="minorBidi" w:hAnsiTheme="minorBidi" w:cstheme="minorBidi"/>
        <w:sz w:val="20"/>
      </w:rPr>
      <w:t>9036</w:t>
    </w:r>
    <w:r w:rsidRPr="0043354F">
      <w:rPr>
        <w:rFonts w:asciiTheme="minorBidi" w:hAnsiTheme="minorBidi" w:cstheme="minorBidi"/>
        <w:sz w:val="20"/>
        <w:rtl/>
      </w:rPr>
      <w:t xml:space="preserve">, רמת השרון, </w:t>
    </w:r>
    <w:r w:rsidRPr="0043354F">
      <w:rPr>
        <w:rFonts w:asciiTheme="minorBidi" w:hAnsiTheme="minorBidi" w:cstheme="minorBidi"/>
        <w:sz w:val="20"/>
      </w:rPr>
      <w:t>47100</w:t>
    </w:r>
  </w:p>
  <w:p w:rsidR="0081510F" w:rsidRPr="0043354F" w:rsidRDefault="0081510F">
    <w:pPr>
      <w:pStyle w:val="Footer"/>
      <w:pBdr>
        <w:top w:val="single" w:sz="18" w:space="1" w:color="FFFF00"/>
      </w:pBdr>
      <w:jc w:val="center"/>
      <w:rPr>
        <w:rFonts w:asciiTheme="minorBidi" w:hAnsiTheme="minorBidi" w:cstheme="minorBidi"/>
        <w:b/>
        <w:bCs/>
        <w:sz w:val="20"/>
        <w:rtl/>
      </w:rPr>
    </w:pPr>
    <w:r w:rsidRPr="0043354F">
      <w:rPr>
        <w:rFonts w:asciiTheme="minorBidi" w:hAnsiTheme="minorBidi" w:cstheme="minorBidi"/>
        <w:sz w:val="20"/>
        <w:rtl/>
      </w:rPr>
      <w:t xml:space="preserve">טל' </w:t>
    </w:r>
    <w:r w:rsidRPr="0043354F">
      <w:rPr>
        <w:rFonts w:asciiTheme="minorBidi" w:hAnsiTheme="minorBidi" w:cstheme="minorBidi"/>
        <w:sz w:val="20"/>
      </w:rPr>
      <w:t>03-6909800</w:t>
    </w:r>
    <w:r w:rsidRPr="0043354F">
      <w:rPr>
        <w:rFonts w:asciiTheme="minorBidi" w:hAnsiTheme="minorBidi" w:cstheme="minorBidi"/>
        <w:sz w:val="20"/>
        <w:rtl/>
      </w:rPr>
      <w:t xml:space="preserve"> , פקס </w:t>
    </w:r>
    <w:r w:rsidRPr="0043354F">
      <w:rPr>
        <w:rFonts w:asciiTheme="minorBidi" w:hAnsiTheme="minorBidi" w:cstheme="minorBidi"/>
        <w:sz w:val="20"/>
      </w:rPr>
      <w:t>03-6909801</w:t>
    </w:r>
  </w:p>
  <w:p w:rsidR="0081510F" w:rsidRPr="0043354F" w:rsidRDefault="0081510F">
    <w:pPr>
      <w:pStyle w:val="Footer"/>
      <w:pBdr>
        <w:top w:val="single" w:sz="18" w:space="1" w:color="FFFF00"/>
      </w:pBdr>
      <w:jc w:val="center"/>
      <w:rPr>
        <w:rFonts w:asciiTheme="minorBidi" w:hAnsiTheme="minorBidi" w:cstheme="minorBidi"/>
        <w:sz w:val="22"/>
        <w:szCs w:val="18"/>
        <w:rtl/>
      </w:rPr>
    </w:pPr>
    <w:r w:rsidRPr="0043354F">
      <w:rPr>
        <w:rFonts w:asciiTheme="minorBidi" w:hAnsiTheme="minorBidi" w:cstheme="minorBidi"/>
        <w:b/>
        <w:bCs/>
        <w:sz w:val="20"/>
        <w:rtl/>
      </w:rPr>
      <w:t xml:space="preserve"> </w:t>
    </w:r>
  </w:p>
  <w:p w:rsidR="0081510F" w:rsidRDefault="0081510F">
    <w:pPr>
      <w:pStyle w:val="Footer"/>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1E7" w:rsidRDefault="000161E7">
      <w:r>
        <w:separator/>
      </w:r>
    </w:p>
  </w:footnote>
  <w:footnote w:type="continuationSeparator" w:id="0">
    <w:p w:rsidR="000161E7" w:rsidRDefault="000161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F" w:rsidRDefault="0081510F" w:rsidP="00D90C7C">
    <w:pPr>
      <w:pStyle w:val="Header"/>
      <w:rPr>
        <w:rtl/>
      </w:rPr>
    </w:pPr>
    <w:r>
      <w:rPr>
        <w:noProof/>
        <w:lang w:eastAsia="en-US"/>
      </w:rPr>
      <w:drawing>
        <wp:inline distT="0" distB="0" distL="0" distR="0">
          <wp:extent cx="507365" cy="589915"/>
          <wp:effectExtent l="0" t="0" r="6985" b="635"/>
          <wp:docPr id="1" name="Picture 1" descr="new-logo-tela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telad-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7365" cy="589915"/>
                  </a:xfrm>
                  <a:prstGeom prst="rect">
                    <a:avLst/>
                  </a:prstGeom>
                  <a:noFill/>
                  <a:ln>
                    <a:noFill/>
                  </a:ln>
                </pic:spPr>
              </pic:pic>
            </a:graphicData>
          </a:graphic>
        </wp:inline>
      </w:drawing>
    </w:r>
    <w:r>
      <w:rPr>
        <w:rtl/>
      </w:rPr>
      <w:t xml:space="preserve">              </w:t>
    </w:r>
    <w:r>
      <w:t xml:space="preserve"> </w:t>
    </w:r>
    <w:r>
      <w:rPr>
        <w:rtl/>
      </w:rPr>
      <w:t xml:space="preserve">                                      </w:t>
    </w:r>
    <w:r w:rsidR="00CB23AB">
      <w:rPr>
        <w:rFonts w:hint="cs"/>
      </w:rPr>
      <w:t xml:space="preserve">                                                  </w:t>
    </w:r>
    <w:r>
      <w:rPr>
        <w:rtl/>
      </w:rPr>
      <w:t xml:space="preserve">        </w:t>
    </w:r>
    <w:r>
      <w:t xml:space="preserve"> </w:t>
    </w:r>
    <w:r>
      <w:rPr>
        <w:rtl/>
      </w:rPr>
      <w:t xml:space="preserve">                                  </w:t>
    </w:r>
    <w:r>
      <w:rPr>
        <w:noProof/>
        <w:lang w:eastAsia="en-US"/>
      </w:rPr>
      <w:drawing>
        <wp:inline distT="0" distB="0" distL="0" distR="0">
          <wp:extent cx="515620" cy="457200"/>
          <wp:effectExtent l="0" t="0" r="0" b="0"/>
          <wp:docPr id="2" name="Picture 2" descr="h-logo-black-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ogo-black-text"/>
                  <pic:cNvPicPr>
                    <a:picLocks noChangeAspect="1" noChangeArrowheads="1"/>
                  </pic:cNvPicPr>
                </pic:nvPicPr>
                <pic:blipFill>
                  <a:blip r:embed="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5620" cy="457200"/>
                  </a:xfrm>
                  <a:prstGeom prst="rect">
                    <a:avLst/>
                  </a:prstGeom>
                  <a:noFill/>
                  <a:ln>
                    <a:noFill/>
                  </a:ln>
                </pic:spPr>
              </pic:pic>
            </a:graphicData>
          </a:graphic>
        </wp:inline>
      </w:drawing>
    </w:r>
    <w:r>
      <w:t xml:space="preserve"> </w:t>
    </w:r>
  </w:p>
  <w:p w:rsidR="0081510F" w:rsidRDefault="0081510F" w:rsidP="00D90C7C">
    <w:pPr>
      <w:pStyle w:val="Header"/>
      <w:rPr>
        <w:rtl/>
      </w:rP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8"/>
    <w:lvl w:ilvl="0">
      <w:start w:val="1"/>
      <w:numFmt w:val="bullet"/>
      <w:lvlText w:val=""/>
      <w:lvlJc w:val="left"/>
      <w:pPr>
        <w:tabs>
          <w:tab w:val="num" w:pos="0"/>
        </w:tabs>
        <w:ind w:left="720" w:hanging="360"/>
      </w:pPr>
      <w:rPr>
        <w:rFonts w:ascii="Symbol" w:hAnsi="Symbol"/>
        <w:b w:val="0"/>
        <w:i w:val="0"/>
        <w:color w:val="00000A"/>
        <w:sz w:val="22"/>
        <w:u w:val="none"/>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167F3401"/>
    <w:multiLevelType w:val="hybridMultilevel"/>
    <w:tmpl w:val="83CA5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AE37D5C"/>
    <w:multiLevelType w:val="hybridMultilevel"/>
    <w:tmpl w:val="2FCCE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F4452F"/>
    <w:multiLevelType w:val="hybridMultilevel"/>
    <w:tmpl w:val="D8885E9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
    <w:nsid w:val="6A952C3A"/>
    <w:multiLevelType w:val="hybridMultilevel"/>
    <w:tmpl w:val="DE60C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2"/>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isplayBackgroundShape/>
  <w:embedSystemFonts/>
  <w:proofState w:spelling="clean" w:grammar="clean"/>
  <w:attachedTemplate r:id="rId1"/>
  <w:stylePaneFormatFilter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6"/>
  </w:hdrShapeDefaults>
  <w:footnotePr>
    <w:footnote w:id="-1"/>
    <w:footnote w:id="0"/>
  </w:footnotePr>
  <w:endnotePr>
    <w:endnote w:id="-1"/>
    <w:endnote w:id="0"/>
  </w:endnotePr>
  <w:compat>
    <w:spaceForUL/>
    <w:balanceSingleByteDoubleByteWidth/>
    <w:doNotLeaveBackslashAlone/>
    <w:ulTrailSpace/>
    <w:adjustLineHeightInTable/>
  </w:compat>
  <w:rsids>
    <w:rsidRoot w:val="00420336"/>
    <w:rsid w:val="00001A73"/>
    <w:rsid w:val="00002C55"/>
    <w:rsid w:val="00004C3D"/>
    <w:rsid w:val="00005FC2"/>
    <w:rsid w:val="000075AE"/>
    <w:rsid w:val="00007AC5"/>
    <w:rsid w:val="0001029F"/>
    <w:rsid w:val="00012BDF"/>
    <w:rsid w:val="00014A2B"/>
    <w:rsid w:val="00014BE8"/>
    <w:rsid w:val="00015CCE"/>
    <w:rsid w:val="000161E7"/>
    <w:rsid w:val="0001669C"/>
    <w:rsid w:val="00022E90"/>
    <w:rsid w:val="00023C1A"/>
    <w:rsid w:val="000321E5"/>
    <w:rsid w:val="000324F8"/>
    <w:rsid w:val="00035152"/>
    <w:rsid w:val="00035F56"/>
    <w:rsid w:val="00043297"/>
    <w:rsid w:val="00045036"/>
    <w:rsid w:val="00045231"/>
    <w:rsid w:val="000464D0"/>
    <w:rsid w:val="00047B9C"/>
    <w:rsid w:val="00051659"/>
    <w:rsid w:val="00051B1A"/>
    <w:rsid w:val="000542A2"/>
    <w:rsid w:val="000547AD"/>
    <w:rsid w:val="00057311"/>
    <w:rsid w:val="00061873"/>
    <w:rsid w:val="0006435D"/>
    <w:rsid w:val="00065348"/>
    <w:rsid w:val="0006717A"/>
    <w:rsid w:val="00070292"/>
    <w:rsid w:val="00075794"/>
    <w:rsid w:val="000769E5"/>
    <w:rsid w:val="0008204D"/>
    <w:rsid w:val="00082D72"/>
    <w:rsid w:val="00087366"/>
    <w:rsid w:val="000912E3"/>
    <w:rsid w:val="0009184F"/>
    <w:rsid w:val="00091B61"/>
    <w:rsid w:val="000924FB"/>
    <w:rsid w:val="00092FE5"/>
    <w:rsid w:val="000944FB"/>
    <w:rsid w:val="00096213"/>
    <w:rsid w:val="000963C4"/>
    <w:rsid w:val="000A5450"/>
    <w:rsid w:val="000B0672"/>
    <w:rsid w:val="000B2A6D"/>
    <w:rsid w:val="000B3FB2"/>
    <w:rsid w:val="000B5DDF"/>
    <w:rsid w:val="000B5F9A"/>
    <w:rsid w:val="000B784B"/>
    <w:rsid w:val="000C1AAD"/>
    <w:rsid w:val="000C1B3C"/>
    <w:rsid w:val="000C2B97"/>
    <w:rsid w:val="000D1980"/>
    <w:rsid w:val="000D217C"/>
    <w:rsid w:val="000D3B8E"/>
    <w:rsid w:val="000D539F"/>
    <w:rsid w:val="000D5F95"/>
    <w:rsid w:val="000E1DE0"/>
    <w:rsid w:val="000E221D"/>
    <w:rsid w:val="000E4C58"/>
    <w:rsid w:val="000E525E"/>
    <w:rsid w:val="000E75B6"/>
    <w:rsid w:val="000F0404"/>
    <w:rsid w:val="000F0A0A"/>
    <w:rsid w:val="000F1800"/>
    <w:rsid w:val="000F1DE2"/>
    <w:rsid w:val="000F4F14"/>
    <w:rsid w:val="000F6FFA"/>
    <w:rsid w:val="000F7842"/>
    <w:rsid w:val="000F7A1E"/>
    <w:rsid w:val="001013C0"/>
    <w:rsid w:val="00101469"/>
    <w:rsid w:val="00101C23"/>
    <w:rsid w:val="00102357"/>
    <w:rsid w:val="001069A2"/>
    <w:rsid w:val="0011164C"/>
    <w:rsid w:val="001142E3"/>
    <w:rsid w:val="001154C7"/>
    <w:rsid w:val="00117170"/>
    <w:rsid w:val="00120B4B"/>
    <w:rsid w:val="001216E3"/>
    <w:rsid w:val="001241E9"/>
    <w:rsid w:val="00124442"/>
    <w:rsid w:val="00127A93"/>
    <w:rsid w:val="00132126"/>
    <w:rsid w:val="00132A2D"/>
    <w:rsid w:val="00133A57"/>
    <w:rsid w:val="00135107"/>
    <w:rsid w:val="00135C8A"/>
    <w:rsid w:val="00136D78"/>
    <w:rsid w:val="001376E3"/>
    <w:rsid w:val="001402C1"/>
    <w:rsid w:val="00142330"/>
    <w:rsid w:val="00143126"/>
    <w:rsid w:val="001459DD"/>
    <w:rsid w:val="001507AB"/>
    <w:rsid w:val="00151AF6"/>
    <w:rsid w:val="001531C8"/>
    <w:rsid w:val="0015389E"/>
    <w:rsid w:val="001540EA"/>
    <w:rsid w:val="00156403"/>
    <w:rsid w:val="00156D34"/>
    <w:rsid w:val="00157E7D"/>
    <w:rsid w:val="001605FA"/>
    <w:rsid w:val="00160F67"/>
    <w:rsid w:val="00161A13"/>
    <w:rsid w:val="00164BCE"/>
    <w:rsid w:val="001651B3"/>
    <w:rsid w:val="001653C2"/>
    <w:rsid w:val="00167B99"/>
    <w:rsid w:val="00167C2E"/>
    <w:rsid w:val="00167E08"/>
    <w:rsid w:val="00171FB1"/>
    <w:rsid w:val="00172660"/>
    <w:rsid w:val="001748F1"/>
    <w:rsid w:val="001753E6"/>
    <w:rsid w:val="0017574B"/>
    <w:rsid w:val="00177929"/>
    <w:rsid w:val="00177E28"/>
    <w:rsid w:val="00183182"/>
    <w:rsid w:val="001831F3"/>
    <w:rsid w:val="001834BC"/>
    <w:rsid w:val="001844F6"/>
    <w:rsid w:val="0019038E"/>
    <w:rsid w:val="00190D98"/>
    <w:rsid w:val="00192EA8"/>
    <w:rsid w:val="001962AC"/>
    <w:rsid w:val="00196F09"/>
    <w:rsid w:val="001A1552"/>
    <w:rsid w:val="001A2ADC"/>
    <w:rsid w:val="001A3112"/>
    <w:rsid w:val="001A5372"/>
    <w:rsid w:val="001A5840"/>
    <w:rsid w:val="001B0D88"/>
    <w:rsid w:val="001B0D97"/>
    <w:rsid w:val="001B162C"/>
    <w:rsid w:val="001B28A9"/>
    <w:rsid w:val="001B2C4B"/>
    <w:rsid w:val="001B3B1D"/>
    <w:rsid w:val="001B421F"/>
    <w:rsid w:val="001B5168"/>
    <w:rsid w:val="001B5A1E"/>
    <w:rsid w:val="001B7BA3"/>
    <w:rsid w:val="001C37E9"/>
    <w:rsid w:val="001C3CAE"/>
    <w:rsid w:val="001C5312"/>
    <w:rsid w:val="001C5DE1"/>
    <w:rsid w:val="001E1FEB"/>
    <w:rsid w:val="001E29A3"/>
    <w:rsid w:val="001E57D1"/>
    <w:rsid w:val="001E7568"/>
    <w:rsid w:val="001E757F"/>
    <w:rsid w:val="001F11C1"/>
    <w:rsid w:val="001F1277"/>
    <w:rsid w:val="001F2546"/>
    <w:rsid w:val="001F2665"/>
    <w:rsid w:val="001F51A3"/>
    <w:rsid w:val="002028D4"/>
    <w:rsid w:val="00203438"/>
    <w:rsid w:val="00204757"/>
    <w:rsid w:val="00204928"/>
    <w:rsid w:val="00204F1A"/>
    <w:rsid w:val="00205946"/>
    <w:rsid w:val="00205960"/>
    <w:rsid w:val="0020638A"/>
    <w:rsid w:val="00206B45"/>
    <w:rsid w:val="00206DFD"/>
    <w:rsid w:val="002074E9"/>
    <w:rsid w:val="002106F4"/>
    <w:rsid w:val="00210CE7"/>
    <w:rsid w:val="00214619"/>
    <w:rsid w:val="00220528"/>
    <w:rsid w:val="00220A11"/>
    <w:rsid w:val="0022106C"/>
    <w:rsid w:val="00221F73"/>
    <w:rsid w:val="00222713"/>
    <w:rsid w:val="00223856"/>
    <w:rsid w:val="00226BC4"/>
    <w:rsid w:val="00227323"/>
    <w:rsid w:val="00231497"/>
    <w:rsid w:val="002319F0"/>
    <w:rsid w:val="00232A86"/>
    <w:rsid w:val="00232DD7"/>
    <w:rsid w:val="00233826"/>
    <w:rsid w:val="00234512"/>
    <w:rsid w:val="00235C52"/>
    <w:rsid w:val="002365C6"/>
    <w:rsid w:val="002366A6"/>
    <w:rsid w:val="002418F7"/>
    <w:rsid w:val="002428D5"/>
    <w:rsid w:val="002460F1"/>
    <w:rsid w:val="002539E1"/>
    <w:rsid w:val="00254F9B"/>
    <w:rsid w:val="002550CF"/>
    <w:rsid w:val="00255297"/>
    <w:rsid w:val="00255A83"/>
    <w:rsid w:val="00260A7B"/>
    <w:rsid w:val="002623E1"/>
    <w:rsid w:val="00262415"/>
    <w:rsid w:val="00264EAD"/>
    <w:rsid w:val="00266690"/>
    <w:rsid w:val="00272427"/>
    <w:rsid w:val="00272EC4"/>
    <w:rsid w:val="00277FD4"/>
    <w:rsid w:val="00281320"/>
    <w:rsid w:val="00283DD1"/>
    <w:rsid w:val="00285E19"/>
    <w:rsid w:val="0029053E"/>
    <w:rsid w:val="00291159"/>
    <w:rsid w:val="00293E42"/>
    <w:rsid w:val="002942D4"/>
    <w:rsid w:val="002946B3"/>
    <w:rsid w:val="002956AE"/>
    <w:rsid w:val="002A127F"/>
    <w:rsid w:val="002A1581"/>
    <w:rsid w:val="002A3D76"/>
    <w:rsid w:val="002A4863"/>
    <w:rsid w:val="002A6EA4"/>
    <w:rsid w:val="002A73BF"/>
    <w:rsid w:val="002A75BF"/>
    <w:rsid w:val="002B31B4"/>
    <w:rsid w:val="002B4058"/>
    <w:rsid w:val="002B6699"/>
    <w:rsid w:val="002C0993"/>
    <w:rsid w:val="002C46A6"/>
    <w:rsid w:val="002D096D"/>
    <w:rsid w:val="002D0AE3"/>
    <w:rsid w:val="002D0D5F"/>
    <w:rsid w:val="002D6165"/>
    <w:rsid w:val="002D679F"/>
    <w:rsid w:val="002D7CCA"/>
    <w:rsid w:val="002E07E4"/>
    <w:rsid w:val="002E103A"/>
    <w:rsid w:val="002E18BE"/>
    <w:rsid w:val="002E2716"/>
    <w:rsid w:val="002E32C0"/>
    <w:rsid w:val="002E5416"/>
    <w:rsid w:val="002E5486"/>
    <w:rsid w:val="002E5B7F"/>
    <w:rsid w:val="002F18A6"/>
    <w:rsid w:val="002F2012"/>
    <w:rsid w:val="002F6C8A"/>
    <w:rsid w:val="00300B35"/>
    <w:rsid w:val="003012E1"/>
    <w:rsid w:val="00303713"/>
    <w:rsid w:val="003043AC"/>
    <w:rsid w:val="00305B84"/>
    <w:rsid w:val="003116E1"/>
    <w:rsid w:val="003128F8"/>
    <w:rsid w:val="003137B7"/>
    <w:rsid w:val="00313F0C"/>
    <w:rsid w:val="0031410F"/>
    <w:rsid w:val="00315931"/>
    <w:rsid w:val="00316D38"/>
    <w:rsid w:val="0032173D"/>
    <w:rsid w:val="003227B2"/>
    <w:rsid w:val="0032333A"/>
    <w:rsid w:val="00325BA2"/>
    <w:rsid w:val="003262CD"/>
    <w:rsid w:val="00330923"/>
    <w:rsid w:val="003323AC"/>
    <w:rsid w:val="003326FB"/>
    <w:rsid w:val="0033312A"/>
    <w:rsid w:val="00334536"/>
    <w:rsid w:val="003351F9"/>
    <w:rsid w:val="003367D7"/>
    <w:rsid w:val="00336AB9"/>
    <w:rsid w:val="003376CB"/>
    <w:rsid w:val="00340A96"/>
    <w:rsid w:val="003444AF"/>
    <w:rsid w:val="00346C0D"/>
    <w:rsid w:val="00347DB3"/>
    <w:rsid w:val="0035519B"/>
    <w:rsid w:val="0035763D"/>
    <w:rsid w:val="00357E99"/>
    <w:rsid w:val="00360104"/>
    <w:rsid w:val="0036026E"/>
    <w:rsid w:val="003624B3"/>
    <w:rsid w:val="003665D5"/>
    <w:rsid w:val="003669B9"/>
    <w:rsid w:val="00366F17"/>
    <w:rsid w:val="00367C43"/>
    <w:rsid w:val="00370C2D"/>
    <w:rsid w:val="00373DEA"/>
    <w:rsid w:val="0037445F"/>
    <w:rsid w:val="0037745E"/>
    <w:rsid w:val="00377787"/>
    <w:rsid w:val="0038054F"/>
    <w:rsid w:val="00381D1E"/>
    <w:rsid w:val="00381D34"/>
    <w:rsid w:val="003849F1"/>
    <w:rsid w:val="00384A0A"/>
    <w:rsid w:val="00390AAE"/>
    <w:rsid w:val="003926B1"/>
    <w:rsid w:val="0039530F"/>
    <w:rsid w:val="0039553B"/>
    <w:rsid w:val="00395B52"/>
    <w:rsid w:val="00396931"/>
    <w:rsid w:val="00397213"/>
    <w:rsid w:val="003A0693"/>
    <w:rsid w:val="003A0FF3"/>
    <w:rsid w:val="003A11DE"/>
    <w:rsid w:val="003A1E66"/>
    <w:rsid w:val="003A5538"/>
    <w:rsid w:val="003B0D29"/>
    <w:rsid w:val="003B147C"/>
    <w:rsid w:val="003B23C8"/>
    <w:rsid w:val="003B25A8"/>
    <w:rsid w:val="003B4169"/>
    <w:rsid w:val="003B5078"/>
    <w:rsid w:val="003C1DA6"/>
    <w:rsid w:val="003C1EE2"/>
    <w:rsid w:val="003C2BB6"/>
    <w:rsid w:val="003C3506"/>
    <w:rsid w:val="003C7781"/>
    <w:rsid w:val="003D0063"/>
    <w:rsid w:val="003D109A"/>
    <w:rsid w:val="003D36AA"/>
    <w:rsid w:val="003D4434"/>
    <w:rsid w:val="003D63B9"/>
    <w:rsid w:val="003D7A82"/>
    <w:rsid w:val="003E1405"/>
    <w:rsid w:val="003E30EB"/>
    <w:rsid w:val="003E553F"/>
    <w:rsid w:val="003E6F9A"/>
    <w:rsid w:val="003F3869"/>
    <w:rsid w:val="003F3F96"/>
    <w:rsid w:val="003F4287"/>
    <w:rsid w:val="003F5634"/>
    <w:rsid w:val="004005C4"/>
    <w:rsid w:val="0040657A"/>
    <w:rsid w:val="00410311"/>
    <w:rsid w:val="00410E79"/>
    <w:rsid w:val="0041120C"/>
    <w:rsid w:val="00414A77"/>
    <w:rsid w:val="00417341"/>
    <w:rsid w:val="00420336"/>
    <w:rsid w:val="004225D1"/>
    <w:rsid w:val="0042373C"/>
    <w:rsid w:val="00424E7E"/>
    <w:rsid w:val="00424FE7"/>
    <w:rsid w:val="00426DC8"/>
    <w:rsid w:val="0043084A"/>
    <w:rsid w:val="004332AB"/>
    <w:rsid w:val="0043354F"/>
    <w:rsid w:val="004358EF"/>
    <w:rsid w:val="00437978"/>
    <w:rsid w:val="0044393D"/>
    <w:rsid w:val="00445D27"/>
    <w:rsid w:val="00446D42"/>
    <w:rsid w:val="004472DF"/>
    <w:rsid w:val="00450174"/>
    <w:rsid w:val="00453828"/>
    <w:rsid w:val="00453E74"/>
    <w:rsid w:val="00454499"/>
    <w:rsid w:val="004568BF"/>
    <w:rsid w:val="00460440"/>
    <w:rsid w:val="00465580"/>
    <w:rsid w:val="004655D6"/>
    <w:rsid w:val="00466080"/>
    <w:rsid w:val="004660D5"/>
    <w:rsid w:val="004665C2"/>
    <w:rsid w:val="00471082"/>
    <w:rsid w:val="004719EB"/>
    <w:rsid w:val="00471D6A"/>
    <w:rsid w:val="00475F39"/>
    <w:rsid w:val="00476639"/>
    <w:rsid w:val="00477B74"/>
    <w:rsid w:val="00483E14"/>
    <w:rsid w:val="00490E0F"/>
    <w:rsid w:val="004932D9"/>
    <w:rsid w:val="0049485E"/>
    <w:rsid w:val="004958AE"/>
    <w:rsid w:val="00495F09"/>
    <w:rsid w:val="00496112"/>
    <w:rsid w:val="004A176A"/>
    <w:rsid w:val="004A5DBE"/>
    <w:rsid w:val="004A6037"/>
    <w:rsid w:val="004B0642"/>
    <w:rsid w:val="004B405C"/>
    <w:rsid w:val="004B7CCF"/>
    <w:rsid w:val="004C0541"/>
    <w:rsid w:val="004C0766"/>
    <w:rsid w:val="004C3073"/>
    <w:rsid w:val="004C47DA"/>
    <w:rsid w:val="004C727B"/>
    <w:rsid w:val="004D101B"/>
    <w:rsid w:val="004D312B"/>
    <w:rsid w:val="004D7D9F"/>
    <w:rsid w:val="004E0300"/>
    <w:rsid w:val="004E0AE5"/>
    <w:rsid w:val="004E1ADC"/>
    <w:rsid w:val="004E258B"/>
    <w:rsid w:val="004E51D5"/>
    <w:rsid w:val="004E5522"/>
    <w:rsid w:val="004E5AA9"/>
    <w:rsid w:val="004E6B24"/>
    <w:rsid w:val="004F17F2"/>
    <w:rsid w:val="004F2ECF"/>
    <w:rsid w:val="004F55D3"/>
    <w:rsid w:val="004F6DF1"/>
    <w:rsid w:val="004F6E4A"/>
    <w:rsid w:val="004F706F"/>
    <w:rsid w:val="004F7EF8"/>
    <w:rsid w:val="00500479"/>
    <w:rsid w:val="005005C2"/>
    <w:rsid w:val="00500CFC"/>
    <w:rsid w:val="005012B0"/>
    <w:rsid w:val="00501390"/>
    <w:rsid w:val="00501A21"/>
    <w:rsid w:val="00502C65"/>
    <w:rsid w:val="00503289"/>
    <w:rsid w:val="005044FF"/>
    <w:rsid w:val="00504798"/>
    <w:rsid w:val="00504AFC"/>
    <w:rsid w:val="00505B82"/>
    <w:rsid w:val="005067AF"/>
    <w:rsid w:val="00506D95"/>
    <w:rsid w:val="005101BC"/>
    <w:rsid w:val="0051203E"/>
    <w:rsid w:val="00512757"/>
    <w:rsid w:val="0051322B"/>
    <w:rsid w:val="00515735"/>
    <w:rsid w:val="00521D8D"/>
    <w:rsid w:val="005230C8"/>
    <w:rsid w:val="0052729C"/>
    <w:rsid w:val="00527F9E"/>
    <w:rsid w:val="00531593"/>
    <w:rsid w:val="00533BF3"/>
    <w:rsid w:val="00535A3F"/>
    <w:rsid w:val="00536B4A"/>
    <w:rsid w:val="005404E7"/>
    <w:rsid w:val="00541880"/>
    <w:rsid w:val="00541A03"/>
    <w:rsid w:val="00541CAB"/>
    <w:rsid w:val="00543FC1"/>
    <w:rsid w:val="00544CC3"/>
    <w:rsid w:val="005455D6"/>
    <w:rsid w:val="00550BCE"/>
    <w:rsid w:val="00551F80"/>
    <w:rsid w:val="00553ADD"/>
    <w:rsid w:val="005557B0"/>
    <w:rsid w:val="00560571"/>
    <w:rsid w:val="005617F4"/>
    <w:rsid w:val="005628FC"/>
    <w:rsid w:val="00562A22"/>
    <w:rsid w:val="00563C10"/>
    <w:rsid w:val="00572328"/>
    <w:rsid w:val="005729D6"/>
    <w:rsid w:val="005761A8"/>
    <w:rsid w:val="00582B33"/>
    <w:rsid w:val="00583EA1"/>
    <w:rsid w:val="0058476A"/>
    <w:rsid w:val="00584965"/>
    <w:rsid w:val="00587261"/>
    <w:rsid w:val="0059061C"/>
    <w:rsid w:val="00590E53"/>
    <w:rsid w:val="005935BC"/>
    <w:rsid w:val="00594C6F"/>
    <w:rsid w:val="005951E0"/>
    <w:rsid w:val="0059547F"/>
    <w:rsid w:val="00597AAB"/>
    <w:rsid w:val="005A094B"/>
    <w:rsid w:val="005A346C"/>
    <w:rsid w:val="005A3FA1"/>
    <w:rsid w:val="005A4604"/>
    <w:rsid w:val="005A5432"/>
    <w:rsid w:val="005A73F6"/>
    <w:rsid w:val="005B761B"/>
    <w:rsid w:val="005B7E07"/>
    <w:rsid w:val="005C049D"/>
    <w:rsid w:val="005C16DD"/>
    <w:rsid w:val="005C1EC5"/>
    <w:rsid w:val="005C2677"/>
    <w:rsid w:val="005C419B"/>
    <w:rsid w:val="005C7B96"/>
    <w:rsid w:val="005C7C9E"/>
    <w:rsid w:val="005D04F2"/>
    <w:rsid w:val="005D11A5"/>
    <w:rsid w:val="005D19A2"/>
    <w:rsid w:val="005D26B4"/>
    <w:rsid w:val="005D3C4E"/>
    <w:rsid w:val="005D41EE"/>
    <w:rsid w:val="005D53A6"/>
    <w:rsid w:val="005D69D4"/>
    <w:rsid w:val="005E16C3"/>
    <w:rsid w:val="005E3E19"/>
    <w:rsid w:val="005E4D04"/>
    <w:rsid w:val="005E4D85"/>
    <w:rsid w:val="005E7DFE"/>
    <w:rsid w:val="005F004A"/>
    <w:rsid w:val="005F1F2B"/>
    <w:rsid w:val="005F314D"/>
    <w:rsid w:val="005F43C4"/>
    <w:rsid w:val="005F5873"/>
    <w:rsid w:val="0060004D"/>
    <w:rsid w:val="006006BF"/>
    <w:rsid w:val="0060449E"/>
    <w:rsid w:val="006045A6"/>
    <w:rsid w:val="00605FF1"/>
    <w:rsid w:val="006071AC"/>
    <w:rsid w:val="00607A77"/>
    <w:rsid w:val="00611BD0"/>
    <w:rsid w:val="00611E8F"/>
    <w:rsid w:val="00613B16"/>
    <w:rsid w:val="00617346"/>
    <w:rsid w:val="0062008C"/>
    <w:rsid w:val="00620B3A"/>
    <w:rsid w:val="00621B42"/>
    <w:rsid w:val="00624CA2"/>
    <w:rsid w:val="006256BB"/>
    <w:rsid w:val="00626817"/>
    <w:rsid w:val="0063235E"/>
    <w:rsid w:val="006324B7"/>
    <w:rsid w:val="00632818"/>
    <w:rsid w:val="0063445A"/>
    <w:rsid w:val="00636145"/>
    <w:rsid w:val="00636F67"/>
    <w:rsid w:val="00637A07"/>
    <w:rsid w:val="00637B92"/>
    <w:rsid w:val="0064223F"/>
    <w:rsid w:val="00645773"/>
    <w:rsid w:val="0064665B"/>
    <w:rsid w:val="00646874"/>
    <w:rsid w:val="00651C15"/>
    <w:rsid w:val="00653245"/>
    <w:rsid w:val="0065421A"/>
    <w:rsid w:val="0066088C"/>
    <w:rsid w:val="00664A0A"/>
    <w:rsid w:val="0066645E"/>
    <w:rsid w:val="00670171"/>
    <w:rsid w:val="00671604"/>
    <w:rsid w:val="00671C92"/>
    <w:rsid w:val="00672495"/>
    <w:rsid w:val="00672850"/>
    <w:rsid w:val="006730CB"/>
    <w:rsid w:val="006753A6"/>
    <w:rsid w:val="006761F9"/>
    <w:rsid w:val="006842CE"/>
    <w:rsid w:val="00686E85"/>
    <w:rsid w:val="00687903"/>
    <w:rsid w:val="006906D5"/>
    <w:rsid w:val="00690C47"/>
    <w:rsid w:val="00694220"/>
    <w:rsid w:val="006951DD"/>
    <w:rsid w:val="00696F56"/>
    <w:rsid w:val="006972F1"/>
    <w:rsid w:val="006A09B7"/>
    <w:rsid w:val="006A1330"/>
    <w:rsid w:val="006A4DA8"/>
    <w:rsid w:val="006A67CF"/>
    <w:rsid w:val="006B49CB"/>
    <w:rsid w:val="006B5499"/>
    <w:rsid w:val="006B66E6"/>
    <w:rsid w:val="006C450F"/>
    <w:rsid w:val="006D0129"/>
    <w:rsid w:val="006D2397"/>
    <w:rsid w:val="006D33C0"/>
    <w:rsid w:val="006D4010"/>
    <w:rsid w:val="006D58A2"/>
    <w:rsid w:val="006E2658"/>
    <w:rsid w:val="006E2CA9"/>
    <w:rsid w:val="006E4123"/>
    <w:rsid w:val="006E5ECF"/>
    <w:rsid w:val="006E72CF"/>
    <w:rsid w:val="006E7BD7"/>
    <w:rsid w:val="006F052D"/>
    <w:rsid w:val="006F0A30"/>
    <w:rsid w:val="006F1458"/>
    <w:rsid w:val="006F6E6F"/>
    <w:rsid w:val="0070038D"/>
    <w:rsid w:val="00700604"/>
    <w:rsid w:val="00706A9B"/>
    <w:rsid w:val="00706E83"/>
    <w:rsid w:val="00706FFE"/>
    <w:rsid w:val="0071006D"/>
    <w:rsid w:val="00710B5F"/>
    <w:rsid w:val="0071490C"/>
    <w:rsid w:val="00715CEB"/>
    <w:rsid w:val="007172CC"/>
    <w:rsid w:val="00721286"/>
    <w:rsid w:val="00721661"/>
    <w:rsid w:val="0072187E"/>
    <w:rsid w:val="007241A5"/>
    <w:rsid w:val="00726D28"/>
    <w:rsid w:val="00727D10"/>
    <w:rsid w:val="00733D4C"/>
    <w:rsid w:val="0073417A"/>
    <w:rsid w:val="00735DF5"/>
    <w:rsid w:val="00735F46"/>
    <w:rsid w:val="00736DE2"/>
    <w:rsid w:val="007414F2"/>
    <w:rsid w:val="00742714"/>
    <w:rsid w:val="00742C0F"/>
    <w:rsid w:val="00752906"/>
    <w:rsid w:val="00752BA9"/>
    <w:rsid w:val="00755AFB"/>
    <w:rsid w:val="00755F2B"/>
    <w:rsid w:val="00760FDF"/>
    <w:rsid w:val="007629A3"/>
    <w:rsid w:val="00762E86"/>
    <w:rsid w:val="007649BB"/>
    <w:rsid w:val="00767F70"/>
    <w:rsid w:val="00770155"/>
    <w:rsid w:val="00770EED"/>
    <w:rsid w:val="00772E79"/>
    <w:rsid w:val="00772F7A"/>
    <w:rsid w:val="00773774"/>
    <w:rsid w:val="0077417F"/>
    <w:rsid w:val="00775E43"/>
    <w:rsid w:val="007804F7"/>
    <w:rsid w:val="007829F1"/>
    <w:rsid w:val="00782EC9"/>
    <w:rsid w:val="00783473"/>
    <w:rsid w:val="00783811"/>
    <w:rsid w:val="00783B2F"/>
    <w:rsid w:val="0078443F"/>
    <w:rsid w:val="00785FA9"/>
    <w:rsid w:val="00790962"/>
    <w:rsid w:val="007911AE"/>
    <w:rsid w:val="0079190C"/>
    <w:rsid w:val="00791E37"/>
    <w:rsid w:val="007943DC"/>
    <w:rsid w:val="007949D2"/>
    <w:rsid w:val="00794CF9"/>
    <w:rsid w:val="00797200"/>
    <w:rsid w:val="00797CF5"/>
    <w:rsid w:val="007A2A7C"/>
    <w:rsid w:val="007A631D"/>
    <w:rsid w:val="007A7382"/>
    <w:rsid w:val="007A7AC7"/>
    <w:rsid w:val="007B24B8"/>
    <w:rsid w:val="007B32C2"/>
    <w:rsid w:val="007B3483"/>
    <w:rsid w:val="007B74ED"/>
    <w:rsid w:val="007B7551"/>
    <w:rsid w:val="007C319A"/>
    <w:rsid w:val="007C4FF7"/>
    <w:rsid w:val="007C70C0"/>
    <w:rsid w:val="007D362D"/>
    <w:rsid w:val="007D7E1A"/>
    <w:rsid w:val="007E06EC"/>
    <w:rsid w:val="007E1983"/>
    <w:rsid w:val="007E1EF1"/>
    <w:rsid w:val="007E2402"/>
    <w:rsid w:val="007E4A24"/>
    <w:rsid w:val="007E6E9F"/>
    <w:rsid w:val="007F2BC8"/>
    <w:rsid w:val="007F4791"/>
    <w:rsid w:val="007F598F"/>
    <w:rsid w:val="007F63F0"/>
    <w:rsid w:val="007F69D8"/>
    <w:rsid w:val="007F7718"/>
    <w:rsid w:val="008016E2"/>
    <w:rsid w:val="00807A61"/>
    <w:rsid w:val="008140C1"/>
    <w:rsid w:val="0081423B"/>
    <w:rsid w:val="0081510F"/>
    <w:rsid w:val="0081586A"/>
    <w:rsid w:val="00815AA4"/>
    <w:rsid w:val="008208A9"/>
    <w:rsid w:val="008211D0"/>
    <w:rsid w:val="00821BE3"/>
    <w:rsid w:val="0082280C"/>
    <w:rsid w:val="008253F3"/>
    <w:rsid w:val="00826E56"/>
    <w:rsid w:val="0083032C"/>
    <w:rsid w:val="00831600"/>
    <w:rsid w:val="00832D10"/>
    <w:rsid w:val="00833200"/>
    <w:rsid w:val="00833B97"/>
    <w:rsid w:val="00835505"/>
    <w:rsid w:val="008414EC"/>
    <w:rsid w:val="008439AE"/>
    <w:rsid w:val="00844192"/>
    <w:rsid w:val="0084653E"/>
    <w:rsid w:val="00850147"/>
    <w:rsid w:val="008510B3"/>
    <w:rsid w:val="008522FE"/>
    <w:rsid w:val="00852CA0"/>
    <w:rsid w:val="0085355B"/>
    <w:rsid w:val="00854019"/>
    <w:rsid w:val="00856387"/>
    <w:rsid w:val="008622B0"/>
    <w:rsid w:val="00864380"/>
    <w:rsid w:val="0086779F"/>
    <w:rsid w:val="00870834"/>
    <w:rsid w:val="00871C97"/>
    <w:rsid w:val="00872139"/>
    <w:rsid w:val="00872A82"/>
    <w:rsid w:val="008739FB"/>
    <w:rsid w:val="00877DD1"/>
    <w:rsid w:val="00880766"/>
    <w:rsid w:val="0088095A"/>
    <w:rsid w:val="0088197F"/>
    <w:rsid w:val="00885106"/>
    <w:rsid w:val="00885567"/>
    <w:rsid w:val="0088636B"/>
    <w:rsid w:val="00890ECA"/>
    <w:rsid w:val="008918F9"/>
    <w:rsid w:val="0089192E"/>
    <w:rsid w:val="00892396"/>
    <w:rsid w:val="0089317C"/>
    <w:rsid w:val="00894586"/>
    <w:rsid w:val="008954D7"/>
    <w:rsid w:val="00895D06"/>
    <w:rsid w:val="008962B5"/>
    <w:rsid w:val="008977D1"/>
    <w:rsid w:val="008A50A0"/>
    <w:rsid w:val="008A5A0C"/>
    <w:rsid w:val="008B3B7B"/>
    <w:rsid w:val="008B41BB"/>
    <w:rsid w:val="008B5C2D"/>
    <w:rsid w:val="008B606F"/>
    <w:rsid w:val="008B6756"/>
    <w:rsid w:val="008C0495"/>
    <w:rsid w:val="008C0BEF"/>
    <w:rsid w:val="008C15D3"/>
    <w:rsid w:val="008C2D7A"/>
    <w:rsid w:val="008C3233"/>
    <w:rsid w:val="008C6151"/>
    <w:rsid w:val="008D05C4"/>
    <w:rsid w:val="008D0853"/>
    <w:rsid w:val="008D14B3"/>
    <w:rsid w:val="008D288D"/>
    <w:rsid w:val="008D3543"/>
    <w:rsid w:val="008D37FE"/>
    <w:rsid w:val="008D3BC6"/>
    <w:rsid w:val="008D3CF7"/>
    <w:rsid w:val="008D50A2"/>
    <w:rsid w:val="008D5334"/>
    <w:rsid w:val="008D5DB5"/>
    <w:rsid w:val="008E0AA3"/>
    <w:rsid w:val="008F29DF"/>
    <w:rsid w:val="008F3384"/>
    <w:rsid w:val="008F3DDE"/>
    <w:rsid w:val="008F490B"/>
    <w:rsid w:val="008F6555"/>
    <w:rsid w:val="009029E6"/>
    <w:rsid w:val="00903119"/>
    <w:rsid w:val="00903481"/>
    <w:rsid w:val="009037DE"/>
    <w:rsid w:val="009059AC"/>
    <w:rsid w:val="00906728"/>
    <w:rsid w:val="0090695B"/>
    <w:rsid w:val="00907BF0"/>
    <w:rsid w:val="00910A19"/>
    <w:rsid w:val="00911796"/>
    <w:rsid w:val="00917311"/>
    <w:rsid w:val="00920AFC"/>
    <w:rsid w:val="00936137"/>
    <w:rsid w:val="0094047C"/>
    <w:rsid w:val="00940FF9"/>
    <w:rsid w:val="00941217"/>
    <w:rsid w:val="00941EC0"/>
    <w:rsid w:val="00941F90"/>
    <w:rsid w:val="00942CC1"/>
    <w:rsid w:val="00943F5F"/>
    <w:rsid w:val="00945E18"/>
    <w:rsid w:val="00945F61"/>
    <w:rsid w:val="00946149"/>
    <w:rsid w:val="009468A6"/>
    <w:rsid w:val="009517D3"/>
    <w:rsid w:val="00951B2D"/>
    <w:rsid w:val="00951BC3"/>
    <w:rsid w:val="00952FD6"/>
    <w:rsid w:val="009538CD"/>
    <w:rsid w:val="00957850"/>
    <w:rsid w:val="00961820"/>
    <w:rsid w:val="00961C3F"/>
    <w:rsid w:val="009620B5"/>
    <w:rsid w:val="00965408"/>
    <w:rsid w:val="009659BD"/>
    <w:rsid w:val="00965C9C"/>
    <w:rsid w:val="00971D43"/>
    <w:rsid w:val="00973FCE"/>
    <w:rsid w:val="00974AEB"/>
    <w:rsid w:val="0097784B"/>
    <w:rsid w:val="009803BB"/>
    <w:rsid w:val="00980D5C"/>
    <w:rsid w:val="009831A0"/>
    <w:rsid w:val="009916FB"/>
    <w:rsid w:val="009944F3"/>
    <w:rsid w:val="00994A40"/>
    <w:rsid w:val="00996387"/>
    <w:rsid w:val="00997435"/>
    <w:rsid w:val="009A09FF"/>
    <w:rsid w:val="009A203E"/>
    <w:rsid w:val="009A34E7"/>
    <w:rsid w:val="009A4DCF"/>
    <w:rsid w:val="009A7A5A"/>
    <w:rsid w:val="009B092C"/>
    <w:rsid w:val="009B0C6B"/>
    <w:rsid w:val="009B1071"/>
    <w:rsid w:val="009B166D"/>
    <w:rsid w:val="009B19F9"/>
    <w:rsid w:val="009B39BE"/>
    <w:rsid w:val="009B4753"/>
    <w:rsid w:val="009B49D8"/>
    <w:rsid w:val="009C0638"/>
    <w:rsid w:val="009C0AF2"/>
    <w:rsid w:val="009C209D"/>
    <w:rsid w:val="009D1B85"/>
    <w:rsid w:val="009D30EC"/>
    <w:rsid w:val="009D3F0C"/>
    <w:rsid w:val="009D51A0"/>
    <w:rsid w:val="009D63D8"/>
    <w:rsid w:val="009D654A"/>
    <w:rsid w:val="009E0922"/>
    <w:rsid w:val="009E0DEA"/>
    <w:rsid w:val="009E2613"/>
    <w:rsid w:val="009E53A6"/>
    <w:rsid w:val="009F0AB0"/>
    <w:rsid w:val="009F398F"/>
    <w:rsid w:val="009F5BCB"/>
    <w:rsid w:val="009F705D"/>
    <w:rsid w:val="00A02C15"/>
    <w:rsid w:val="00A0344D"/>
    <w:rsid w:val="00A043C8"/>
    <w:rsid w:val="00A049A8"/>
    <w:rsid w:val="00A07ABE"/>
    <w:rsid w:val="00A10D23"/>
    <w:rsid w:val="00A11CEF"/>
    <w:rsid w:val="00A14768"/>
    <w:rsid w:val="00A158B4"/>
    <w:rsid w:val="00A163A7"/>
    <w:rsid w:val="00A166AF"/>
    <w:rsid w:val="00A179B6"/>
    <w:rsid w:val="00A23116"/>
    <w:rsid w:val="00A25891"/>
    <w:rsid w:val="00A27EF4"/>
    <w:rsid w:val="00A30282"/>
    <w:rsid w:val="00A30891"/>
    <w:rsid w:val="00A31973"/>
    <w:rsid w:val="00A32870"/>
    <w:rsid w:val="00A347BD"/>
    <w:rsid w:val="00A35030"/>
    <w:rsid w:val="00A35830"/>
    <w:rsid w:val="00A37618"/>
    <w:rsid w:val="00A378DB"/>
    <w:rsid w:val="00A37DFC"/>
    <w:rsid w:val="00A41B1B"/>
    <w:rsid w:val="00A41EA7"/>
    <w:rsid w:val="00A42B15"/>
    <w:rsid w:val="00A433FC"/>
    <w:rsid w:val="00A4538C"/>
    <w:rsid w:val="00A52928"/>
    <w:rsid w:val="00A53AE6"/>
    <w:rsid w:val="00A53C58"/>
    <w:rsid w:val="00A54FED"/>
    <w:rsid w:val="00A5750A"/>
    <w:rsid w:val="00A6007C"/>
    <w:rsid w:val="00A606DC"/>
    <w:rsid w:val="00A61554"/>
    <w:rsid w:val="00A61C57"/>
    <w:rsid w:val="00A621AE"/>
    <w:rsid w:val="00A62C3A"/>
    <w:rsid w:val="00A63969"/>
    <w:rsid w:val="00A65D80"/>
    <w:rsid w:val="00A67185"/>
    <w:rsid w:val="00A70393"/>
    <w:rsid w:val="00A7119D"/>
    <w:rsid w:val="00A72B81"/>
    <w:rsid w:val="00A7556E"/>
    <w:rsid w:val="00A75BC6"/>
    <w:rsid w:val="00A77BF3"/>
    <w:rsid w:val="00A77D83"/>
    <w:rsid w:val="00A84B39"/>
    <w:rsid w:val="00A91878"/>
    <w:rsid w:val="00A91C11"/>
    <w:rsid w:val="00AA045C"/>
    <w:rsid w:val="00AA0500"/>
    <w:rsid w:val="00AA0AEF"/>
    <w:rsid w:val="00AA3DB5"/>
    <w:rsid w:val="00AA3E0F"/>
    <w:rsid w:val="00AA493A"/>
    <w:rsid w:val="00AA619B"/>
    <w:rsid w:val="00AA79FD"/>
    <w:rsid w:val="00AA7C23"/>
    <w:rsid w:val="00AB2745"/>
    <w:rsid w:val="00AB3E25"/>
    <w:rsid w:val="00AC0970"/>
    <w:rsid w:val="00AC3DB1"/>
    <w:rsid w:val="00AC49D0"/>
    <w:rsid w:val="00AC4A29"/>
    <w:rsid w:val="00AC68CA"/>
    <w:rsid w:val="00AC7324"/>
    <w:rsid w:val="00AD0CA3"/>
    <w:rsid w:val="00AD422A"/>
    <w:rsid w:val="00AD4741"/>
    <w:rsid w:val="00AD54D8"/>
    <w:rsid w:val="00AD5FA1"/>
    <w:rsid w:val="00AD6715"/>
    <w:rsid w:val="00AE00A1"/>
    <w:rsid w:val="00AE4CED"/>
    <w:rsid w:val="00AF0660"/>
    <w:rsid w:val="00AF0BCE"/>
    <w:rsid w:val="00AF4116"/>
    <w:rsid w:val="00AF5611"/>
    <w:rsid w:val="00AF695E"/>
    <w:rsid w:val="00AF6CEC"/>
    <w:rsid w:val="00B008AD"/>
    <w:rsid w:val="00B01251"/>
    <w:rsid w:val="00B04046"/>
    <w:rsid w:val="00B0538F"/>
    <w:rsid w:val="00B0688B"/>
    <w:rsid w:val="00B07E5D"/>
    <w:rsid w:val="00B10A27"/>
    <w:rsid w:val="00B128E6"/>
    <w:rsid w:val="00B144E5"/>
    <w:rsid w:val="00B172BC"/>
    <w:rsid w:val="00B17DE1"/>
    <w:rsid w:val="00B2071C"/>
    <w:rsid w:val="00B2091F"/>
    <w:rsid w:val="00B20CC1"/>
    <w:rsid w:val="00B21C5D"/>
    <w:rsid w:val="00B249DD"/>
    <w:rsid w:val="00B24A19"/>
    <w:rsid w:val="00B24ED6"/>
    <w:rsid w:val="00B2558D"/>
    <w:rsid w:val="00B26960"/>
    <w:rsid w:val="00B30FEA"/>
    <w:rsid w:val="00B31068"/>
    <w:rsid w:val="00B32728"/>
    <w:rsid w:val="00B34B6C"/>
    <w:rsid w:val="00B34EFC"/>
    <w:rsid w:val="00B4382B"/>
    <w:rsid w:val="00B43C8E"/>
    <w:rsid w:val="00B45451"/>
    <w:rsid w:val="00B47B6B"/>
    <w:rsid w:val="00B50544"/>
    <w:rsid w:val="00B524E3"/>
    <w:rsid w:val="00B5342C"/>
    <w:rsid w:val="00B53CA5"/>
    <w:rsid w:val="00B548CA"/>
    <w:rsid w:val="00B54D1E"/>
    <w:rsid w:val="00B557DC"/>
    <w:rsid w:val="00B56240"/>
    <w:rsid w:val="00B571D9"/>
    <w:rsid w:val="00B61F0E"/>
    <w:rsid w:val="00B64CAD"/>
    <w:rsid w:val="00B74AA6"/>
    <w:rsid w:val="00B75454"/>
    <w:rsid w:val="00B775BE"/>
    <w:rsid w:val="00B77F68"/>
    <w:rsid w:val="00B8268E"/>
    <w:rsid w:val="00B834B8"/>
    <w:rsid w:val="00B857A9"/>
    <w:rsid w:val="00B87235"/>
    <w:rsid w:val="00B874DC"/>
    <w:rsid w:val="00B90266"/>
    <w:rsid w:val="00B91473"/>
    <w:rsid w:val="00B93361"/>
    <w:rsid w:val="00B946AE"/>
    <w:rsid w:val="00B94C94"/>
    <w:rsid w:val="00B95099"/>
    <w:rsid w:val="00BA27BD"/>
    <w:rsid w:val="00BA40BA"/>
    <w:rsid w:val="00BA4984"/>
    <w:rsid w:val="00BA7EBC"/>
    <w:rsid w:val="00BB0049"/>
    <w:rsid w:val="00BB0676"/>
    <w:rsid w:val="00BB0846"/>
    <w:rsid w:val="00BB1097"/>
    <w:rsid w:val="00BB15B5"/>
    <w:rsid w:val="00BB1F70"/>
    <w:rsid w:val="00BB21C1"/>
    <w:rsid w:val="00BB2CEB"/>
    <w:rsid w:val="00BB5AB3"/>
    <w:rsid w:val="00BB7E35"/>
    <w:rsid w:val="00BC13E9"/>
    <w:rsid w:val="00BC24F1"/>
    <w:rsid w:val="00BC5B54"/>
    <w:rsid w:val="00BC785B"/>
    <w:rsid w:val="00BC78DA"/>
    <w:rsid w:val="00BD20EB"/>
    <w:rsid w:val="00BD43AB"/>
    <w:rsid w:val="00BD4744"/>
    <w:rsid w:val="00BD6641"/>
    <w:rsid w:val="00BD6CDA"/>
    <w:rsid w:val="00BD6FE9"/>
    <w:rsid w:val="00BD7A0A"/>
    <w:rsid w:val="00BE1B0B"/>
    <w:rsid w:val="00BE232F"/>
    <w:rsid w:val="00BE3325"/>
    <w:rsid w:val="00BE3CBA"/>
    <w:rsid w:val="00BE4DB7"/>
    <w:rsid w:val="00BE51D7"/>
    <w:rsid w:val="00BE54EE"/>
    <w:rsid w:val="00BE60D6"/>
    <w:rsid w:val="00BF0B97"/>
    <w:rsid w:val="00BF1466"/>
    <w:rsid w:val="00BF1709"/>
    <w:rsid w:val="00BF2958"/>
    <w:rsid w:val="00BF297B"/>
    <w:rsid w:val="00BF2B67"/>
    <w:rsid w:val="00BF38A6"/>
    <w:rsid w:val="00BF5E55"/>
    <w:rsid w:val="00BF6321"/>
    <w:rsid w:val="00BF652F"/>
    <w:rsid w:val="00BF7FF2"/>
    <w:rsid w:val="00C020E3"/>
    <w:rsid w:val="00C04129"/>
    <w:rsid w:val="00C04508"/>
    <w:rsid w:val="00C04F1A"/>
    <w:rsid w:val="00C05788"/>
    <w:rsid w:val="00C05AFD"/>
    <w:rsid w:val="00C066F0"/>
    <w:rsid w:val="00C074A7"/>
    <w:rsid w:val="00C10F75"/>
    <w:rsid w:val="00C12D3C"/>
    <w:rsid w:val="00C14BD4"/>
    <w:rsid w:val="00C1566F"/>
    <w:rsid w:val="00C1773B"/>
    <w:rsid w:val="00C17B4C"/>
    <w:rsid w:val="00C23239"/>
    <w:rsid w:val="00C2344A"/>
    <w:rsid w:val="00C234EE"/>
    <w:rsid w:val="00C24557"/>
    <w:rsid w:val="00C278B5"/>
    <w:rsid w:val="00C31E1F"/>
    <w:rsid w:val="00C31F22"/>
    <w:rsid w:val="00C35E05"/>
    <w:rsid w:val="00C40EED"/>
    <w:rsid w:val="00C411D8"/>
    <w:rsid w:val="00C428D1"/>
    <w:rsid w:val="00C42CBE"/>
    <w:rsid w:val="00C469F9"/>
    <w:rsid w:val="00C47797"/>
    <w:rsid w:val="00C51310"/>
    <w:rsid w:val="00C5279D"/>
    <w:rsid w:val="00C56F81"/>
    <w:rsid w:val="00C570C7"/>
    <w:rsid w:val="00C6340F"/>
    <w:rsid w:val="00C63A62"/>
    <w:rsid w:val="00C65C37"/>
    <w:rsid w:val="00C65E16"/>
    <w:rsid w:val="00C66584"/>
    <w:rsid w:val="00C6741C"/>
    <w:rsid w:val="00C67969"/>
    <w:rsid w:val="00C70F2C"/>
    <w:rsid w:val="00C71AC2"/>
    <w:rsid w:val="00C72625"/>
    <w:rsid w:val="00C7350D"/>
    <w:rsid w:val="00C8042F"/>
    <w:rsid w:val="00C8748B"/>
    <w:rsid w:val="00C9101B"/>
    <w:rsid w:val="00C9106A"/>
    <w:rsid w:val="00C918E3"/>
    <w:rsid w:val="00C93978"/>
    <w:rsid w:val="00C94659"/>
    <w:rsid w:val="00C9540D"/>
    <w:rsid w:val="00C96847"/>
    <w:rsid w:val="00CA1ABA"/>
    <w:rsid w:val="00CA4A6C"/>
    <w:rsid w:val="00CA4C1C"/>
    <w:rsid w:val="00CA4F4F"/>
    <w:rsid w:val="00CB04AE"/>
    <w:rsid w:val="00CB04B9"/>
    <w:rsid w:val="00CB05C8"/>
    <w:rsid w:val="00CB23AB"/>
    <w:rsid w:val="00CB42A3"/>
    <w:rsid w:val="00CB52A1"/>
    <w:rsid w:val="00CB5C6A"/>
    <w:rsid w:val="00CB5E72"/>
    <w:rsid w:val="00CB67C4"/>
    <w:rsid w:val="00CB780E"/>
    <w:rsid w:val="00CC0135"/>
    <w:rsid w:val="00CC174A"/>
    <w:rsid w:val="00CC4897"/>
    <w:rsid w:val="00CC603B"/>
    <w:rsid w:val="00CC72B1"/>
    <w:rsid w:val="00CC72EC"/>
    <w:rsid w:val="00CD043A"/>
    <w:rsid w:val="00CD07A2"/>
    <w:rsid w:val="00CD1462"/>
    <w:rsid w:val="00CD3408"/>
    <w:rsid w:val="00CD68D3"/>
    <w:rsid w:val="00CD7821"/>
    <w:rsid w:val="00CE1F3E"/>
    <w:rsid w:val="00CE23F3"/>
    <w:rsid w:val="00CE2E5B"/>
    <w:rsid w:val="00CE4E09"/>
    <w:rsid w:val="00CE5653"/>
    <w:rsid w:val="00CE6AD2"/>
    <w:rsid w:val="00CF0813"/>
    <w:rsid w:val="00CF1DCB"/>
    <w:rsid w:val="00CF1FBA"/>
    <w:rsid w:val="00CF3D23"/>
    <w:rsid w:val="00D01B3B"/>
    <w:rsid w:val="00D020D8"/>
    <w:rsid w:val="00D02636"/>
    <w:rsid w:val="00D05050"/>
    <w:rsid w:val="00D0608C"/>
    <w:rsid w:val="00D10E1F"/>
    <w:rsid w:val="00D17D1F"/>
    <w:rsid w:val="00D204E3"/>
    <w:rsid w:val="00D22D66"/>
    <w:rsid w:val="00D261B5"/>
    <w:rsid w:val="00D2675C"/>
    <w:rsid w:val="00D27D5F"/>
    <w:rsid w:val="00D31DAE"/>
    <w:rsid w:val="00D32489"/>
    <w:rsid w:val="00D32F2A"/>
    <w:rsid w:val="00D35E12"/>
    <w:rsid w:val="00D35FCC"/>
    <w:rsid w:val="00D36767"/>
    <w:rsid w:val="00D401BC"/>
    <w:rsid w:val="00D40F23"/>
    <w:rsid w:val="00D41283"/>
    <w:rsid w:val="00D416E8"/>
    <w:rsid w:val="00D42667"/>
    <w:rsid w:val="00D442BD"/>
    <w:rsid w:val="00D4598B"/>
    <w:rsid w:val="00D46682"/>
    <w:rsid w:val="00D4716C"/>
    <w:rsid w:val="00D47775"/>
    <w:rsid w:val="00D47EF2"/>
    <w:rsid w:val="00D51FDC"/>
    <w:rsid w:val="00D5223C"/>
    <w:rsid w:val="00D549B0"/>
    <w:rsid w:val="00D54F04"/>
    <w:rsid w:val="00D55195"/>
    <w:rsid w:val="00D558E7"/>
    <w:rsid w:val="00D55F9E"/>
    <w:rsid w:val="00D56936"/>
    <w:rsid w:val="00D60C62"/>
    <w:rsid w:val="00D62652"/>
    <w:rsid w:val="00D6587D"/>
    <w:rsid w:val="00D708DF"/>
    <w:rsid w:val="00D724BD"/>
    <w:rsid w:val="00D757BE"/>
    <w:rsid w:val="00D773B7"/>
    <w:rsid w:val="00D846F7"/>
    <w:rsid w:val="00D90C7C"/>
    <w:rsid w:val="00D911B8"/>
    <w:rsid w:val="00D96570"/>
    <w:rsid w:val="00DA308C"/>
    <w:rsid w:val="00DA3A1E"/>
    <w:rsid w:val="00DA78E3"/>
    <w:rsid w:val="00DA7A4D"/>
    <w:rsid w:val="00DB2210"/>
    <w:rsid w:val="00DB2D10"/>
    <w:rsid w:val="00DB760E"/>
    <w:rsid w:val="00DC13ED"/>
    <w:rsid w:val="00DC198D"/>
    <w:rsid w:val="00DC4443"/>
    <w:rsid w:val="00DC4FA2"/>
    <w:rsid w:val="00DC525C"/>
    <w:rsid w:val="00DD06A3"/>
    <w:rsid w:val="00DD1989"/>
    <w:rsid w:val="00DD2D57"/>
    <w:rsid w:val="00DD6AEB"/>
    <w:rsid w:val="00DE06D8"/>
    <w:rsid w:val="00DE0868"/>
    <w:rsid w:val="00DE1BBC"/>
    <w:rsid w:val="00DE31A4"/>
    <w:rsid w:val="00DE3B8C"/>
    <w:rsid w:val="00DF2D4C"/>
    <w:rsid w:val="00DF4605"/>
    <w:rsid w:val="00DF48A2"/>
    <w:rsid w:val="00DF565D"/>
    <w:rsid w:val="00DF5DC0"/>
    <w:rsid w:val="00DF6A93"/>
    <w:rsid w:val="00DF70FF"/>
    <w:rsid w:val="00DF7ECC"/>
    <w:rsid w:val="00E009B4"/>
    <w:rsid w:val="00E02A2F"/>
    <w:rsid w:val="00E0685F"/>
    <w:rsid w:val="00E06BDF"/>
    <w:rsid w:val="00E07AFB"/>
    <w:rsid w:val="00E116D5"/>
    <w:rsid w:val="00E14603"/>
    <w:rsid w:val="00E14968"/>
    <w:rsid w:val="00E17EF1"/>
    <w:rsid w:val="00E2061F"/>
    <w:rsid w:val="00E20EBA"/>
    <w:rsid w:val="00E21E49"/>
    <w:rsid w:val="00E2519D"/>
    <w:rsid w:val="00E2610D"/>
    <w:rsid w:val="00E2691A"/>
    <w:rsid w:val="00E26EE3"/>
    <w:rsid w:val="00E3051D"/>
    <w:rsid w:val="00E31145"/>
    <w:rsid w:val="00E31B84"/>
    <w:rsid w:val="00E33F15"/>
    <w:rsid w:val="00E34C55"/>
    <w:rsid w:val="00E411E3"/>
    <w:rsid w:val="00E4149C"/>
    <w:rsid w:val="00E43260"/>
    <w:rsid w:val="00E4334F"/>
    <w:rsid w:val="00E47918"/>
    <w:rsid w:val="00E516CD"/>
    <w:rsid w:val="00E5193E"/>
    <w:rsid w:val="00E520C9"/>
    <w:rsid w:val="00E52201"/>
    <w:rsid w:val="00E5474F"/>
    <w:rsid w:val="00E565BD"/>
    <w:rsid w:val="00E5752D"/>
    <w:rsid w:val="00E57956"/>
    <w:rsid w:val="00E57C86"/>
    <w:rsid w:val="00E65421"/>
    <w:rsid w:val="00E66497"/>
    <w:rsid w:val="00E676F9"/>
    <w:rsid w:val="00E67F14"/>
    <w:rsid w:val="00E716F5"/>
    <w:rsid w:val="00E72778"/>
    <w:rsid w:val="00E7279F"/>
    <w:rsid w:val="00E7448F"/>
    <w:rsid w:val="00E7469C"/>
    <w:rsid w:val="00E74990"/>
    <w:rsid w:val="00E7597E"/>
    <w:rsid w:val="00E80094"/>
    <w:rsid w:val="00E82384"/>
    <w:rsid w:val="00E83BE8"/>
    <w:rsid w:val="00E841A2"/>
    <w:rsid w:val="00E85962"/>
    <w:rsid w:val="00E87F74"/>
    <w:rsid w:val="00E9302E"/>
    <w:rsid w:val="00E93B6B"/>
    <w:rsid w:val="00E94330"/>
    <w:rsid w:val="00E94AF8"/>
    <w:rsid w:val="00E950AF"/>
    <w:rsid w:val="00EA35D3"/>
    <w:rsid w:val="00EA517F"/>
    <w:rsid w:val="00EA5C1D"/>
    <w:rsid w:val="00EB1FBB"/>
    <w:rsid w:val="00EC036C"/>
    <w:rsid w:val="00EC0937"/>
    <w:rsid w:val="00EC2946"/>
    <w:rsid w:val="00EC54F8"/>
    <w:rsid w:val="00EC6D21"/>
    <w:rsid w:val="00EC7B8F"/>
    <w:rsid w:val="00ED1D10"/>
    <w:rsid w:val="00ED1F17"/>
    <w:rsid w:val="00ED2EB0"/>
    <w:rsid w:val="00ED3853"/>
    <w:rsid w:val="00ED53B2"/>
    <w:rsid w:val="00ED5590"/>
    <w:rsid w:val="00ED6593"/>
    <w:rsid w:val="00EE066E"/>
    <w:rsid w:val="00EE0F1D"/>
    <w:rsid w:val="00EE106E"/>
    <w:rsid w:val="00EE253B"/>
    <w:rsid w:val="00EE262A"/>
    <w:rsid w:val="00EE2A8F"/>
    <w:rsid w:val="00EE4A60"/>
    <w:rsid w:val="00EE5F64"/>
    <w:rsid w:val="00EE6102"/>
    <w:rsid w:val="00EE718B"/>
    <w:rsid w:val="00EF16E1"/>
    <w:rsid w:val="00EF6345"/>
    <w:rsid w:val="00EF7121"/>
    <w:rsid w:val="00F000E3"/>
    <w:rsid w:val="00F01B58"/>
    <w:rsid w:val="00F03182"/>
    <w:rsid w:val="00F04680"/>
    <w:rsid w:val="00F04EBE"/>
    <w:rsid w:val="00F13B98"/>
    <w:rsid w:val="00F13DD8"/>
    <w:rsid w:val="00F16CD9"/>
    <w:rsid w:val="00F17882"/>
    <w:rsid w:val="00F22721"/>
    <w:rsid w:val="00F23468"/>
    <w:rsid w:val="00F26538"/>
    <w:rsid w:val="00F30970"/>
    <w:rsid w:val="00F312AF"/>
    <w:rsid w:val="00F31D92"/>
    <w:rsid w:val="00F32244"/>
    <w:rsid w:val="00F32CF1"/>
    <w:rsid w:val="00F330DE"/>
    <w:rsid w:val="00F34D36"/>
    <w:rsid w:val="00F34F2B"/>
    <w:rsid w:val="00F45FD9"/>
    <w:rsid w:val="00F46699"/>
    <w:rsid w:val="00F46B3C"/>
    <w:rsid w:val="00F47F4E"/>
    <w:rsid w:val="00F52C9F"/>
    <w:rsid w:val="00F540F2"/>
    <w:rsid w:val="00F544F9"/>
    <w:rsid w:val="00F56C2F"/>
    <w:rsid w:val="00F57521"/>
    <w:rsid w:val="00F57FA4"/>
    <w:rsid w:val="00F608F9"/>
    <w:rsid w:val="00F60C50"/>
    <w:rsid w:val="00F63281"/>
    <w:rsid w:val="00F63BD9"/>
    <w:rsid w:val="00F664DB"/>
    <w:rsid w:val="00F67AE9"/>
    <w:rsid w:val="00F67CCD"/>
    <w:rsid w:val="00F707BF"/>
    <w:rsid w:val="00F722AF"/>
    <w:rsid w:val="00F72C2A"/>
    <w:rsid w:val="00F73F94"/>
    <w:rsid w:val="00F8141C"/>
    <w:rsid w:val="00F81D93"/>
    <w:rsid w:val="00F84A8A"/>
    <w:rsid w:val="00F8664D"/>
    <w:rsid w:val="00F87CFB"/>
    <w:rsid w:val="00F9000F"/>
    <w:rsid w:val="00F91643"/>
    <w:rsid w:val="00F921E8"/>
    <w:rsid w:val="00F93C7E"/>
    <w:rsid w:val="00F93DF1"/>
    <w:rsid w:val="00F96943"/>
    <w:rsid w:val="00FA07C9"/>
    <w:rsid w:val="00FA09A7"/>
    <w:rsid w:val="00FA1161"/>
    <w:rsid w:val="00FA1C28"/>
    <w:rsid w:val="00FA2378"/>
    <w:rsid w:val="00FA32B0"/>
    <w:rsid w:val="00FA3A6D"/>
    <w:rsid w:val="00FA484B"/>
    <w:rsid w:val="00FA4972"/>
    <w:rsid w:val="00FA5E81"/>
    <w:rsid w:val="00FA6D8F"/>
    <w:rsid w:val="00FB173E"/>
    <w:rsid w:val="00FB3B95"/>
    <w:rsid w:val="00FB3E2E"/>
    <w:rsid w:val="00FC2956"/>
    <w:rsid w:val="00FC33F6"/>
    <w:rsid w:val="00FC7987"/>
    <w:rsid w:val="00FD1F52"/>
    <w:rsid w:val="00FD3013"/>
    <w:rsid w:val="00FD67FD"/>
    <w:rsid w:val="00FE1761"/>
    <w:rsid w:val="00FE1D9F"/>
    <w:rsid w:val="00FE3EA1"/>
    <w:rsid w:val="00FE4A0F"/>
    <w:rsid w:val="00FE4F70"/>
    <w:rsid w:val="00FE5651"/>
    <w:rsid w:val="00FE5670"/>
    <w:rsid w:val="00FE6D49"/>
    <w:rsid w:val="00FF09D7"/>
    <w:rsid w:val="00FF0F95"/>
    <w:rsid w:val="00FF405B"/>
    <w:rsid w:val="00FF4206"/>
    <w:rsid w:val="00FF6974"/>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969"/>
    <w:pPr>
      <w:suppressAutoHyphens/>
      <w:bidi/>
    </w:pPr>
    <w:rPr>
      <w:rFonts w:ascii="Arial" w:hAnsi="Arial" w:cs="Arial"/>
      <w:kern w:val="1"/>
      <w:sz w:val="24"/>
      <w:szCs w:val="24"/>
      <w:lang w:eastAsia="he-IL"/>
    </w:rPr>
  </w:style>
  <w:style w:type="paragraph" w:styleId="Heading1">
    <w:name w:val="heading 1"/>
    <w:basedOn w:val="Normal"/>
    <w:link w:val="Heading1Char"/>
    <w:uiPriority w:val="99"/>
    <w:qFormat/>
    <w:rsid w:val="00910A19"/>
    <w:pPr>
      <w:suppressAutoHyphens w:val="0"/>
      <w:bidi w:val="0"/>
      <w:spacing w:before="100" w:beforeAutospacing="1" w:after="100" w:afterAutospacing="1"/>
      <w:outlineLvl w:val="0"/>
    </w:pPr>
    <w:rPr>
      <w:rFonts w:ascii="Times New Roman" w:hAnsi="Times New Roman" w:cs="Times New Roman"/>
      <w:b/>
      <w:kern w:val="36"/>
      <w:sz w:val="48"/>
      <w:szCs w:val="20"/>
      <w:lang w:eastAsia="en-US"/>
    </w:rPr>
  </w:style>
  <w:style w:type="paragraph" w:styleId="Heading2">
    <w:name w:val="heading 2"/>
    <w:basedOn w:val="Normal"/>
    <w:next w:val="Normal"/>
    <w:link w:val="Heading2Char"/>
    <w:uiPriority w:val="99"/>
    <w:qFormat/>
    <w:locked/>
    <w:rsid w:val="000547AD"/>
    <w:pPr>
      <w:keepNext/>
      <w:spacing w:before="240" w:after="60"/>
      <w:outlineLvl w:val="1"/>
    </w:pPr>
    <w:rPr>
      <w:rFonts w:ascii="Cambria" w:hAnsi="Cambria" w:cs="Times New Roman"/>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0A19"/>
    <w:rPr>
      <w:rFonts w:cs="Times New Roman"/>
      <w:b/>
      <w:kern w:val="36"/>
      <w:sz w:val="48"/>
    </w:rPr>
  </w:style>
  <w:style w:type="character" w:customStyle="1" w:styleId="Heading2Char">
    <w:name w:val="Heading 2 Char"/>
    <w:basedOn w:val="DefaultParagraphFont"/>
    <w:link w:val="Heading2"/>
    <w:uiPriority w:val="99"/>
    <w:semiHidden/>
    <w:locked/>
    <w:rsid w:val="000547AD"/>
    <w:rPr>
      <w:rFonts w:ascii="Cambria" w:hAnsi="Cambria" w:cs="Times New Roman"/>
      <w:b/>
      <w:i/>
      <w:kern w:val="1"/>
      <w:sz w:val="28"/>
      <w:lang w:eastAsia="he-IL" w:bidi="he-IL"/>
    </w:rPr>
  </w:style>
  <w:style w:type="character" w:customStyle="1" w:styleId="DefaultParagraphFont1">
    <w:name w:val="Default Paragraph Font1"/>
    <w:uiPriority w:val="99"/>
    <w:rsid w:val="00C67969"/>
  </w:style>
  <w:style w:type="character" w:customStyle="1" w:styleId="HeaderChar">
    <w:name w:val="Header Char"/>
    <w:uiPriority w:val="99"/>
    <w:rsid w:val="00C67969"/>
    <w:rPr>
      <w:rFonts w:ascii="Arial" w:hAnsi="Arial"/>
      <w:sz w:val="24"/>
    </w:rPr>
  </w:style>
  <w:style w:type="character" w:customStyle="1" w:styleId="FooterChar">
    <w:name w:val="Footer Char"/>
    <w:uiPriority w:val="99"/>
    <w:rsid w:val="00C67969"/>
    <w:rPr>
      <w:rFonts w:ascii="Arial" w:hAnsi="Arial"/>
      <w:sz w:val="24"/>
      <w:lang w:val="en-US"/>
    </w:rPr>
  </w:style>
  <w:style w:type="character" w:styleId="Hyperlink">
    <w:name w:val="Hyperlink"/>
    <w:basedOn w:val="DefaultParagraphFont"/>
    <w:uiPriority w:val="99"/>
    <w:rsid w:val="00C67969"/>
    <w:rPr>
      <w:rFonts w:cs="Times New Roman"/>
      <w:color w:val="0000FF"/>
      <w:u w:val="single"/>
    </w:rPr>
  </w:style>
  <w:style w:type="character" w:customStyle="1" w:styleId="yaelm">
    <w:name w:val="yaelm"/>
    <w:uiPriority w:val="99"/>
    <w:rsid w:val="00C67969"/>
    <w:rPr>
      <w:rFonts w:ascii="Arial" w:hAnsi="Arial"/>
      <w:color w:val="00000A"/>
      <w:sz w:val="20"/>
    </w:rPr>
  </w:style>
  <w:style w:type="character" w:customStyle="1" w:styleId="BalloonTextChar">
    <w:name w:val="Balloon Text Char"/>
    <w:uiPriority w:val="99"/>
    <w:rsid w:val="00C67969"/>
    <w:rPr>
      <w:sz w:val="2"/>
    </w:rPr>
  </w:style>
  <w:style w:type="character" w:customStyle="1" w:styleId="ListLabel1">
    <w:name w:val="ListLabel 1"/>
    <w:uiPriority w:val="99"/>
    <w:rsid w:val="00C67969"/>
  </w:style>
  <w:style w:type="character" w:customStyle="1" w:styleId="ListLabel2">
    <w:name w:val="ListLabel 2"/>
    <w:uiPriority w:val="99"/>
    <w:rsid w:val="00C67969"/>
    <w:rPr>
      <w:i/>
      <w:color w:val="333399"/>
      <w:sz w:val="28"/>
    </w:rPr>
  </w:style>
  <w:style w:type="character" w:customStyle="1" w:styleId="ListLabel3">
    <w:name w:val="ListLabel 3"/>
    <w:uiPriority w:val="99"/>
    <w:rsid w:val="00C67969"/>
    <w:rPr>
      <w:rFonts w:eastAsia="Times New Roman"/>
    </w:rPr>
  </w:style>
  <w:style w:type="character" w:customStyle="1" w:styleId="ListLabel4">
    <w:name w:val="ListLabel 4"/>
    <w:uiPriority w:val="99"/>
    <w:rsid w:val="00C67969"/>
    <w:rPr>
      <w:rFonts w:eastAsia="Times New Roman"/>
      <w:color w:val="00000A"/>
      <w:sz w:val="22"/>
      <w:u w:val="none"/>
    </w:rPr>
  </w:style>
  <w:style w:type="paragraph" w:customStyle="1" w:styleId="Heading">
    <w:name w:val="Heading"/>
    <w:basedOn w:val="Normal"/>
    <w:next w:val="BodyText"/>
    <w:uiPriority w:val="99"/>
    <w:rsid w:val="00C67969"/>
    <w:pPr>
      <w:keepNext/>
      <w:spacing w:before="240" w:after="120"/>
    </w:pPr>
    <w:rPr>
      <w:rFonts w:eastAsia="Microsoft YaHei" w:cs="Tahoma"/>
      <w:sz w:val="28"/>
      <w:szCs w:val="28"/>
    </w:rPr>
  </w:style>
  <w:style w:type="paragraph" w:styleId="BodyText">
    <w:name w:val="Body Text"/>
    <w:basedOn w:val="Normal"/>
    <w:link w:val="BodyTextChar"/>
    <w:uiPriority w:val="99"/>
    <w:rsid w:val="00C67969"/>
    <w:pPr>
      <w:spacing w:after="120"/>
    </w:pPr>
    <w:rPr>
      <w:rFonts w:cs="Times New Roman"/>
      <w:szCs w:val="20"/>
    </w:rPr>
  </w:style>
  <w:style w:type="character" w:customStyle="1" w:styleId="BodyTextChar">
    <w:name w:val="Body Text Char"/>
    <w:basedOn w:val="DefaultParagraphFont"/>
    <w:link w:val="BodyText"/>
    <w:uiPriority w:val="99"/>
    <w:semiHidden/>
    <w:locked/>
    <w:rsid w:val="00E2691A"/>
    <w:rPr>
      <w:rFonts w:ascii="Arial" w:hAnsi="Arial" w:cs="Times New Roman"/>
      <w:kern w:val="1"/>
      <w:sz w:val="24"/>
      <w:lang w:eastAsia="he-IL" w:bidi="he-IL"/>
    </w:rPr>
  </w:style>
  <w:style w:type="paragraph" w:styleId="List">
    <w:name w:val="List"/>
    <w:basedOn w:val="BodyText"/>
    <w:uiPriority w:val="99"/>
    <w:rsid w:val="00C67969"/>
    <w:rPr>
      <w:rFonts w:cs="Tahoma"/>
    </w:rPr>
  </w:style>
  <w:style w:type="paragraph" w:customStyle="1" w:styleId="Caption1">
    <w:name w:val="Caption1"/>
    <w:basedOn w:val="Normal"/>
    <w:uiPriority w:val="99"/>
    <w:rsid w:val="00C67969"/>
    <w:pPr>
      <w:suppressLineNumbers/>
      <w:spacing w:before="120" w:after="120"/>
    </w:pPr>
    <w:rPr>
      <w:rFonts w:cs="Tahoma"/>
      <w:i/>
      <w:iCs/>
    </w:rPr>
  </w:style>
  <w:style w:type="paragraph" w:customStyle="1" w:styleId="Index">
    <w:name w:val="Index"/>
    <w:basedOn w:val="Normal"/>
    <w:uiPriority w:val="99"/>
    <w:rsid w:val="00C67969"/>
    <w:pPr>
      <w:suppressLineNumbers/>
    </w:pPr>
    <w:rPr>
      <w:rFonts w:cs="Tahoma"/>
    </w:rPr>
  </w:style>
  <w:style w:type="paragraph" w:styleId="Header">
    <w:name w:val="header"/>
    <w:basedOn w:val="Normal"/>
    <w:link w:val="HeaderChar1"/>
    <w:uiPriority w:val="99"/>
    <w:rsid w:val="00C67969"/>
    <w:pPr>
      <w:suppressLineNumbers/>
      <w:tabs>
        <w:tab w:val="center" w:pos="4153"/>
        <w:tab w:val="right" w:pos="8306"/>
      </w:tabs>
    </w:pPr>
    <w:rPr>
      <w:rFonts w:cs="Times New Roman"/>
      <w:szCs w:val="20"/>
    </w:rPr>
  </w:style>
  <w:style w:type="character" w:customStyle="1" w:styleId="HeaderChar1">
    <w:name w:val="Header Char1"/>
    <w:basedOn w:val="DefaultParagraphFont"/>
    <w:link w:val="Header"/>
    <w:uiPriority w:val="99"/>
    <w:semiHidden/>
    <w:locked/>
    <w:rsid w:val="00E2691A"/>
    <w:rPr>
      <w:rFonts w:ascii="Arial" w:hAnsi="Arial" w:cs="Times New Roman"/>
      <w:kern w:val="1"/>
      <w:sz w:val="24"/>
      <w:lang w:eastAsia="he-IL" w:bidi="he-IL"/>
    </w:rPr>
  </w:style>
  <w:style w:type="paragraph" w:styleId="Footer">
    <w:name w:val="footer"/>
    <w:basedOn w:val="Normal"/>
    <w:link w:val="FooterChar1"/>
    <w:uiPriority w:val="99"/>
    <w:rsid w:val="00C67969"/>
    <w:pPr>
      <w:suppressLineNumbers/>
      <w:tabs>
        <w:tab w:val="center" w:pos="4153"/>
        <w:tab w:val="right" w:pos="8306"/>
      </w:tabs>
    </w:pPr>
    <w:rPr>
      <w:rFonts w:cs="Times New Roman"/>
      <w:szCs w:val="20"/>
    </w:rPr>
  </w:style>
  <w:style w:type="character" w:customStyle="1" w:styleId="FooterChar1">
    <w:name w:val="Footer Char1"/>
    <w:basedOn w:val="DefaultParagraphFont"/>
    <w:link w:val="Footer"/>
    <w:uiPriority w:val="99"/>
    <w:semiHidden/>
    <w:locked/>
    <w:rsid w:val="00E2691A"/>
    <w:rPr>
      <w:rFonts w:ascii="Arial" w:hAnsi="Arial" w:cs="Times New Roman"/>
      <w:kern w:val="1"/>
      <w:sz w:val="24"/>
      <w:lang w:eastAsia="he-IL" w:bidi="he-IL"/>
    </w:rPr>
  </w:style>
  <w:style w:type="paragraph" w:customStyle="1" w:styleId="BalloonText1">
    <w:name w:val="Balloon Text1"/>
    <w:basedOn w:val="Normal"/>
    <w:uiPriority w:val="99"/>
    <w:rsid w:val="00C67969"/>
    <w:rPr>
      <w:rFonts w:ascii="Tahoma" w:hAnsi="Tahoma" w:cs="Tahoma"/>
      <w:sz w:val="16"/>
      <w:szCs w:val="16"/>
    </w:rPr>
  </w:style>
  <w:style w:type="paragraph" w:customStyle="1" w:styleId="ListParagraph1">
    <w:name w:val="List Paragraph1"/>
    <w:basedOn w:val="Normal"/>
    <w:uiPriority w:val="99"/>
    <w:rsid w:val="00C67969"/>
    <w:pPr>
      <w:ind w:left="720"/>
    </w:pPr>
    <w:rPr>
      <w:rFonts w:ascii="Times New Roman" w:hAnsi="Times New Roman" w:cs="David"/>
    </w:rPr>
  </w:style>
  <w:style w:type="paragraph" w:styleId="NormalWeb">
    <w:name w:val="Normal (Web)"/>
    <w:basedOn w:val="Normal"/>
    <w:uiPriority w:val="99"/>
    <w:rsid w:val="00C67969"/>
    <w:pPr>
      <w:spacing w:before="28" w:after="100"/>
    </w:pPr>
    <w:rPr>
      <w:rFonts w:ascii="Times New Roman" w:hAnsi="Times New Roman" w:cs="Times New Roman"/>
      <w:color w:val="FFFFFF"/>
    </w:rPr>
  </w:style>
  <w:style w:type="paragraph" w:styleId="BalloonText">
    <w:name w:val="Balloon Text"/>
    <w:basedOn w:val="Normal"/>
    <w:link w:val="BalloonTextChar1"/>
    <w:uiPriority w:val="99"/>
    <w:semiHidden/>
    <w:rsid w:val="0082280C"/>
    <w:rPr>
      <w:rFonts w:ascii="Tahoma" w:hAnsi="Tahoma" w:cs="Times New Roman"/>
      <w:sz w:val="16"/>
      <w:szCs w:val="20"/>
    </w:rPr>
  </w:style>
  <w:style w:type="character" w:customStyle="1" w:styleId="BalloonTextChar1">
    <w:name w:val="Balloon Text Char1"/>
    <w:basedOn w:val="DefaultParagraphFont"/>
    <w:link w:val="BalloonText"/>
    <w:uiPriority w:val="99"/>
    <w:semiHidden/>
    <w:locked/>
    <w:rsid w:val="0082280C"/>
    <w:rPr>
      <w:rFonts w:ascii="Tahoma" w:hAnsi="Tahoma" w:cs="Times New Roman"/>
      <w:kern w:val="1"/>
      <w:sz w:val="16"/>
      <w:lang w:eastAsia="he-IL" w:bidi="he-IL"/>
    </w:rPr>
  </w:style>
  <w:style w:type="paragraph" w:styleId="ListParagraph">
    <w:name w:val="List Paragraph"/>
    <w:basedOn w:val="Normal"/>
    <w:uiPriority w:val="99"/>
    <w:qFormat/>
    <w:rsid w:val="007649BB"/>
    <w:pPr>
      <w:ind w:left="720"/>
      <w:contextualSpacing/>
    </w:pPr>
  </w:style>
  <w:style w:type="table" w:styleId="TableGrid">
    <w:name w:val="Table Grid"/>
    <w:basedOn w:val="TableNormal"/>
    <w:uiPriority w:val="99"/>
    <w:rsid w:val="0052729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6730CB"/>
  </w:style>
  <w:style w:type="character" w:styleId="CommentReference">
    <w:name w:val="annotation reference"/>
    <w:basedOn w:val="DefaultParagraphFont"/>
    <w:uiPriority w:val="99"/>
    <w:semiHidden/>
    <w:rsid w:val="00336AB9"/>
    <w:rPr>
      <w:rFonts w:cs="Times New Roman"/>
      <w:sz w:val="16"/>
    </w:rPr>
  </w:style>
  <w:style w:type="paragraph" w:styleId="CommentText">
    <w:name w:val="annotation text"/>
    <w:basedOn w:val="Normal"/>
    <w:link w:val="CommentTextChar"/>
    <w:uiPriority w:val="99"/>
    <w:semiHidden/>
    <w:rsid w:val="00336AB9"/>
    <w:rPr>
      <w:rFonts w:cs="Times New Roman"/>
      <w:sz w:val="20"/>
      <w:szCs w:val="20"/>
    </w:rPr>
  </w:style>
  <w:style w:type="character" w:customStyle="1" w:styleId="CommentTextChar">
    <w:name w:val="Comment Text Char"/>
    <w:basedOn w:val="DefaultParagraphFont"/>
    <w:link w:val="CommentText"/>
    <w:uiPriority w:val="99"/>
    <w:semiHidden/>
    <w:locked/>
    <w:rsid w:val="00336AB9"/>
    <w:rPr>
      <w:rFonts w:ascii="Arial" w:hAnsi="Arial" w:cs="Times New Roman"/>
      <w:kern w:val="1"/>
      <w:sz w:val="20"/>
      <w:lang w:eastAsia="he-IL" w:bidi="he-IL"/>
    </w:rPr>
  </w:style>
  <w:style w:type="paragraph" w:styleId="CommentSubject">
    <w:name w:val="annotation subject"/>
    <w:basedOn w:val="CommentText"/>
    <w:next w:val="CommentText"/>
    <w:link w:val="CommentSubjectChar"/>
    <w:uiPriority w:val="99"/>
    <w:semiHidden/>
    <w:rsid w:val="00336AB9"/>
    <w:rPr>
      <w:b/>
    </w:rPr>
  </w:style>
  <w:style w:type="character" w:customStyle="1" w:styleId="CommentSubjectChar">
    <w:name w:val="Comment Subject Char"/>
    <w:basedOn w:val="CommentTextChar"/>
    <w:link w:val="CommentSubject"/>
    <w:uiPriority w:val="99"/>
    <w:semiHidden/>
    <w:locked/>
    <w:rsid w:val="00336AB9"/>
    <w:rPr>
      <w:rFonts w:ascii="Arial" w:hAnsi="Arial" w:cs="Times New Roman"/>
      <w:b/>
      <w:kern w:val="1"/>
      <w:sz w:val="20"/>
      <w:lang w:eastAsia="he-IL" w:bidi="he-IL"/>
    </w:rPr>
  </w:style>
  <w:style w:type="character" w:customStyle="1" w:styleId="textexposedshow">
    <w:name w:val="text_exposed_show"/>
    <w:basedOn w:val="DefaultParagraphFont"/>
    <w:uiPriority w:val="99"/>
    <w:rsid w:val="006E5EC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7969"/>
    <w:pPr>
      <w:suppressAutoHyphens/>
      <w:bidi/>
    </w:pPr>
    <w:rPr>
      <w:rFonts w:ascii="Arial" w:hAnsi="Arial" w:cs="Arial"/>
      <w:kern w:val="1"/>
      <w:sz w:val="24"/>
      <w:szCs w:val="24"/>
      <w:lang w:eastAsia="he-IL"/>
    </w:rPr>
  </w:style>
  <w:style w:type="paragraph" w:styleId="1">
    <w:name w:val="heading 1"/>
    <w:basedOn w:val="a"/>
    <w:link w:val="10"/>
    <w:uiPriority w:val="99"/>
    <w:qFormat/>
    <w:rsid w:val="00910A19"/>
    <w:pPr>
      <w:suppressAutoHyphens w:val="0"/>
      <w:bidi w:val="0"/>
      <w:spacing w:before="100" w:beforeAutospacing="1" w:after="100" w:afterAutospacing="1"/>
      <w:outlineLvl w:val="0"/>
    </w:pPr>
    <w:rPr>
      <w:rFonts w:ascii="Times New Roman" w:hAnsi="Times New Roman" w:cs="Times New Roman"/>
      <w:b/>
      <w:kern w:val="36"/>
      <w:sz w:val="48"/>
      <w:szCs w:val="20"/>
      <w:lang w:eastAsia="en-US"/>
    </w:rPr>
  </w:style>
  <w:style w:type="paragraph" w:styleId="2">
    <w:name w:val="heading 2"/>
    <w:basedOn w:val="a"/>
    <w:next w:val="a"/>
    <w:link w:val="20"/>
    <w:uiPriority w:val="99"/>
    <w:qFormat/>
    <w:locked/>
    <w:rsid w:val="000547AD"/>
    <w:pPr>
      <w:keepNext/>
      <w:spacing w:before="240" w:after="60"/>
      <w:outlineLvl w:val="1"/>
    </w:pPr>
    <w:rPr>
      <w:rFonts w:ascii="Cambria" w:hAnsi="Cambria" w:cs="Times New Roman"/>
      <w:b/>
      <w:i/>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9"/>
    <w:locked/>
    <w:rsid w:val="00910A19"/>
    <w:rPr>
      <w:rFonts w:cs="Times New Roman"/>
      <w:b/>
      <w:kern w:val="36"/>
      <w:sz w:val="48"/>
    </w:rPr>
  </w:style>
  <w:style w:type="character" w:customStyle="1" w:styleId="20">
    <w:name w:val="כותרת 2 תו"/>
    <w:basedOn w:val="a0"/>
    <w:link w:val="2"/>
    <w:uiPriority w:val="99"/>
    <w:semiHidden/>
    <w:locked/>
    <w:rsid w:val="000547AD"/>
    <w:rPr>
      <w:rFonts w:ascii="Cambria" w:hAnsi="Cambria" w:cs="Times New Roman"/>
      <w:b/>
      <w:i/>
      <w:kern w:val="1"/>
      <w:sz w:val="28"/>
      <w:lang w:eastAsia="he-IL" w:bidi="he-IL"/>
    </w:rPr>
  </w:style>
  <w:style w:type="character" w:customStyle="1" w:styleId="DefaultParagraphFont1">
    <w:name w:val="Default Paragraph Font1"/>
    <w:uiPriority w:val="99"/>
    <w:rsid w:val="00C67969"/>
  </w:style>
  <w:style w:type="character" w:customStyle="1" w:styleId="HeaderChar">
    <w:name w:val="Header Char"/>
    <w:uiPriority w:val="99"/>
    <w:rsid w:val="00C67969"/>
    <w:rPr>
      <w:rFonts w:ascii="Arial" w:hAnsi="Arial"/>
      <w:sz w:val="24"/>
    </w:rPr>
  </w:style>
  <w:style w:type="character" w:customStyle="1" w:styleId="FooterChar">
    <w:name w:val="Footer Char"/>
    <w:uiPriority w:val="99"/>
    <w:rsid w:val="00C67969"/>
    <w:rPr>
      <w:rFonts w:ascii="Arial" w:hAnsi="Arial"/>
      <w:sz w:val="24"/>
      <w:lang w:val="en-US"/>
    </w:rPr>
  </w:style>
  <w:style w:type="character" w:styleId="Hyperlink">
    <w:name w:val="Hyperlink"/>
    <w:basedOn w:val="a0"/>
    <w:uiPriority w:val="99"/>
    <w:rsid w:val="00C67969"/>
    <w:rPr>
      <w:rFonts w:cs="Times New Roman"/>
      <w:color w:val="0000FF"/>
      <w:u w:val="single"/>
    </w:rPr>
  </w:style>
  <w:style w:type="character" w:customStyle="1" w:styleId="yaelm">
    <w:name w:val="yaelm"/>
    <w:uiPriority w:val="99"/>
    <w:rsid w:val="00C67969"/>
    <w:rPr>
      <w:rFonts w:ascii="Arial" w:hAnsi="Arial"/>
      <w:color w:val="00000A"/>
      <w:sz w:val="20"/>
    </w:rPr>
  </w:style>
  <w:style w:type="character" w:customStyle="1" w:styleId="BalloonTextChar">
    <w:name w:val="Balloon Text Char"/>
    <w:uiPriority w:val="99"/>
    <w:rsid w:val="00C67969"/>
    <w:rPr>
      <w:sz w:val="2"/>
    </w:rPr>
  </w:style>
  <w:style w:type="character" w:customStyle="1" w:styleId="ListLabel1">
    <w:name w:val="ListLabel 1"/>
    <w:uiPriority w:val="99"/>
    <w:rsid w:val="00C67969"/>
  </w:style>
  <w:style w:type="character" w:customStyle="1" w:styleId="ListLabel2">
    <w:name w:val="ListLabel 2"/>
    <w:uiPriority w:val="99"/>
    <w:rsid w:val="00C67969"/>
    <w:rPr>
      <w:i/>
      <w:color w:val="333399"/>
      <w:sz w:val="28"/>
    </w:rPr>
  </w:style>
  <w:style w:type="character" w:customStyle="1" w:styleId="ListLabel3">
    <w:name w:val="ListLabel 3"/>
    <w:uiPriority w:val="99"/>
    <w:rsid w:val="00C67969"/>
    <w:rPr>
      <w:rFonts w:eastAsia="Times New Roman"/>
    </w:rPr>
  </w:style>
  <w:style w:type="character" w:customStyle="1" w:styleId="ListLabel4">
    <w:name w:val="ListLabel 4"/>
    <w:uiPriority w:val="99"/>
    <w:rsid w:val="00C67969"/>
    <w:rPr>
      <w:rFonts w:eastAsia="Times New Roman"/>
      <w:color w:val="00000A"/>
      <w:sz w:val="22"/>
      <w:u w:val="none"/>
    </w:rPr>
  </w:style>
  <w:style w:type="paragraph" w:customStyle="1" w:styleId="Heading">
    <w:name w:val="Heading"/>
    <w:basedOn w:val="a"/>
    <w:next w:val="a3"/>
    <w:uiPriority w:val="99"/>
    <w:rsid w:val="00C67969"/>
    <w:pPr>
      <w:keepNext/>
      <w:spacing w:before="240" w:after="120"/>
    </w:pPr>
    <w:rPr>
      <w:rFonts w:eastAsia="Microsoft YaHei" w:cs="Tahoma"/>
      <w:sz w:val="28"/>
      <w:szCs w:val="28"/>
    </w:rPr>
  </w:style>
  <w:style w:type="paragraph" w:styleId="a3">
    <w:name w:val="Body Text"/>
    <w:basedOn w:val="a"/>
    <w:link w:val="a4"/>
    <w:uiPriority w:val="99"/>
    <w:rsid w:val="00C67969"/>
    <w:pPr>
      <w:spacing w:after="120"/>
    </w:pPr>
    <w:rPr>
      <w:rFonts w:cs="Times New Roman"/>
      <w:szCs w:val="20"/>
    </w:rPr>
  </w:style>
  <w:style w:type="character" w:customStyle="1" w:styleId="a4">
    <w:name w:val="גוף טקסט תו"/>
    <w:basedOn w:val="a0"/>
    <w:link w:val="a3"/>
    <w:uiPriority w:val="99"/>
    <w:semiHidden/>
    <w:locked/>
    <w:rsid w:val="00E2691A"/>
    <w:rPr>
      <w:rFonts w:ascii="Arial" w:hAnsi="Arial" w:cs="Times New Roman"/>
      <w:kern w:val="1"/>
      <w:sz w:val="24"/>
      <w:lang w:eastAsia="he-IL" w:bidi="he-IL"/>
    </w:rPr>
  </w:style>
  <w:style w:type="paragraph" w:styleId="a5">
    <w:name w:val="List"/>
    <w:basedOn w:val="a3"/>
    <w:uiPriority w:val="99"/>
    <w:rsid w:val="00C67969"/>
    <w:rPr>
      <w:rFonts w:cs="Tahoma"/>
    </w:rPr>
  </w:style>
  <w:style w:type="paragraph" w:customStyle="1" w:styleId="Caption1">
    <w:name w:val="Caption1"/>
    <w:basedOn w:val="a"/>
    <w:uiPriority w:val="99"/>
    <w:rsid w:val="00C67969"/>
    <w:pPr>
      <w:suppressLineNumbers/>
      <w:spacing w:before="120" w:after="120"/>
    </w:pPr>
    <w:rPr>
      <w:rFonts w:cs="Tahoma"/>
      <w:i/>
      <w:iCs/>
    </w:rPr>
  </w:style>
  <w:style w:type="paragraph" w:customStyle="1" w:styleId="Index">
    <w:name w:val="Index"/>
    <w:basedOn w:val="a"/>
    <w:uiPriority w:val="99"/>
    <w:rsid w:val="00C67969"/>
    <w:pPr>
      <w:suppressLineNumbers/>
    </w:pPr>
    <w:rPr>
      <w:rFonts w:cs="Tahoma"/>
    </w:rPr>
  </w:style>
  <w:style w:type="paragraph" w:styleId="a6">
    <w:name w:val="header"/>
    <w:basedOn w:val="a"/>
    <w:link w:val="a7"/>
    <w:uiPriority w:val="99"/>
    <w:rsid w:val="00C67969"/>
    <w:pPr>
      <w:suppressLineNumbers/>
      <w:tabs>
        <w:tab w:val="center" w:pos="4153"/>
        <w:tab w:val="right" w:pos="8306"/>
      </w:tabs>
    </w:pPr>
    <w:rPr>
      <w:rFonts w:cs="Times New Roman"/>
      <w:szCs w:val="20"/>
    </w:rPr>
  </w:style>
  <w:style w:type="character" w:customStyle="1" w:styleId="a7">
    <w:name w:val="כותרת עליונה תו"/>
    <w:basedOn w:val="a0"/>
    <w:link w:val="a6"/>
    <w:uiPriority w:val="99"/>
    <w:semiHidden/>
    <w:locked/>
    <w:rsid w:val="00E2691A"/>
    <w:rPr>
      <w:rFonts w:ascii="Arial" w:hAnsi="Arial" w:cs="Times New Roman"/>
      <w:kern w:val="1"/>
      <w:sz w:val="24"/>
      <w:lang w:eastAsia="he-IL" w:bidi="he-IL"/>
    </w:rPr>
  </w:style>
  <w:style w:type="paragraph" w:styleId="a8">
    <w:name w:val="footer"/>
    <w:basedOn w:val="a"/>
    <w:link w:val="a9"/>
    <w:uiPriority w:val="99"/>
    <w:rsid w:val="00C67969"/>
    <w:pPr>
      <w:suppressLineNumbers/>
      <w:tabs>
        <w:tab w:val="center" w:pos="4153"/>
        <w:tab w:val="right" w:pos="8306"/>
      </w:tabs>
    </w:pPr>
    <w:rPr>
      <w:rFonts w:cs="Times New Roman"/>
      <w:szCs w:val="20"/>
    </w:rPr>
  </w:style>
  <w:style w:type="character" w:customStyle="1" w:styleId="a9">
    <w:name w:val="כותרת תחתונה תו"/>
    <w:basedOn w:val="a0"/>
    <w:link w:val="a8"/>
    <w:uiPriority w:val="99"/>
    <w:semiHidden/>
    <w:locked/>
    <w:rsid w:val="00E2691A"/>
    <w:rPr>
      <w:rFonts w:ascii="Arial" w:hAnsi="Arial" w:cs="Times New Roman"/>
      <w:kern w:val="1"/>
      <w:sz w:val="24"/>
      <w:lang w:eastAsia="he-IL" w:bidi="he-IL"/>
    </w:rPr>
  </w:style>
  <w:style w:type="paragraph" w:customStyle="1" w:styleId="BalloonText1">
    <w:name w:val="Balloon Text1"/>
    <w:basedOn w:val="a"/>
    <w:uiPriority w:val="99"/>
    <w:rsid w:val="00C67969"/>
    <w:rPr>
      <w:rFonts w:ascii="Tahoma" w:hAnsi="Tahoma" w:cs="Tahoma"/>
      <w:sz w:val="16"/>
      <w:szCs w:val="16"/>
    </w:rPr>
  </w:style>
  <w:style w:type="paragraph" w:customStyle="1" w:styleId="ListParagraph1">
    <w:name w:val="List Paragraph1"/>
    <w:basedOn w:val="a"/>
    <w:uiPriority w:val="99"/>
    <w:rsid w:val="00C67969"/>
    <w:pPr>
      <w:ind w:left="720"/>
    </w:pPr>
    <w:rPr>
      <w:rFonts w:ascii="Times New Roman" w:hAnsi="Times New Roman" w:cs="David"/>
    </w:rPr>
  </w:style>
  <w:style w:type="paragraph" w:styleId="NormalWeb">
    <w:name w:val="Normal (Web)"/>
    <w:basedOn w:val="a"/>
    <w:uiPriority w:val="99"/>
    <w:rsid w:val="00C67969"/>
    <w:pPr>
      <w:spacing w:before="28" w:after="100"/>
    </w:pPr>
    <w:rPr>
      <w:rFonts w:ascii="Times New Roman" w:hAnsi="Times New Roman" w:cs="Times New Roman"/>
      <w:color w:val="FFFFFF"/>
    </w:rPr>
  </w:style>
  <w:style w:type="paragraph" w:styleId="aa">
    <w:name w:val="Balloon Text"/>
    <w:basedOn w:val="a"/>
    <w:link w:val="ab"/>
    <w:uiPriority w:val="99"/>
    <w:semiHidden/>
    <w:rsid w:val="0082280C"/>
    <w:rPr>
      <w:rFonts w:ascii="Tahoma" w:hAnsi="Tahoma" w:cs="Times New Roman"/>
      <w:sz w:val="16"/>
      <w:szCs w:val="20"/>
    </w:rPr>
  </w:style>
  <w:style w:type="character" w:customStyle="1" w:styleId="ab">
    <w:name w:val="טקסט בלונים תו"/>
    <w:basedOn w:val="a0"/>
    <w:link w:val="aa"/>
    <w:uiPriority w:val="99"/>
    <w:semiHidden/>
    <w:locked/>
    <w:rsid w:val="0082280C"/>
    <w:rPr>
      <w:rFonts w:ascii="Tahoma" w:hAnsi="Tahoma" w:cs="Times New Roman"/>
      <w:kern w:val="1"/>
      <w:sz w:val="16"/>
      <w:lang w:eastAsia="he-IL" w:bidi="he-IL"/>
    </w:rPr>
  </w:style>
  <w:style w:type="paragraph" w:styleId="ac">
    <w:name w:val="List Paragraph"/>
    <w:basedOn w:val="a"/>
    <w:uiPriority w:val="99"/>
    <w:qFormat/>
    <w:rsid w:val="007649BB"/>
    <w:pPr>
      <w:ind w:left="720"/>
      <w:contextualSpacing/>
    </w:pPr>
  </w:style>
  <w:style w:type="table" w:styleId="ad">
    <w:name w:val="Table Grid"/>
    <w:basedOn w:val="a1"/>
    <w:uiPriority w:val="99"/>
    <w:rsid w:val="0052729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uiPriority w:val="99"/>
    <w:rsid w:val="006730CB"/>
  </w:style>
  <w:style w:type="character" w:styleId="ae">
    <w:name w:val="annotation reference"/>
    <w:basedOn w:val="a0"/>
    <w:uiPriority w:val="99"/>
    <w:semiHidden/>
    <w:rsid w:val="00336AB9"/>
    <w:rPr>
      <w:rFonts w:cs="Times New Roman"/>
      <w:sz w:val="16"/>
    </w:rPr>
  </w:style>
  <w:style w:type="paragraph" w:styleId="af">
    <w:name w:val="annotation text"/>
    <w:basedOn w:val="a"/>
    <w:link w:val="af0"/>
    <w:uiPriority w:val="99"/>
    <w:semiHidden/>
    <w:rsid w:val="00336AB9"/>
    <w:rPr>
      <w:rFonts w:cs="Times New Roman"/>
      <w:sz w:val="20"/>
      <w:szCs w:val="20"/>
    </w:rPr>
  </w:style>
  <w:style w:type="character" w:customStyle="1" w:styleId="af0">
    <w:name w:val="טקסט הערה תו"/>
    <w:basedOn w:val="a0"/>
    <w:link w:val="af"/>
    <w:uiPriority w:val="99"/>
    <w:semiHidden/>
    <w:locked/>
    <w:rsid w:val="00336AB9"/>
    <w:rPr>
      <w:rFonts w:ascii="Arial" w:hAnsi="Arial" w:cs="Times New Roman"/>
      <w:kern w:val="1"/>
      <w:sz w:val="20"/>
      <w:lang w:eastAsia="he-IL" w:bidi="he-IL"/>
    </w:rPr>
  </w:style>
  <w:style w:type="paragraph" w:styleId="af1">
    <w:name w:val="annotation subject"/>
    <w:basedOn w:val="af"/>
    <w:next w:val="af"/>
    <w:link w:val="af2"/>
    <w:uiPriority w:val="99"/>
    <w:semiHidden/>
    <w:rsid w:val="00336AB9"/>
    <w:rPr>
      <w:b/>
    </w:rPr>
  </w:style>
  <w:style w:type="character" w:customStyle="1" w:styleId="af2">
    <w:name w:val="נושא הערה תו"/>
    <w:basedOn w:val="af0"/>
    <w:link w:val="af1"/>
    <w:uiPriority w:val="99"/>
    <w:semiHidden/>
    <w:locked/>
    <w:rsid w:val="00336AB9"/>
    <w:rPr>
      <w:rFonts w:ascii="Arial" w:hAnsi="Arial" w:cs="Times New Roman"/>
      <w:b/>
      <w:kern w:val="1"/>
      <w:sz w:val="20"/>
      <w:lang w:eastAsia="he-IL" w:bidi="he-IL"/>
    </w:rPr>
  </w:style>
  <w:style w:type="character" w:customStyle="1" w:styleId="textexposedshow">
    <w:name w:val="text_exposed_show"/>
    <w:basedOn w:val="a0"/>
    <w:uiPriority w:val="99"/>
    <w:rsid w:val="006E5ECF"/>
    <w:rPr>
      <w:rFonts w:cs="Times New Roman"/>
    </w:rPr>
  </w:style>
</w:styles>
</file>

<file path=word/webSettings.xml><?xml version="1.0" encoding="utf-8"?>
<w:webSettings xmlns:r="http://schemas.openxmlformats.org/officeDocument/2006/relationships" xmlns:w="http://schemas.openxmlformats.org/wordprocessingml/2006/main">
  <w:divs>
    <w:div w:id="170023156">
      <w:marLeft w:val="0"/>
      <w:marRight w:val="0"/>
      <w:marTop w:val="0"/>
      <w:marBottom w:val="0"/>
      <w:divBdr>
        <w:top w:val="none" w:sz="0" w:space="0" w:color="auto"/>
        <w:left w:val="none" w:sz="0" w:space="0" w:color="auto"/>
        <w:bottom w:val="none" w:sz="0" w:space="0" w:color="auto"/>
        <w:right w:val="none" w:sz="0" w:space="0" w:color="auto"/>
      </w:divBdr>
    </w:div>
    <w:div w:id="170023157">
      <w:marLeft w:val="0"/>
      <w:marRight w:val="0"/>
      <w:marTop w:val="0"/>
      <w:marBottom w:val="0"/>
      <w:divBdr>
        <w:top w:val="none" w:sz="0" w:space="0" w:color="auto"/>
        <w:left w:val="none" w:sz="0" w:space="0" w:color="auto"/>
        <w:bottom w:val="none" w:sz="0" w:space="0" w:color="auto"/>
        <w:right w:val="none" w:sz="0" w:space="0" w:color="auto"/>
      </w:divBdr>
    </w:div>
    <w:div w:id="170023158">
      <w:marLeft w:val="0"/>
      <w:marRight w:val="0"/>
      <w:marTop w:val="0"/>
      <w:marBottom w:val="0"/>
      <w:divBdr>
        <w:top w:val="none" w:sz="0" w:space="0" w:color="auto"/>
        <w:left w:val="none" w:sz="0" w:space="0" w:color="auto"/>
        <w:bottom w:val="none" w:sz="0" w:space="0" w:color="auto"/>
        <w:right w:val="none" w:sz="0" w:space="0" w:color="auto"/>
      </w:divBdr>
    </w:div>
    <w:div w:id="170023159">
      <w:marLeft w:val="0"/>
      <w:marRight w:val="0"/>
      <w:marTop w:val="0"/>
      <w:marBottom w:val="0"/>
      <w:divBdr>
        <w:top w:val="none" w:sz="0" w:space="0" w:color="auto"/>
        <w:left w:val="none" w:sz="0" w:space="0" w:color="auto"/>
        <w:bottom w:val="none" w:sz="0" w:space="0" w:color="auto"/>
        <w:right w:val="none" w:sz="0" w:space="0" w:color="auto"/>
      </w:divBdr>
    </w:div>
    <w:div w:id="170023160">
      <w:marLeft w:val="0"/>
      <w:marRight w:val="0"/>
      <w:marTop w:val="0"/>
      <w:marBottom w:val="0"/>
      <w:divBdr>
        <w:top w:val="none" w:sz="0" w:space="0" w:color="auto"/>
        <w:left w:val="none" w:sz="0" w:space="0" w:color="auto"/>
        <w:bottom w:val="none" w:sz="0" w:space="0" w:color="auto"/>
        <w:right w:val="none" w:sz="0" w:space="0" w:color="auto"/>
      </w:divBdr>
    </w:div>
    <w:div w:id="170023161">
      <w:marLeft w:val="0"/>
      <w:marRight w:val="0"/>
      <w:marTop w:val="0"/>
      <w:marBottom w:val="0"/>
      <w:divBdr>
        <w:top w:val="none" w:sz="0" w:space="0" w:color="auto"/>
        <w:left w:val="none" w:sz="0" w:space="0" w:color="auto"/>
        <w:bottom w:val="none" w:sz="0" w:space="0" w:color="auto"/>
        <w:right w:val="none" w:sz="0" w:space="0" w:color="auto"/>
      </w:divBdr>
    </w:div>
    <w:div w:id="170023162">
      <w:marLeft w:val="0"/>
      <w:marRight w:val="0"/>
      <w:marTop w:val="0"/>
      <w:marBottom w:val="0"/>
      <w:divBdr>
        <w:top w:val="none" w:sz="0" w:space="0" w:color="auto"/>
        <w:left w:val="none" w:sz="0" w:space="0" w:color="auto"/>
        <w:bottom w:val="none" w:sz="0" w:space="0" w:color="auto"/>
        <w:right w:val="none" w:sz="0" w:space="0" w:color="auto"/>
      </w:divBdr>
    </w:div>
    <w:div w:id="170023163">
      <w:marLeft w:val="0"/>
      <w:marRight w:val="0"/>
      <w:marTop w:val="0"/>
      <w:marBottom w:val="0"/>
      <w:divBdr>
        <w:top w:val="none" w:sz="0" w:space="0" w:color="auto"/>
        <w:left w:val="none" w:sz="0" w:space="0" w:color="auto"/>
        <w:bottom w:val="none" w:sz="0" w:space="0" w:color="auto"/>
        <w:right w:val="none" w:sz="0" w:space="0" w:color="auto"/>
      </w:divBdr>
    </w:div>
    <w:div w:id="170023164">
      <w:marLeft w:val="0"/>
      <w:marRight w:val="0"/>
      <w:marTop w:val="0"/>
      <w:marBottom w:val="0"/>
      <w:divBdr>
        <w:top w:val="none" w:sz="0" w:space="0" w:color="auto"/>
        <w:left w:val="none" w:sz="0" w:space="0" w:color="auto"/>
        <w:bottom w:val="none" w:sz="0" w:space="0" w:color="auto"/>
        <w:right w:val="none" w:sz="0" w:space="0" w:color="auto"/>
      </w:divBdr>
    </w:div>
    <w:div w:id="170023165">
      <w:marLeft w:val="0"/>
      <w:marRight w:val="0"/>
      <w:marTop w:val="0"/>
      <w:marBottom w:val="0"/>
      <w:divBdr>
        <w:top w:val="none" w:sz="0" w:space="0" w:color="auto"/>
        <w:left w:val="none" w:sz="0" w:space="0" w:color="auto"/>
        <w:bottom w:val="none" w:sz="0" w:space="0" w:color="auto"/>
        <w:right w:val="none" w:sz="0" w:space="0" w:color="auto"/>
      </w:divBdr>
    </w:div>
    <w:div w:id="170023166">
      <w:marLeft w:val="0"/>
      <w:marRight w:val="0"/>
      <w:marTop w:val="0"/>
      <w:marBottom w:val="0"/>
      <w:divBdr>
        <w:top w:val="none" w:sz="0" w:space="0" w:color="auto"/>
        <w:left w:val="none" w:sz="0" w:space="0" w:color="auto"/>
        <w:bottom w:val="none" w:sz="0" w:space="0" w:color="auto"/>
        <w:right w:val="none" w:sz="0" w:space="0" w:color="auto"/>
      </w:divBdr>
    </w:div>
    <w:div w:id="170023167">
      <w:marLeft w:val="0"/>
      <w:marRight w:val="0"/>
      <w:marTop w:val="0"/>
      <w:marBottom w:val="0"/>
      <w:divBdr>
        <w:top w:val="none" w:sz="0" w:space="0" w:color="auto"/>
        <w:left w:val="none" w:sz="0" w:space="0" w:color="auto"/>
        <w:bottom w:val="none" w:sz="0" w:space="0" w:color="auto"/>
        <w:right w:val="none" w:sz="0" w:space="0" w:color="auto"/>
      </w:divBdr>
    </w:div>
    <w:div w:id="170023168">
      <w:marLeft w:val="0"/>
      <w:marRight w:val="0"/>
      <w:marTop w:val="0"/>
      <w:marBottom w:val="0"/>
      <w:divBdr>
        <w:top w:val="none" w:sz="0" w:space="0" w:color="auto"/>
        <w:left w:val="none" w:sz="0" w:space="0" w:color="auto"/>
        <w:bottom w:val="none" w:sz="0" w:space="0" w:color="auto"/>
        <w:right w:val="none" w:sz="0" w:space="0" w:color="auto"/>
      </w:divBdr>
    </w:div>
    <w:div w:id="170023169">
      <w:marLeft w:val="0"/>
      <w:marRight w:val="0"/>
      <w:marTop w:val="0"/>
      <w:marBottom w:val="0"/>
      <w:divBdr>
        <w:top w:val="none" w:sz="0" w:space="0" w:color="auto"/>
        <w:left w:val="none" w:sz="0" w:space="0" w:color="auto"/>
        <w:bottom w:val="none" w:sz="0" w:space="0" w:color="auto"/>
        <w:right w:val="none" w:sz="0" w:space="0" w:color="auto"/>
      </w:divBdr>
    </w:div>
    <w:div w:id="170023170">
      <w:marLeft w:val="0"/>
      <w:marRight w:val="0"/>
      <w:marTop w:val="0"/>
      <w:marBottom w:val="0"/>
      <w:divBdr>
        <w:top w:val="none" w:sz="0" w:space="0" w:color="auto"/>
        <w:left w:val="none" w:sz="0" w:space="0" w:color="auto"/>
        <w:bottom w:val="none" w:sz="0" w:space="0" w:color="auto"/>
        <w:right w:val="none" w:sz="0" w:space="0" w:color="auto"/>
      </w:divBdr>
    </w:div>
    <w:div w:id="170023171">
      <w:marLeft w:val="0"/>
      <w:marRight w:val="0"/>
      <w:marTop w:val="0"/>
      <w:marBottom w:val="0"/>
      <w:divBdr>
        <w:top w:val="none" w:sz="0" w:space="0" w:color="auto"/>
        <w:left w:val="none" w:sz="0" w:space="0" w:color="auto"/>
        <w:bottom w:val="none" w:sz="0" w:space="0" w:color="auto"/>
        <w:right w:val="none" w:sz="0" w:space="0" w:color="auto"/>
      </w:divBdr>
    </w:div>
    <w:div w:id="170023172">
      <w:marLeft w:val="0"/>
      <w:marRight w:val="0"/>
      <w:marTop w:val="0"/>
      <w:marBottom w:val="0"/>
      <w:divBdr>
        <w:top w:val="none" w:sz="0" w:space="0" w:color="auto"/>
        <w:left w:val="none" w:sz="0" w:space="0" w:color="auto"/>
        <w:bottom w:val="none" w:sz="0" w:space="0" w:color="auto"/>
        <w:right w:val="none" w:sz="0" w:space="0" w:color="auto"/>
      </w:divBdr>
    </w:div>
    <w:div w:id="170023173">
      <w:marLeft w:val="0"/>
      <w:marRight w:val="0"/>
      <w:marTop w:val="0"/>
      <w:marBottom w:val="0"/>
      <w:divBdr>
        <w:top w:val="none" w:sz="0" w:space="0" w:color="auto"/>
        <w:left w:val="none" w:sz="0" w:space="0" w:color="auto"/>
        <w:bottom w:val="none" w:sz="0" w:space="0" w:color="auto"/>
        <w:right w:val="none" w:sz="0" w:space="0" w:color="auto"/>
      </w:divBdr>
    </w:div>
    <w:div w:id="170023174">
      <w:marLeft w:val="0"/>
      <w:marRight w:val="0"/>
      <w:marTop w:val="0"/>
      <w:marBottom w:val="0"/>
      <w:divBdr>
        <w:top w:val="none" w:sz="0" w:space="0" w:color="auto"/>
        <w:left w:val="none" w:sz="0" w:space="0" w:color="auto"/>
        <w:bottom w:val="none" w:sz="0" w:space="0" w:color="auto"/>
        <w:right w:val="none" w:sz="0" w:space="0" w:color="auto"/>
      </w:divBdr>
    </w:div>
    <w:div w:id="170023175">
      <w:marLeft w:val="0"/>
      <w:marRight w:val="0"/>
      <w:marTop w:val="0"/>
      <w:marBottom w:val="0"/>
      <w:divBdr>
        <w:top w:val="none" w:sz="0" w:space="0" w:color="auto"/>
        <w:left w:val="none" w:sz="0" w:space="0" w:color="auto"/>
        <w:bottom w:val="none" w:sz="0" w:space="0" w:color="auto"/>
        <w:right w:val="none" w:sz="0" w:space="0" w:color="auto"/>
      </w:divBdr>
    </w:div>
    <w:div w:id="170023176">
      <w:marLeft w:val="0"/>
      <w:marRight w:val="0"/>
      <w:marTop w:val="0"/>
      <w:marBottom w:val="0"/>
      <w:divBdr>
        <w:top w:val="none" w:sz="0" w:space="0" w:color="auto"/>
        <w:left w:val="none" w:sz="0" w:space="0" w:color="auto"/>
        <w:bottom w:val="none" w:sz="0" w:space="0" w:color="auto"/>
        <w:right w:val="none" w:sz="0" w:space="0" w:color="auto"/>
      </w:divBdr>
    </w:div>
    <w:div w:id="170023177">
      <w:marLeft w:val="0"/>
      <w:marRight w:val="0"/>
      <w:marTop w:val="0"/>
      <w:marBottom w:val="0"/>
      <w:divBdr>
        <w:top w:val="none" w:sz="0" w:space="0" w:color="auto"/>
        <w:left w:val="none" w:sz="0" w:space="0" w:color="auto"/>
        <w:bottom w:val="none" w:sz="0" w:space="0" w:color="auto"/>
        <w:right w:val="none" w:sz="0" w:space="0" w:color="auto"/>
      </w:divBdr>
    </w:div>
    <w:div w:id="170023178">
      <w:marLeft w:val="0"/>
      <w:marRight w:val="0"/>
      <w:marTop w:val="0"/>
      <w:marBottom w:val="0"/>
      <w:divBdr>
        <w:top w:val="none" w:sz="0" w:space="0" w:color="auto"/>
        <w:left w:val="none" w:sz="0" w:space="0" w:color="auto"/>
        <w:bottom w:val="none" w:sz="0" w:space="0" w:color="auto"/>
        <w:right w:val="none" w:sz="0" w:space="0" w:color="auto"/>
      </w:divBdr>
    </w:div>
    <w:div w:id="170023179">
      <w:marLeft w:val="0"/>
      <w:marRight w:val="0"/>
      <w:marTop w:val="0"/>
      <w:marBottom w:val="0"/>
      <w:divBdr>
        <w:top w:val="none" w:sz="0" w:space="0" w:color="auto"/>
        <w:left w:val="none" w:sz="0" w:space="0" w:color="auto"/>
        <w:bottom w:val="none" w:sz="0" w:space="0" w:color="auto"/>
        <w:right w:val="none" w:sz="0" w:space="0" w:color="auto"/>
      </w:divBdr>
    </w:div>
    <w:div w:id="170023180">
      <w:marLeft w:val="0"/>
      <w:marRight w:val="0"/>
      <w:marTop w:val="0"/>
      <w:marBottom w:val="0"/>
      <w:divBdr>
        <w:top w:val="none" w:sz="0" w:space="0" w:color="auto"/>
        <w:left w:val="none" w:sz="0" w:space="0" w:color="auto"/>
        <w:bottom w:val="none" w:sz="0" w:space="0" w:color="auto"/>
        <w:right w:val="none" w:sz="0" w:space="0" w:color="auto"/>
      </w:divBdr>
    </w:div>
    <w:div w:id="170023181">
      <w:marLeft w:val="0"/>
      <w:marRight w:val="0"/>
      <w:marTop w:val="0"/>
      <w:marBottom w:val="0"/>
      <w:divBdr>
        <w:top w:val="none" w:sz="0" w:space="0" w:color="auto"/>
        <w:left w:val="none" w:sz="0" w:space="0" w:color="auto"/>
        <w:bottom w:val="none" w:sz="0" w:space="0" w:color="auto"/>
        <w:right w:val="none" w:sz="0" w:space="0" w:color="auto"/>
      </w:divBdr>
    </w:div>
    <w:div w:id="170023182">
      <w:marLeft w:val="0"/>
      <w:marRight w:val="0"/>
      <w:marTop w:val="0"/>
      <w:marBottom w:val="0"/>
      <w:divBdr>
        <w:top w:val="none" w:sz="0" w:space="0" w:color="auto"/>
        <w:left w:val="none" w:sz="0" w:space="0" w:color="auto"/>
        <w:bottom w:val="none" w:sz="0" w:space="0" w:color="auto"/>
        <w:right w:val="none" w:sz="0" w:space="0" w:color="auto"/>
      </w:divBdr>
    </w:div>
    <w:div w:id="170023183">
      <w:marLeft w:val="0"/>
      <w:marRight w:val="0"/>
      <w:marTop w:val="0"/>
      <w:marBottom w:val="0"/>
      <w:divBdr>
        <w:top w:val="none" w:sz="0" w:space="0" w:color="auto"/>
        <w:left w:val="none" w:sz="0" w:space="0" w:color="auto"/>
        <w:bottom w:val="none" w:sz="0" w:space="0" w:color="auto"/>
        <w:right w:val="none" w:sz="0" w:space="0" w:color="auto"/>
      </w:divBdr>
    </w:div>
    <w:div w:id="170023184">
      <w:marLeft w:val="0"/>
      <w:marRight w:val="0"/>
      <w:marTop w:val="0"/>
      <w:marBottom w:val="0"/>
      <w:divBdr>
        <w:top w:val="none" w:sz="0" w:space="0" w:color="auto"/>
        <w:left w:val="none" w:sz="0" w:space="0" w:color="auto"/>
        <w:bottom w:val="none" w:sz="0" w:space="0" w:color="auto"/>
        <w:right w:val="none" w:sz="0" w:space="0" w:color="auto"/>
      </w:divBdr>
    </w:div>
    <w:div w:id="170023185">
      <w:marLeft w:val="0"/>
      <w:marRight w:val="0"/>
      <w:marTop w:val="0"/>
      <w:marBottom w:val="0"/>
      <w:divBdr>
        <w:top w:val="none" w:sz="0" w:space="0" w:color="auto"/>
        <w:left w:val="none" w:sz="0" w:space="0" w:color="auto"/>
        <w:bottom w:val="none" w:sz="0" w:space="0" w:color="auto"/>
        <w:right w:val="none" w:sz="0" w:space="0" w:color="auto"/>
      </w:divBdr>
    </w:div>
    <w:div w:id="170023186">
      <w:marLeft w:val="0"/>
      <w:marRight w:val="0"/>
      <w:marTop w:val="0"/>
      <w:marBottom w:val="0"/>
      <w:divBdr>
        <w:top w:val="none" w:sz="0" w:space="0" w:color="auto"/>
        <w:left w:val="none" w:sz="0" w:space="0" w:color="auto"/>
        <w:bottom w:val="none" w:sz="0" w:space="0" w:color="auto"/>
        <w:right w:val="none" w:sz="0" w:space="0" w:color="auto"/>
      </w:divBdr>
    </w:div>
    <w:div w:id="170023187">
      <w:marLeft w:val="0"/>
      <w:marRight w:val="0"/>
      <w:marTop w:val="0"/>
      <w:marBottom w:val="0"/>
      <w:divBdr>
        <w:top w:val="none" w:sz="0" w:space="0" w:color="auto"/>
        <w:left w:val="none" w:sz="0" w:space="0" w:color="auto"/>
        <w:bottom w:val="none" w:sz="0" w:space="0" w:color="auto"/>
        <w:right w:val="none" w:sz="0" w:space="0" w:color="auto"/>
      </w:divBdr>
    </w:div>
    <w:div w:id="170023188">
      <w:marLeft w:val="0"/>
      <w:marRight w:val="0"/>
      <w:marTop w:val="0"/>
      <w:marBottom w:val="0"/>
      <w:divBdr>
        <w:top w:val="none" w:sz="0" w:space="0" w:color="auto"/>
        <w:left w:val="none" w:sz="0" w:space="0" w:color="auto"/>
        <w:bottom w:val="none" w:sz="0" w:space="0" w:color="auto"/>
        <w:right w:val="none" w:sz="0" w:space="0" w:color="auto"/>
      </w:divBdr>
    </w:div>
    <w:div w:id="170023189">
      <w:marLeft w:val="0"/>
      <w:marRight w:val="0"/>
      <w:marTop w:val="0"/>
      <w:marBottom w:val="0"/>
      <w:divBdr>
        <w:top w:val="none" w:sz="0" w:space="0" w:color="auto"/>
        <w:left w:val="none" w:sz="0" w:space="0" w:color="auto"/>
        <w:bottom w:val="none" w:sz="0" w:space="0" w:color="auto"/>
        <w:right w:val="none" w:sz="0" w:space="0" w:color="auto"/>
      </w:divBdr>
    </w:div>
    <w:div w:id="170023190">
      <w:marLeft w:val="0"/>
      <w:marRight w:val="0"/>
      <w:marTop w:val="0"/>
      <w:marBottom w:val="0"/>
      <w:divBdr>
        <w:top w:val="none" w:sz="0" w:space="0" w:color="auto"/>
        <w:left w:val="none" w:sz="0" w:space="0" w:color="auto"/>
        <w:bottom w:val="none" w:sz="0" w:space="0" w:color="auto"/>
        <w:right w:val="none" w:sz="0" w:space="0" w:color="auto"/>
      </w:divBdr>
    </w:div>
    <w:div w:id="170023191">
      <w:marLeft w:val="0"/>
      <w:marRight w:val="0"/>
      <w:marTop w:val="0"/>
      <w:marBottom w:val="0"/>
      <w:divBdr>
        <w:top w:val="none" w:sz="0" w:space="0" w:color="auto"/>
        <w:left w:val="none" w:sz="0" w:space="0" w:color="auto"/>
        <w:bottom w:val="none" w:sz="0" w:space="0" w:color="auto"/>
        <w:right w:val="none" w:sz="0" w:space="0" w:color="auto"/>
      </w:divBdr>
    </w:div>
    <w:div w:id="170023192">
      <w:marLeft w:val="0"/>
      <w:marRight w:val="0"/>
      <w:marTop w:val="0"/>
      <w:marBottom w:val="0"/>
      <w:divBdr>
        <w:top w:val="none" w:sz="0" w:space="0" w:color="auto"/>
        <w:left w:val="none" w:sz="0" w:space="0" w:color="auto"/>
        <w:bottom w:val="none" w:sz="0" w:space="0" w:color="auto"/>
        <w:right w:val="none" w:sz="0" w:space="0" w:color="auto"/>
      </w:divBdr>
    </w:div>
    <w:div w:id="170023193">
      <w:marLeft w:val="0"/>
      <w:marRight w:val="0"/>
      <w:marTop w:val="0"/>
      <w:marBottom w:val="0"/>
      <w:divBdr>
        <w:top w:val="none" w:sz="0" w:space="0" w:color="auto"/>
        <w:left w:val="none" w:sz="0" w:space="0" w:color="auto"/>
        <w:bottom w:val="none" w:sz="0" w:space="0" w:color="auto"/>
        <w:right w:val="none" w:sz="0" w:space="0" w:color="auto"/>
      </w:divBdr>
    </w:div>
    <w:div w:id="170023194">
      <w:marLeft w:val="0"/>
      <w:marRight w:val="0"/>
      <w:marTop w:val="0"/>
      <w:marBottom w:val="0"/>
      <w:divBdr>
        <w:top w:val="none" w:sz="0" w:space="0" w:color="auto"/>
        <w:left w:val="none" w:sz="0" w:space="0" w:color="auto"/>
        <w:bottom w:val="none" w:sz="0" w:space="0" w:color="auto"/>
        <w:right w:val="none" w:sz="0" w:space="0" w:color="auto"/>
      </w:divBdr>
    </w:div>
    <w:div w:id="170023195">
      <w:marLeft w:val="0"/>
      <w:marRight w:val="0"/>
      <w:marTop w:val="0"/>
      <w:marBottom w:val="0"/>
      <w:divBdr>
        <w:top w:val="none" w:sz="0" w:space="0" w:color="auto"/>
        <w:left w:val="none" w:sz="0" w:space="0" w:color="auto"/>
        <w:bottom w:val="none" w:sz="0" w:space="0" w:color="auto"/>
        <w:right w:val="none" w:sz="0" w:space="0" w:color="auto"/>
      </w:divBdr>
    </w:div>
    <w:div w:id="170023196">
      <w:marLeft w:val="0"/>
      <w:marRight w:val="0"/>
      <w:marTop w:val="0"/>
      <w:marBottom w:val="0"/>
      <w:divBdr>
        <w:top w:val="none" w:sz="0" w:space="0" w:color="auto"/>
        <w:left w:val="none" w:sz="0" w:space="0" w:color="auto"/>
        <w:bottom w:val="none" w:sz="0" w:space="0" w:color="auto"/>
        <w:right w:val="none" w:sz="0" w:space="0" w:color="auto"/>
      </w:divBdr>
    </w:div>
    <w:div w:id="170023197">
      <w:marLeft w:val="0"/>
      <w:marRight w:val="0"/>
      <w:marTop w:val="0"/>
      <w:marBottom w:val="0"/>
      <w:divBdr>
        <w:top w:val="none" w:sz="0" w:space="0" w:color="auto"/>
        <w:left w:val="none" w:sz="0" w:space="0" w:color="auto"/>
        <w:bottom w:val="none" w:sz="0" w:space="0" w:color="auto"/>
        <w:right w:val="none" w:sz="0" w:space="0" w:color="auto"/>
      </w:divBdr>
    </w:div>
    <w:div w:id="170023198">
      <w:marLeft w:val="0"/>
      <w:marRight w:val="0"/>
      <w:marTop w:val="0"/>
      <w:marBottom w:val="0"/>
      <w:divBdr>
        <w:top w:val="none" w:sz="0" w:space="0" w:color="auto"/>
        <w:left w:val="none" w:sz="0" w:space="0" w:color="auto"/>
        <w:bottom w:val="none" w:sz="0" w:space="0" w:color="auto"/>
        <w:right w:val="none" w:sz="0" w:space="0" w:color="auto"/>
      </w:divBdr>
    </w:div>
    <w:div w:id="170023199">
      <w:marLeft w:val="0"/>
      <w:marRight w:val="0"/>
      <w:marTop w:val="0"/>
      <w:marBottom w:val="0"/>
      <w:divBdr>
        <w:top w:val="none" w:sz="0" w:space="0" w:color="auto"/>
        <w:left w:val="none" w:sz="0" w:space="0" w:color="auto"/>
        <w:bottom w:val="none" w:sz="0" w:space="0" w:color="auto"/>
        <w:right w:val="none" w:sz="0" w:space="0" w:color="auto"/>
      </w:divBdr>
    </w:div>
    <w:div w:id="170023200">
      <w:marLeft w:val="0"/>
      <w:marRight w:val="0"/>
      <w:marTop w:val="0"/>
      <w:marBottom w:val="0"/>
      <w:divBdr>
        <w:top w:val="none" w:sz="0" w:space="0" w:color="auto"/>
        <w:left w:val="none" w:sz="0" w:space="0" w:color="auto"/>
        <w:bottom w:val="none" w:sz="0" w:space="0" w:color="auto"/>
        <w:right w:val="none" w:sz="0" w:space="0" w:color="auto"/>
      </w:divBdr>
    </w:div>
    <w:div w:id="170023201">
      <w:marLeft w:val="0"/>
      <w:marRight w:val="0"/>
      <w:marTop w:val="0"/>
      <w:marBottom w:val="0"/>
      <w:divBdr>
        <w:top w:val="none" w:sz="0" w:space="0" w:color="auto"/>
        <w:left w:val="none" w:sz="0" w:space="0" w:color="auto"/>
        <w:bottom w:val="none" w:sz="0" w:space="0" w:color="auto"/>
        <w:right w:val="none" w:sz="0" w:space="0" w:color="auto"/>
      </w:divBdr>
    </w:div>
    <w:div w:id="170023202">
      <w:marLeft w:val="0"/>
      <w:marRight w:val="0"/>
      <w:marTop w:val="0"/>
      <w:marBottom w:val="0"/>
      <w:divBdr>
        <w:top w:val="none" w:sz="0" w:space="0" w:color="auto"/>
        <w:left w:val="none" w:sz="0" w:space="0" w:color="auto"/>
        <w:bottom w:val="none" w:sz="0" w:space="0" w:color="auto"/>
        <w:right w:val="none" w:sz="0" w:space="0" w:color="auto"/>
      </w:divBdr>
    </w:div>
    <w:div w:id="170023203">
      <w:marLeft w:val="0"/>
      <w:marRight w:val="0"/>
      <w:marTop w:val="0"/>
      <w:marBottom w:val="0"/>
      <w:divBdr>
        <w:top w:val="none" w:sz="0" w:space="0" w:color="auto"/>
        <w:left w:val="none" w:sz="0" w:space="0" w:color="auto"/>
        <w:bottom w:val="none" w:sz="0" w:space="0" w:color="auto"/>
        <w:right w:val="none" w:sz="0" w:space="0" w:color="auto"/>
      </w:divBdr>
    </w:div>
    <w:div w:id="170023204">
      <w:marLeft w:val="0"/>
      <w:marRight w:val="0"/>
      <w:marTop w:val="0"/>
      <w:marBottom w:val="0"/>
      <w:divBdr>
        <w:top w:val="none" w:sz="0" w:space="0" w:color="auto"/>
        <w:left w:val="none" w:sz="0" w:space="0" w:color="auto"/>
        <w:bottom w:val="none" w:sz="0" w:space="0" w:color="auto"/>
        <w:right w:val="none" w:sz="0" w:space="0" w:color="auto"/>
      </w:divBdr>
    </w:div>
    <w:div w:id="170023205">
      <w:marLeft w:val="0"/>
      <w:marRight w:val="0"/>
      <w:marTop w:val="0"/>
      <w:marBottom w:val="0"/>
      <w:divBdr>
        <w:top w:val="none" w:sz="0" w:space="0" w:color="auto"/>
        <w:left w:val="none" w:sz="0" w:space="0" w:color="auto"/>
        <w:bottom w:val="none" w:sz="0" w:space="0" w:color="auto"/>
        <w:right w:val="none" w:sz="0" w:space="0" w:color="auto"/>
      </w:divBdr>
    </w:div>
    <w:div w:id="170023206">
      <w:marLeft w:val="0"/>
      <w:marRight w:val="0"/>
      <w:marTop w:val="0"/>
      <w:marBottom w:val="0"/>
      <w:divBdr>
        <w:top w:val="none" w:sz="0" w:space="0" w:color="auto"/>
        <w:left w:val="none" w:sz="0" w:space="0" w:color="auto"/>
        <w:bottom w:val="none" w:sz="0" w:space="0" w:color="auto"/>
        <w:right w:val="none" w:sz="0" w:space="0" w:color="auto"/>
      </w:divBdr>
    </w:div>
    <w:div w:id="170023207">
      <w:marLeft w:val="0"/>
      <w:marRight w:val="0"/>
      <w:marTop w:val="0"/>
      <w:marBottom w:val="0"/>
      <w:divBdr>
        <w:top w:val="none" w:sz="0" w:space="0" w:color="auto"/>
        <w:left w:val="none" w:sz="0" w:space="0" w:color="auto"/>
        <w:bottom w:val="none" w:sz="0" w:space="0" w:color="auto"/>
        <w:right w:val="none" w:sz="0" w:space="0" w:color="auto"/>
      </w:divBdr>
    </w:div>
    <w:div w:id="170023208">
      <w:marLeft w:val="0"/>
      <w:marRight w:val="0"/>
      <w:marTop w:val="0"/>
      <w:marBottom w:val="0"/>
      <w:divBdr>
        <w:top w:val="none" w:sz="0" w:space="0" w:color="auto"/>
        <w:left w:val="none" w:sz="0" w:space="0" w:color="auto"/>
        <w:bottom w:val="none" w:sz="0" w:space="0" w:color="auto"/>
        <w:right w:val="none" w:sz="0" w:space="0" w:color="auto"/>
      </w:divBdr>
    </w:div>
    <w:div w:id="170023209">
      <w:marLeft w:val="0"/>
      <w:marRight w:val="0"/>
      <w:marTop w:val="0"/>
      <w:marBottom w:val="0"/>
      <w:divBdr>
        <w:top w:val="none" w:sz="0" w:space="0" w:color="auto"/>
        <w:left w:val="none" w:sz="0" w:space="0" w:color="auto"/>
        <w:bottom w:val="none" w:sz="0" w:space="0" w:color="auto"/>
        <w:right w:val="none" w:sz="0" w:space="0" w:color="auto"/>
      </w:divBdr>
    </w:div>
    <w:div w:id="170023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e.wikipedia.org/wiki/1961" TargetMode="External"/><Relationship Id="rId13" Type="http://schemas.openxmlformats.org/officeDocument/2006/relationships/hyperlink" Target="http://he.wikipedia.org/wiki/%D7%94%D7%A1%D7%95%D7%9B%D7%A0%D7%95%D7%AA_%D7%94%D7%99%D7%94%D7%95%D7%93%D7%99%D7%A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e.wikipedia.org/wiki/1961" TargetMode="External"/><Relationship Id="rId12" Type="http://schemas.openxmlformats.org/officeDocument/2006/relationships/hyperlink" Target="http://he.wikipedia.org/wiki/%D7%94%D7%A9%D7%95%D7%90%D7%9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wikipedia.org/wiki/OS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he.wikipedia.org/wiki/%D7%90%D7%92%D7%95%D7%96" TargetMode="External"/><Relationship Id="rId4" Type="http://schemas.openxmlformats.org/officeDocument/2006/relationships/webSettings" Target="webSettings.xml"/><Relationship Id="rId9" Type="http://schemas.openxmlformats.org/officeDocument/2006/relationships/hyperlink" Target="http://he.wikipedia.org/wiki/%D7%9E%D7%A8%D7%95%D7%A7%D7%95" TargetMode="External"/><Relationship Id="rId14" Type="http://schemas.openxmlformats.org/officeDocument/2006/relationships/hyperlink" Target="http://he.wikipedia.org/wiki/%D7%A7%D7%96%D7%91%D7%9C%D7%A0%D7%A7%D7%94"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HistoryChannel.co.i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3f%3f%3f%3f%3f%3f%3f%3f%20%3f%3f%3f%3f%3f%3f%202015%20%3f%3f%3f%3f%20%3f%3f%3f%3f%3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 2015 ???? ?????</Template>
  <TotalTime>192</TotalTime>
  <Pages>8</Pages>
  <Words>4307</Words>
  <Characters>21538</Characters>
  <Application>Microsoft Office Word</Application>
  <DocSecurity>0</DocSecurity>
  <Lines>179</Lines>
  <Paragraphs>51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ערוץ ההיסטוריה - היילייטס דצמבר 2014</vt:lpstr>
      <vt:lpstr>ערוץ ההיסטוריה - היילייטס דצמבר 2014</vt:lpstr>
    </vt:vector>
  </TitlesOfParts>
  <Company>gymnasia herzlia</Company>
  <LinksUpToDate>false</LinksUpToDate>
  <CharactersWithSpaces>25794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ערוץ ההיסטוריה - היילייטס דצמבר 2014</dc:title>
  <dc:subject/>
  <dc:creator>test</dc:creator>
  <cp:keywords/>
  <dc:description/>
  <cp:lastModifiedBy>Inbar Noyhoze</cp:lastModifiedBy>
  <cp:revision>20</cp:revision>
  <cp:lastPrinted>2015-03-09T12:48:00Z</cp:lastPrinted>
  <dcterms:created xsi:type="dcterms:W3CDTF">2015-03-12T11:31:00Z</dcterms:created>
  <dcterms:modified xsi:type="dcterms:W3CDTF">2015-03-16T11:15:00Z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Telad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